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BCDC4" w14:textId="77777777" w:rsidR="0042696D" w:rsidRPr="00666634" w:rsidRDefault="00044568" w:rsidP="00666634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666634">
        <w:rPr>
          <w:rFonts w:cs="Open Sans"/>
          <w:b/>
          <w:bCs/>
          <w:sz w:val="32"/>
          <w:szCs w:val="32"/>
        </w:rPr>
        <w:fldChar w:fldCharType="begin"/>
      </w:r>
      <w:r w:rsidRPr="00666634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666634">
        <w:rPr>
          <w:rFonts w:cs="Open Sans"/>
          <w:b/>
          <w:bCs/>
          <w:sz w:val="32"/>
          <w:szCs w:val="32"/>
        </w:rPr>
        <w:fldChar w:fldCharType="separate"/>
      </w:r>
      <w:r w:rsidR="00454A12" w:rsidRPr="00666634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666634">
        <w:rPr>
          <w:rFonts w:cs="Open Sans"/>
          <w:b/>
          <w:bCs/>
          <w:sz w:val="32"/>
          <w:szCs w:val="32"/>
        </w:rPr>
        <w:fldChar w:fldCharType="end"/>
      </w:r>
    </w:p>
    <w:p w14:paraId="31E1C513" w14:textId="77777777" w:rsidR="00535984" w:rsidRPr="00666634" w:rsidRDefault="0006207D" w:rsidP="00666634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666634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666634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666634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454A12" w:rsidRPr="00666634">
        <w:rPr>
          <w:rFonts w:eastAsia="Yu Gothic Light" w:cstheme="minorHAnsi"/>
          <w:bCs/>
          <w:sz w:val="56"/>
          <w:szCs w:val="28"/>
          <w:lang w:val="pl-PL"/>
        </w:rPr>
        <w:t>Dokumentacja techniczna powykonawcza: Specyfikacja XML dla podmiotów w zakresie elektronicznej obsługi deklaracji dla podatku od gier urządzających turniej gry pokera POGP</w:t>
      </w:r>
      <w:r w:rsidRPr="00666634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1790669D" w14:textId="493BC636" w:rsidR="003F3585" w:rsidRPr="00F22E19" w:rsidRDefault="001D1ACD" w:rsidP="00A80AD3">
      <w:pPr>
        <w:autoSpaceDE w:val="0"/>
        <w:autoSpaceDN w:val="0"/>
        <w:adjustRightInd w:val="0"/>
        <w:spacing w:before="1560" w:after="60" w:line="276" w:lineRule="auto"/>
        <w:jc w:val="right"/>
      </w:pPr>
      <w:r w:rsidRPr="00666634">
        <w:rPr>
          <w:rFonts w:cs="Open Sans"/>
          <w:b/>
          <w:bCs/>
          <w:sz w:val="32"/>
          <w:szCs w:val="32"/>
        </w:rPr>
        <w:t>Wersja</w:t>
      </w:r>
      <w:r w:rsidR="0058798F" w:rsidRPr="00666634">
        <w:rPr>
          <w:rFonts w:cs="Open Sans"/>
          <w:b/>
          <w:bCs/>
          <w:sz w:val="32"/>
          <w:szCs w:val="32"/>
        </w:rPr>
        <w:t xml:space="preserve"> </w:t>
      </w:r>
      <w:r w:rsidR="00917ED3" w:rsidRPr="00666634">
        <w:rPr>
          <w:rFonts w:cs="Open Sans"/>
          <w:b/>
          <w:bCs/>
          <w:sz w:val="32"/>
          <w:szCs w:val="32"/>
        </w:rPr>
        <w:fldChar w:fldCharType="begin"/>
      </w:r>
      <w:r w:rsidR="00917ED3" w:rsidRPr="00666634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666634">
        <w:rPr>
          <w:rFonts w:cs="Open Sans"/>
          <w:b/>
          <w:bCs/>
          <w:sz w:val="32"/>
          <w:szCs w:val="32"/>
        </w:rPr>
        <w:fldChar w:fldCharType="separate"/>
      </w:r>
      <w:r w:rsidR="003F1ED9" w:rsidRPr="00666634">
        <w:rPr>
          <w:rFonts w:cs="Open Sans"/>
          <w:b/>
          <w:bCs/>
          <w:sz w:val="32"/>
          <w:szCs w:val="32"/>
        </w:rPr>
        <w:t>1.6</w:t>
      </w:r>
      <w:r w:rsidR="00917ED3" w:rsidRPr="00666634">
        <w:rPr>
          <w:rFonts w:cs="Open Sans"/>
          <w:b/>
          <w:bCs/>
          <w:sz w:val="32"/>
          <w:szCs w:val="32"/>
        </w:rPr>
        <w:fldChar w:fldCharType="end"/>
      </w:r>
    </w:p>
    <w:p w14:paraId="19BD4B36" w14:textId="77777777" w:rsidR="0058798F" w:rsidRPr="00F22E19" w:rsidRDefault="0058798F" w:rsidP="007D0A84"/>
    <w:p w14:paraId="0DFB169C" w14:textId="77777777" w:rsidR="00F6340E" w:rsidRPr="00F22E19" w:rsidRDefault="00F6340E" w:rsidP="007D0A84">
      <w:pPr>
        <w:sectPr w:rsidR="00F6340E" w:rsidRPr="00F22E19" w:rsidSect="00454A12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67A12FE1" w14:textId="1E953C2B" w:rsidR="00570174" w:rsidRDefault="00570174" w:rsidP="00570174">
      <w:pPr>
        <w:pStyle w:val="Legenda"/>
      </w:pPr>
      <w:bookmarkStart w:id="0" w:name="_Toc184280887"/>
      <w:r>
        <w:lastRenderedPageBreak/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 w:rsidR="004B164C">
        <w:rPr>
          <w:noProof/>
        </w:rPr>
        <w:t>1</w:t>
      </w:r>
      <w:r w:rsidR="00F74E7B">
        <w:rPr>
          <w:noProof/>
        </w:rPr>
        <w:fldChar w:fldCharType="end"/>
      </w:r>
      <w:r>
        <w:t xml:space="preserve">. </w:t>
      </w:r>
      <w:r w:rsidRPr="00697916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F22E19" w14:paraId="6D43B2E9" w14:textId="77777777" w:rsidTr="00C137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163A4576" w14:textId="77777777" w:rsidR="00BB6B75" w:rsidRPr="00C137CE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>Projekt</w:t>
            </w:r>
          </w:p>
        </w:tc>
        <w:tc>
          <w:tcPr>
            <w:tcW w:w="7560" w:type="dxa"/>
          </w:tcPr>
          <w:p w14:paraId="54877FEE" w14:textId="77777777" w:rsidR="00BB6B75" w:rsidRPr="00C137CE" w:rsidRDefault="00BB6B75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>ZEFIR 2</w:t>
            </w:r>
          </w:p>
        </w:tc>
      </w:tr>
      <w:tr w:rsidR="00BB6B75" w:rsidRPr="00F22E19" w14:paraId="52E21767" w14:textId="77777777" w:rsidTr="00C137CE">
        <w:tc>
          <w:tcPr>
            <w:tcW w:w="1800" w:type="dxa"/>
          </w:tcPr>
          <w:p w14:paraId="59339299" w14:textId="77777777" w:rsidR="00BB6B75" w:rsidRPr="00570174" w:rsidRDefault="00FF41D0" w:rsidP="009E5F0B">
            <w:pPr>
              <w:pStyle w:val="Tabelazwyky"/>
            </w:pPr>
            <w:r w:rsidRPr="00570174">
              <w:t>Nazwa Wykonawcy</w:t>
            </w:r>
          </w:p>
        </w:tc>
        <w:tc>
          <w:tcPr>
            <w:tcW w:w="7560" w:type="dxa"/>
          </w:tcPr>
          <w:p w14:paraId="2A8BDE76" w14:textId="77777777" w:rsidR="00BB6B75" w:rsidRPr="00570174" w:rsidRDefault="001D1ACD" w:rsidP="00004C2C">
            <w:pPr>
              <w:pStyle w:val="Tabelazwyky"/>
            </w:pPr>
            <w:r w:rsidRPr="00570174">
              <w:t>Asseco Poland S.A.</w:t>
            </w:r>
          </w:p>
        </w:tc>
      </w:tr>
      <w:tr w:rsidR="00BB6B75" w:rsidRPr="00F22E19" w14:paraId="228F1E14" w14:textId="77777777" w:rsidTr="00C137CE">
        <w:tc>
          <w:tcPr>
            <w:tcW w:w="1800" w:type="dxa"/>
          </w:tcPr>
          <w:p w14:paraId="46A8AFA5" w14:textId="77777777" w:rsidR="00BB6B75" w:rsidRPr="00570174" w:rsidRDefault="00FF41D0" w:rsidP="004520B9">
            <w:pPr>
              <w:pStyle w:val="Tabelazwyky"/>
            </w:pPr>
            <w:r w:rsidRPr="00570174">
              <w:t>Nazwa p</w:t>
            </w:r>
            <w:r w:rsidR="00BB6B75" w:rsidRPr="00570174">
              <w:t>rodukt</w:t>
            </w:r>
            <w:r w:rsidRPr="00570174">
              <w:t>u</w:t>
            </w:r>
          </w:p>
        </w:tc>
        <w:tc>
          <w:tcPr>
            <w:tcW w:w="7560" w:type="dxa"/>
          </w:tcPr>
          <w:p w14:paraId="506735FD" w14:textId="77777777" w:rsidR="00BB6B75" w:rsidRPr="00570174" w:rsidRDefault="0006207D" w:rsidP="00CD2511">
            <w:pPr>
              <w:pStyle w:val="Tabelazwyky"/>
            </w:pPr>
            <w:fldSimple w:instr=" TITLE   \* MERGEFORMAT ">
              <w:r w:rsidR="00454A12" w:rsidRPr="00570174">
                <w:t>Dokumentacja techniczna powykonawcza: Specyfikacja XML dla podmiotów w zakresie elektronicznej obsługi deklaracji dla podatku od gier urządzających turniej gry pokera POGP</w:t>
              </w:r>
            </w:fldSimple>
          </w:p>
        </w:tc>
      </w:tr>
      <w:tr w:rsidR="00BB6B75" w:rsidRPr="00F22E19" w14:paraId="1A5CCA52" w14:textId="77777777" w:rsidTr="00C137CE">
        <w:tc>
          <w:tcPr>
            <w:tcW w:w="1800" w:type="dxa"/>
          </w:tcPr>
          <w:p w14:paraId="67819FB5" w14:textId="77777777" w:rsidR="00BB6B75" w:rsidRPr="00570174" w:rsidRDefault="00BB6B75" w:rsidP="004520B9">
            <w:pPr>
              <w:pStyle w:val="Tabelazwyky"/>
            </w:pPr>
            <w:r w:rsidRPr="00570174">
              <w:t>Opis</w:t>
            </w:r>
            <w:r w:rsidR="00FF41D0" w:rsidRPr="00570174">
              <w:t xml:space="preserve"> produktu</w:t>
            </w:r>
          </w:p>
        </w:tc>
        <w:tc>
          <w:tcPr>
            <w:tcW w:w="7560" w:type="dxa"/>
          </w:tcPr>
          <w:p w14:paraId="72D8D6AA" w14:textId="77777777" w:rsidR="00062F2C" w:rsidRPr="00570174" w:rsidRDefault="00062F2C" w:rsidP="00062F2C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570174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03B037E4" w14:textId="77777777" w:rsidR="00004C2C" w:rsidRPr="00570174" w:rsidRDefault="00004C2C" w:rsidP="004520B9">
            <w:pPr>
              <w:pStyle w:val="Tabelazwyky"/>
            </w:pPr>
            <w:r w:rsidRPr="00570174">
              <w:t>Dokument zawiera</w:t>
            </w:r>
            <w:r w:rsidR="008A4189" w:rsidRPr="00570174">
              <w:t xml:space="preserve"> </w:t>
            </w:r>
            <w:r w:rsidR="00050718" w:rsidRPr="00570174">
              <w:t xml:space="preserve">definicję struktury </w:t>
            </w:r>
            <w:r w:rsidR="00A65992" w:rsidRPr="00570174">
              <w:t>dek</w:t>
            </w:r>
            <w:r w:rsidR="00B932C3" w:rsidRPr="00570174">
              <w:t xml:space="preserve">laracji </w:t>
            </w:r>
            <w:r w:rsidR="00910D43" w:rsidRPr="00570174">
              <w:t>POG-P</w:t>
            </w:r>
            <w:r w:rsidR="000A71C7" w:rsidRPr="00570174">
              <w:t xml:space="preserve">. </w:t>
            </w:r>
          </w:p>
        </w:tc>
      </w:tr>
      <w:tr w:rsidR="00BB6B75" w:rsidRPr="00F22E19" w14:paraId="136DC1A6" w14:textId="77777777" w:rsidTr="00C137CE">
        <w:tc>
          <w:tcPr>
            <w:tcW w:w="1800" w:type="dxa"/>
          </w:tcPr>
          <w:p w14:paraId="74CA70DF" w14:textId="77777777" w:rsidR="00BB6B75" w:rsidRPr="00570174" w:rsidRDefault="00FF41D0" w:rsidP="004520B9">
            <w:pPr>
              <w:pStyle w:val="Tabelazwyky"/>
            </w:pPr>
            <w:r w:rsidRPr="00570174">
              <w:t>Autor/</w:t>
            </w:r>
            <w:proofErr w:type="spellStart"/>
            <w:r w:rsidRPr="00570174">
              <w:t>rzy</w:t>
            </w:r>
            <w:proofErr w:type="spellEnd"/>
          </w:p>
        </w:tc>
        <w:tc>
          <w:tcPr>
            <w:tcW w:w="7560" w:type="dxa"/>
          </w:tcPr>
          <w:p w14:paraId="155906FC" w14:textId="77777777" w:rsidR="00BB6B75" w:rsidRPr="00570174" w:rsidRDefault="008A4189" w:rsidP="004520B9">
            <w:pPr>
              <w:pStyle w:val="Tabelazwyky"/>
            </w:pPr>
            <w:r w:rsidRPr="00570174">
              <w:t>Projektant –</w:t>
            </w:r>
            <w:r w:rsidR="005F0D77" w:rsidRPr="00570174">
              <w:t xml:space="preserve"> </w:t>
            </w:r>
            <w:r w:rsidR="00B67094" w:rsidRPr="00570174">
              <w:t>Rafał Złoty</w:t>
            </w:r>
            <w:r w:rsidR="00062F2C" w:rsidRPr="00570174">
              <w:t>; Analityk – Bogdan Schmidt</w:t>
            </w:r>
          </w:p>
        </w:tc>
      </w:tr>
      <w:tr w:rsidR="00C137CE" w:rsidRPr="00F22E19" w14:paraId="4732106C" w14:textId="77777777" w:rsidTr="00C137CE">
        <w:tc>
          <w:tcPr>
            <w:tcW w:w="1800" w:type="dxa"/>
          </w:tcPr>
          <w:p w14:paraId="0CB0588C" w14:textId="73F13952" w:rsidR="00C137CE" w:rsidRPr="00570174" w:rsidRDefault="00C137CE" w:rsidP="00C137CE">
            <w:pPr>
              <w:pStyle w:val="Tabelazwyky"/>
            </w:pPr>
            <w:r w:rsidRPr="00570174">
              <w:t>Nazwa pliku</w:t>
            </w:r>
          </w:p>
        </w:tc>
        <w:tc>
          <w:tcPr>
            <w:tcW w:w="7560" w:type="dxa"/>
          </w:tcPr>
          <w:p w14:paraId="6441B10C" w14:textId="0830F9E6" w:rsidR="00C137CE" w:rsidRPr="00570174" w:rsidRDefault="00C137CE" w:rsidP="00C137CE">
            <w:pPr>
              <w:pStyle w:val="Tabelazwyky"/>
            </w:pPr>
            <w:r w:rsidRPr="00570174">
              <w:fldChar w:fldCharType="begin"/>
            </w:r>
            <w:r w:rsidRPr="00570174">
              <w:instrText xml:space="preserve"> FILENAME   \* MERGEFORMAT </w:instrText>
            </w:r>
            <w:r w:rsidRPr="00570174">
              <w:fldChar w:fldCharType="separate"/>
            </w:r>
            <w:r w:rsidRPr="00570174">
              <w:rPr>
                <w:noProof/>
              </w:rPr>
              <w:t>ZF2-PWT-KXML-POGP_v1.6</w:t>
            </w:r>
            <w:r w:rsidRPr="00570174">
              <w:fldChar w:fldCharType="end"/>
            </w:r>
          </w:p>
        </w:tc>
      </w:tr>
      <w:tr w:rsidR="00C137CE" w:rsidRPr="00F22E19" w14:paraId="00A77CBC" w14:textId="77777777" w:rsidTr="00C137CE">
        <w:tc>
          <w:tcPr>
            <w:tcW w:w="1800" w:type="dxa"/>
          </w:tcPr>
          <w:p w14:paraId="1D7202AD" w14:textId="1DB8F4E1" w:rsidR="00C137CE" w:rsidRPr="00570174" w:rsidRDefault="00C137CE" w:rsidP="00C137CE">
            <w:pPr>
              <w:pStyle w:val="Tabelazwyky"/>
            </w:pPr>
            <w:r w:rsidRPr="00570174">
              <w:t>Liczba stron</w:t>
            </w:r>
          </w:p>
        </w:tc>
        <w:tc>
          <w:tcPr>
            <w:tcW w:w="7560" w:type="dxa"/>
          </w:tcPr>
          <w:p w14:paraId="39DD7A3E" w14:textId="1127CBCC" w:rsidR="00C137CE" w:rsidRPr="00570174" w:rsidRDefault="00F74E7B" w:rsidP="00C137CE">
            <w:pPr>
              <w:pStyle w:val="Tabelazwyky"/>
            </w:pPr>
            <w:r w:rsidRPr="00F22E19">
              <w:fldChar w:fldCharType="begin"/>
            </w:r>
            <w:r w:rsidRPr="00F22E19">
              <w:instrText xml:space="preserve"> NUMPAGES </w:instrText>
            </w:r>
            <w:r w:rsidRPr="00F22E19">
              <w:fldChar w:fldCharType="separate"/>
            </w:r>
            <w:r>
              <w:rPr>
                <w:noProof/>
              </w:rPr>
              <w:t>17</w:t>
            </w:r>
            <w:r w:rsidRPr="00F22E19">
              <w:fldChar w:fldCharType="end"/>
            </w:r>
          </w:p>
        </w:tc>
      </w:tr>
    </w:tbl>
    <w:p w14:paraId="5A7E63E1" w14:textId="6A122DC9" w:rsidR="00570174" w:rsidRDefault="00570174" w:rsidP="00570174">
      <w:pPr>
        <w:pStyle w:val="Legenda"/>
      </w:pPr>
      <w:bookmarkStart w:id="1" w:name="_Toc184280888"/>
      <w:r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 w:rsidR="004B164C">
        <w:rPr>
          <w:noProof/>
        </w:rPr>
        <w:t>2</w:t>
      </w:r>
      <w:r w:rsidR="00F74E7B">
        <w:rPr>
          <w:noProof/>
        </w:rPr>
        <w:fldChar w:fldCharType="end"/>
      </w:r>
      <w:r>
        <w:t xml:space="preserve">. </w:t>
      </w:r>
      <w:r w:rsidRPr="004F40C1">
        <w:t>Historia zmian dokumentu</w:t>
      </w:r>
      <w:bookmarkEnd w:id="1"/>
    </w:p>
    <w:tbl>
      <w:tblPr>
        <w:tblStyle w:val="Tabela-Siatka"/>
        <w:tblW w:w="9360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080"/>
        <w:gridCol w:w="1200"/>
      </w:tblGrid>
      <w:tr w:rsidR="005366D3" w:rsidRPr="00F22E19" w14:paraId="55E5A435" w14:textId="77777777" w:rsidTr="00C137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6557C6DF" w14:textId="77777777" w:rsidR="00A45A2F" w:rsidRPr="00C137CE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>E</w:t>
            </w:r>
            <w:r w:rsidR="00A45A2F" w:rsidRPr="00C137CE">
              <w:rPr>
                <w:rFonts w:ascii="Lato" w:hAnsi="Lato"/>
                <w:b/>
                <w:bCs/>
              </w:rPr>
              <w:t>dycj</w:t>
            </w:r>
            <w:r w:rsidRPr="00C137CE">
              <w:rPr>
                <w:rFonts w:ascii="Lato" w:hAnsi="Lato"/>
                <w:b/>
                <w:bCs/>
              </w:rPr>
              <w:t>a</w:t>
            </w:r>
          </w:p>
        </w:tc>
        <w:tc>
          <w:tcPr>
            <w:tcW w:w="877" w:type="dxa"/>
          </w:tcPr>
          <w:p w14:paraId="7375565D" w14:textId="77777777" w:rsidR="00A45A2F" w:rsidRPr="00C137CE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>Rewizja</w:t>
            </w:r>
          </w:p>
        </w:tc>
        <w:tc>
          <w:tcPr>
            <w:tcW w:w="1206" w:type="dxa"/>
          </w:tcPr>
          <w:p w14:paraId="777F2990" w14:textId="77777777" w:rsidR="00A45A2F" w:rsidRPr="00C137C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>Data wydania</w:t>
            </w:r>
          </w:p>
        </w:tc>
        <w:tc>
          <w:tcPr>
            <w:tcW w:w="2400" w:type="dxa"/>
          </w:tcPr>
          <w:p w14:paraId="646A7C36" w14:textId="77777777" w:rsidR="00A45A2F" w:rsidRPr="00C137C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>Opis</w:t>
            </w:r>
          </w:p>
        </w:tc>
        <w:tc>
          <w:tcPr>
            <w:tcW w:w="720" w:type="dxa"/>
          </w:tcPr>
          <w:p w14:paraId="642C0A0B" w14:textId="77777777" w:rsidR="00A45A2F" w:rsidRPr="00C137CE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>A</w:t>
            </w:r>
            <w:r w:rsidR="00A45A2F" w:rsidRPr="00C137CE">
              <w:rPr>
                <w:rFonts w:ascii="Lato" w:hAnsi="Lato"/>
                <w:b/>
                <w:bCs/>
              </w:rPr>
              <w:t>kcja (*)</w:t>
            </w:r>
          </w:p>
        </w:tc>
        <w:tc>
          <w:tcPr>
            <w:tcW w:w="1080" w:type="dxa"/>
          </w:tcPr>
          <w:p w14:paraId="088A2D74" w14:textId="77777777" w:rsidR="00A45A2F" w:rsidRPr="00C137C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>Rozdzi</w:t>
            </w:r>
            <w:r w:rsidR="00FF41D0" w:rsidRPr="00C137CE">
              <w:rPr>
                <w:rFonts w:ascii="Lato" w:hAnsi="Lato"/>
                <w:b/>
                <w:bCs/>
              </w:rPr>
              <w:t>ały</w:t>
            </w:r>
            <w:r w:rsidR="005366D3" w:rsidRPr="00C137CE">
              <w:rPr>
                <w:rFonts w:ascii="Lato" w:hAnsi="Lato"/>
                <w:b/>
                <w:bCs/>
              </w:rPr>
              <w:t xml:space="preserve"> </w:t>
            </w:r>
            <w:r w:rsidRPr="00C137CE">
              <w:rPr>
                <w:rFonts w:ascii="Lato" w:hAnsi="Lato"/>
                <w:b/>
                <w:bCs/>
              </w:rPr>
              <w:t>(**)</w:t>
            </w:r>
          </w:p>
        </w:tc>
        <w:tc>
          <w:tcPr>
            <w:tcW w:w="1080" w:type="dxa"/>
          </w:tcPr>
          <w:p w14:paraId="37FE6C5F" w14:textId="77777777" w:rsidR="00A45A2F" w:rsidRPr="00C137C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>Autor</w:t>
            </w:r>
            <w:r w:rsidR="00FF41D0" w:rsidRPr="00C137CE">
              <w:rPr>
                <w:rFonts w:ascii="Lato" w:hAnsi="Lato"/>
                <w:b/>
                <w:bCs/>
              </w:rPr>
              <w:t>/</w:t>
            </w:r>
            <w:proofErr w:type="spellStart"/>
            <w:r w:rsidR="00FF41D0" w:rsidRPr="00C137CE">
              <w:rPr>
                <w:rFonts w:ascii="Lato" w:hAnsi="Lato"/>
                <w:b/>
                <w:bCs/>
              </w:rPr>
              <w:t>rzy</w:t>
            </w:r>
            <w:proofErr w:type="spellEnd"/>
            <w:r w:rsidR="00FF41D0" w:rsidRPr="00C137CE">
              <w:rPr>
                <w:rFonts w:ascii="Lato" w:hAnsi="Lato"/>
                <w:b/>
                <w:bCs/>
              </w:rPr>
              <w:t xml:space="preserve"> </w:t>
            </w:r>
            <w:r w:rsidRPr="00C137CE">
              <w:rPr>
                <w:rFonts w:ascii="Lato" w:hAnsi="Lato"/>
                <w:b/>
                <w:bCs/>
              </w:rPr>
              <w:t>(***)</w:t>
            </w:r>
          </w:p>
        </w:tc>
        <w:tc>
          <w:tcPr>
            <w:tcW w:w="1200" w:type="dxa"/>
          </w:tcPr>
          <w:p w14:paraId="369038F3" w14:textId="77777777" w:rsidR="00A45A2F" w:rsidRPr="00C137C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C137CE">
              <w:rPr>
                <w:rFonts w:ascii="Lato" w:hAnsi="Lato"/>
                <w:b/>
                <w:bCs/>
              </w:rPr>
              <w:t xml:space="preserve">Data </w:t>
            </w:r>
            <w:r w:rsidR="005366D3" w:rsidRPr="00C137CE">
              <w:rPr>
                <w:rFonts w:ascii="Lato" w:hAnsi="Lato"/>
                <w:b/>
                <w:bCs/>
              </w:rPr>
              <w:t>KJ</w:t>
            </w:r>
          </w:p>
        </w:tc>
      </w:tr>
      <w:tr w:rsidR="00F00A16" w:rsidRPr="00F22E19" w14:paraId="0E71A2AC" w14:textId="77777777" w:rsidTr="00C137CE">
        <w:tc>
          <w:tcPr>
            <w:tcW w:w="797" w:type="dxa"/>
          </w:tcPr>
          <w:p w14:paraId="65D96E9A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174F29E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5E8C8E1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2013-07-17</w:t>
            </w:r>
          </w:p>
        </w:tc>
        <w:tc>
          <w:tcPr>
            <w:tcW w:w="2400" w:type="dxa"/>
          </w:tcPr>
          <w:p w14:paraId="5133B10A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71BBEAC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E6EB7DC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8903190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5ECA357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F00A16" w:rsidRPr="00F22E19" w:rsidDel="00193612" w14:paraId="14179EAA" w14:textId="77777777" w:rsidTr="00C137CE">
        <w:tc>
          <w:tcPr>
            <w:tcW w:w="797" w:type="dxa"/>
          </w:tcPr>
          <w:p w14:paraId="387A59CE" w14:textId="77777777" w:rsidR="00F00A16" w:rsidRPr="00570174" w:rsidDel="00DC1690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8D40BF4" w14:textId="77777777" w:rsidR="00F00A16" w:rsidRPr="00570174" w:rsidDel="00DC1690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09DB5A7F" w14:textId="77777777" w:rsidR="00F00A16" w:rsidRPr="00570174" w:rsidDel="00193612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F2B7F39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2BC7352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2A0BA74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B1DA752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Ewa Cegła</w:t>
            </w:r>
          </w:p>
        </w:tc>
        <w:tc>
          <w:tcPr>
            <w:tcW w:w="1200" w:type="dxa"/>
          </w:tcPr>
          <w:p w14:paraId="7BA8C196" w14:textId="77777777" w:rsidR="00F00A16" w:rsidRPr="00570174" w:rsidDel="00193612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2013-07-30</w:t>
            </w:r>
          </w:p>
        </w:tc>
      </w:tr>
      <w:tr w:rsidR="00F00A16" w:rsidRPr="00F22E19" w:rsidDel="00193612" w14:paraId="7600AF01" w14:textId="77777777" w:rsidTr="00C137CE">
        <w:tc>
          <w:tcPr>
            <w:tcW w:w="797" w:type="dxa"/>
          </w:tcPr>
          <w:p w14:paraId="692EAD4E" w14:textId="77777777" w:rsidR="00F00A16" w:rsidRPr="00570174" w:rsidDel="00DC1690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EBB8977" w14:textId="77777777" w:rsidR="00F00A16" w:rsidRPr="00570174" w:rsidDel="00DC1690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B9564EF" w14:textId="77777777" w:rsidR="00F00A16" w:rsidRPr="00570174" w:rsidDel="00193612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6D4E025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64BC6B17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B654712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7643EB9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0BC74076" w14:textId="77777777" w:rsidR="00F00A16" w:rsidRPr="00570174" w:rsidDel="00193612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F00A16" w:rsidRPr="00F22E19" w:rsidDel="00193612" w14:paraId="77C942A6" w14:textId="77777777" w:rsidTr="00C137CE">
        <w:tc>
          <w:tcPr>
            <w:tcW w:w="797" w:type="dxa"/>
          </w:tcPr>
          <w:p w14:paraId="1346A5CA" w14:textId="77777777" w:rsidR="00F00A16" w:rsidRPr="00570174" w:rsidDel="00DC1690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852E391" w14:textId="77777777" w:rsidR="00F00A16" w:rsidRPr="00570174" w:rsidDel="00DC1690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EF0F975" w14:textId="77777777" w:rsidR="00F00A16" w:rsidRPr="00570174" w:rsidDel="00193612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D9ED7CB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1C95BDE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4D6144F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3D61189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Bogdan Schmidt</w:t>
            </w:r>
          </w:p>
        </w:tc>
        <w:tc>
          <w:tcPr>
            <w:tcW w:w="1200" w:type="dxa"/>
          </w:tcPr>
          <w:p w14:paraId="566B91E8" w14:textId="77777777" w:rsidR="00F00A16" w:rsidRPr="00570174" w:rsidDel="00193612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2013-08-30</w:t>
            </w:r>
          </w:p>
        </w:tc>
      </w:tr>
      <w:tr w:rsidR="00F00A16" w:rsidRPr="00F22E19" w:rsidDel="00193612" w14:paraId="6544C03F" w14:textId="77777777" w:rsidTr="00C137CE">
        <w:tc>
          <w:tcPr>
            <w:tcW w:w="797" w:type="dxa"/>
          </w:tcPr>
          <w:p w14:paraId="7F0EE48B" w14:textId="77777777" w:rsidR="00F00A16" w:rsidRPr="00570174" w:rsidDel="00DC1690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62ADA4" w14:textId="77777777" w:rsidR="00F00A16" w:rsidRPr="00570174" w:rsidDel="00DC1690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59AC643D" w14:textId="77777777" w:rsidR="00F00A16" w:rsidRPr="00570174" w:rsidDel="00193612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458E552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0065563F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AAA4E48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289FE1F" w14:textId="77777777" w:rsidR="00F00A16" w:rsidRPr="00570174" w:rsidDel="00E715AA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02E6A496" w14:textId="77777777" w:rsidR="00F00A16" w:rsidRPr="00570174" w:rsidDel="00193612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F00A16" w:rsidRPr="00F22E19" w14:paraId="79349859" w14:textId="77777777" w:rsidTr="00C137CE">
        <w:tc>
          <w:tcPr>
            <w:tcW w:w="797" w:type="dxa"/>
          </w:tcPr>
          <w:p w14:paraId="199012BE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72BB76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73279C9E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1B04E10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3AF8E9B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0FEC57F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8EB764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646C5423" w14:textId="77777777" w:rsidR="00F00A16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2013-11-08</w:t>
            </w:r>
          </w:p>
          <w:p w14:paraId="1FE67ECB" w14:textId="141F5115" w:rsidR="00F74E7B" w:rsidRDefault="00F74E7B" w:rsidP="00F74E7B">
            <w:pPr>
              <w:pStyle w:val="PJPtekst"/>
              <w:rPr>
                <w:rFonts w:ascii="Lato" w:hAnsi="Lato"/>
                <w:sz w:val="18"/>
                <w:szCs w:val="18"/>
              </w:rPr>
            </w:pPr>
          </w:p>
          <w:p w14:paraId="10763DCA" w14:textId="77777777" w:rsidR="00F74E7B" w:rsidRPr="00F74E7B" w:rsidRDefault="00F74E7B" w:rsidP="00F74E7B">
            <w:pPr>
              <w:pStyle w:val="PJPtekst"/>
              <w:rPr>
                <w:rFonts w:ascii="Lato" w:hAnsi="Lato"/>
                <w:sz w:val="18"/>
                <w:szCs w:val="18"/>
              </w:rPr>
            </w:pPr>
          </w:p>
          <w:p w14:paraId="1CE4E484" w14:textId="77777777" w:rsidR="00F74E7B" w:rsidRPr="00F74E7B" w:rsidRDefault="00F74E7B" w:rsidP="00F74E7B">
            <w:pPr>
              <w:pStyle w:val="PJPtekst"/>
            </w:pPr>
          </w:p>
          <w:p w14:paraId="3C252CCD" w14:textId="2AE4A04D" w:rsidR="00F74E7B" w:rsidRPr="00F74E7B" w:rsidRDefault="00F74E7B" w:rsidP="00F74E7B">
            <w:pPr>
              <w:pStyle w:val="PJPtekst"/>
            </w:pPr>
          </w:p>
        </w:tc>
      </w:tr>
      <w:tr w:rsidR="00F00A16" w:rsidRPr="00F22E19" w14:paraId="7AD91998" w14:textId="77777777" w:rsidTr="00C137CE">
        <w:tc>
          <w:tcPr>
            <w:tcW w:w="797" w:type="dxa"/>
          </w:tcPr>
          <w:p w14:paraId="71C59367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43B4C709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09447E69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23B24954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9B3E46D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54ED2F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BFFE508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 xml:space="preserve">Jerzy </w:t>
            </w: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Jeruzol</w:t>
            </w:r>
            <w:proofErr w:type="spellEnd"/>
          </w:p>
        </w:tc>
        <w:tc>
          <w:tcPr>
            <w:tcW w:w="1200" w:type="dxa"/>
          </w:tcPr>
          <w:p w14:paraId="3302508E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</w:tr>
      <w:tr w:rsidR="00F00A16" w:rsidRPr="00F22E19" w14:paraId="46A22483" w14:textId="77777777" w:rsidTr="00C137CE">
        <w:tc>
          <w:tcPr>
            <w:tcW w:w="797" w:type="dxa"/>
          </w:tcPr>
          <w:p w14:paraId="75B7DD64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9B54B3A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2B13BA53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2013-11-28</w:t>
            </w:r>
          </w:p>
        </w:tc>
        <w:tc>
          <w:tcPr>
            <w:tcW w:w="2400" w:type="dxa"/>
          </w:tcPr>
          <w:p w14:paraId="2EDFDC38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5D10108E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C580AFA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8A9E82B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Sławomir</w:t>
            </w:r>
          </w:p>
          <w:p w14:paraId="593CA12C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Bondka</w:t>
            </w:r>
            <w:proofErr w:type="spellEnd"/>
          </w:p>
        </w:tc>
        <w:tc>
          <w:tcPr>
            <w:tcW w:w="1200" w:type="dxa"/>
          </w:tcPr>
          <w:p w14:paraId="05FFEFE0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</w:tr>
      <w:tr w:rsidR="00F00A16" w:rsidRPr="00F22E19" w14:paraId="09656678" w14:textId="77777777" w:rsidTr="00C137CE">
        <w:tc>
          <w:tcPr>
            <w:tcW w:w="797" w:type="dxa"/>
          </w:tcPr>
          <w:p w14:paraId="555FA203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0D7208F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808F520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AB0AB09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69E4D04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1FD56A4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EF1904C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6439685B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2013-12-31</w:t>
            </w:r>
          </w:p>
        </w:tc>
      </w:tr>
      <w:tr w:rsidR="00F00A16" w:rsidRPr="00F22E19" w14:paraId="05223556" w14:textId="77777777" w:rsidTr="00C137CE">
        <w:tc>
          <w:tcPr>
            <w:tcW w:w="797" w:type="dxa"/>
          </w:tcPr>
          <w:p w14:paraId="1218C34B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B08C27A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7A199EEE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43F2FDC8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BFEBC18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682C7C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236D5B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 xml:space="preserve">Jerzy </w:t>
            </w: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Jeruzol</w:t>
            </w:r>
            <w:proofErr w:type="spellEnd"/>
          </w:p>
        </w:tc>
        <w:tc>
          <w:tcPr>
            <w:tcW w:w="1200" w:type="dxa"/>
          </w:tcPr>
          <w:p w14:paraId="3CB19EB4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</w:tr>
      <w:tr w:rsidR="00F00A16" w:rsidRPr="00F22E19" w14:paraId="212070EA" w14:textId="77777777" w:rsidTr="00C137CE">
        <w:tc>
          <w:tcPr>
            <w:tcW w:w="797" w:type="dxa"/>
          </w:tcPr>
          <w:p w14:paraId="0C64E4D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5AB88E3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70AF273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0A8005AE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eastAsia="pl-PL"/>
              </w:rPr>
              <w:t>Poprawki po uwagach</w:t>
            </w:r>
            <w:r w:rsidRPr="00570174">
              <w:rPr>
                <w:rFonts w:ascii="Lato" w:hAnsi="Lato"/>
                <w:szCs w:val="18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6C66AD90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1D66D9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4FF5E4A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23D0ECFD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F00A16" w:rsidRPr="00F22E19" w14:paraId="76779FA6" w14:textId="77777777" w:rsidTr="00C137CE">
        <w:tc>
          <w:tcPr>
            <w:tcW w:w="797" w:type="dxa"/>
          </w:tcPr>
          <w:p w14:paraId="74989407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C73B44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DD7B248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6DF2741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9F1E42B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FCB33B0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18AE09F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37D80D01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2014-02-14</w:t>
            </w:r>
          </w:p>
        </w:tc>
      </w:tr>
      <w:tr w:rsidR="00F00A16" w:rsidRPr="00F22E19" w14:paraId="140EF1E1" w14:textId="77777777" w:rsidTr="00C137CE">
        <w:tc>
          <w:tcPr>
            <w:tcW w:w="797" w:type="dxa"/>
          </w:tcPr>
          <w:p w14:paraId="66349DA9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B914E10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606C8457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3E1DF737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EA1CB41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FFF410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E6E56CD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Sebastian Wierzbicki</w:t>
            </w:r>
          </w:p>
        </w:tc>
        <w:tc>
          <w:tcPr>
            <w:tcW w:w="1200" w:type="dxa"/>
          </w:tcPr>
          <w:p w14:paraId="2A04C539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</w:tr>
      <w:tr w:rsidR="00F00A16" w:rsidRPr="00F22E19" w14:paraId="2A4745DC" w14:textId="77777777" w:rsidTr="00C137CE">
        <w:tc>
          <w:tcPr>
            <w:tcW w:w="797" w:type="dxa"/>
          </w:tcPr>
          <w:p w14:paraId="1C61F3DF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4D56F2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3B160D6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580CE0FD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01202913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9D4653D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43CBCDC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5926383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</w:tr>
      <w:tr w:rsidR="00F00A16" w:rsidRPr="00F22E19" w14:paraId="40B3F464" w14:textId="77777777" w:rsidTr="00C137CE">
        <w:tc>
          <w:tcPr>
            <w:tcW w:w="797" w:type="dxa"/>
          </w:tcPr>
          <w:p w14:paraId="0B4FE563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31FBFFD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44150927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60CF881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AA656CF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A5D3D69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609A270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200" w:type="dxa"/>
          </w:tcPr>
          <w:p w14:paraId="2AA96C7E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2014-08-29</w:t>
            </w:r>
          </w:p>
        </w:tc>
      </w:tr>
      <w:tr w:rsidR="00F00A16" w:rsidRPr="00F22E19" w14:paraId="4623EFAD" w14:textId="77777777" w:rsidTr="00C137CE">
        <w:tc>
          <w:tcPr>
            <w:tcW w:w="797" w:type="dxa"/>
          </w:tcPr>
          <w:p w14:paraId="52B37944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4016D8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17B940F3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38FD7402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E58405F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AAA7FF0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9FAE4BF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200" w:type="dxa"/>
          </w:tcPr>
          <w:p w14:paraId="79261C98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</w:tr>
      <w:tr w:rsidR="00F00A16" w:rsidRPr="00F22E19" w14:paraId="704751F0" w14:textId="77777777" w:rsidTr="00C137CE">
        <w:tc>
          <w:tcPr>
            <w:tcW w:w="797" w:type="dxa"/>
          </w:tcPr>
          <w:p w14:paraId="6BAE8E72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29B9A03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6701C7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5600BD9F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776608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09248FB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706734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1D80C662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F00A16" w:rsidRPr="00F22E19" w14:paraId="1D53546F" w14:textId="77777777" w:rsidTr="00C137CE">
        <w:tc>
          <w:tcPr>
            <w:tcW w:w="797" w:type="dxa"/>
          </w:tcPr>
          <w:p w14:paraId="7B1F4C72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AC4BB5B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8547B5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C0C4DAA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F0C27CE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05FFAC1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D238DB1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77FF6F07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2014-10-15</w:t>
            </w:r>
          </w:p>
        </w:tc>
      </w:tr>
      <w:tr w:rsidR="00F00A16" w:rsidRPr="00F22E19" w14:paraId="50C9315A" w14:textId="77777777" w:rsidTr="00C137CE">
        <w:tc>
          <w:tcPr>
            <w:tcW w:w="797" w:type="dxa"/>
          </w:tcPr>
          <w:p w14:paraId="20DAE797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8F3475A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80503B6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736C49E9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C5C65F5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FC03AA7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C96D98F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200" w:type="dxa"/>
          </w:tcPr>
          <w:p w14:paraId="322501F7" w14:textId="77777777" w:rsidR="00F00A16" w:rsidRPr="00570174" w:rsidRDefault="00F00A16" w:rsidP="000B76C5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</w:tr>
      <w:tr w:rsidR="00D71CE8" w:rsidRPr="00F22E19" w14:paraId="54515F7D" w14:textId="77777777" w:rsidTr="00C137CE">
        <w:tc>
          <w:tcPr>
            <w:tcW w:w="797" w:type="dxa"/>
          </w:tcPr>
          <w:p w14:paraId="5177349E" w14:textId="77777777" w:rsidR="00D71CE8" w:rsidRPr="00570174" w:rsidRDefault="00F726EA" w:rsidP="00E0338A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52A72F4" w14:textId="77777777" w:rsidR="00D71CE8" w:rsidRPr="00570174" w:rsidRDefault="00F726EA" w:rsidP="00E0338A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888E783" w14:textId="77777777" w:rsidR="00D71CE8" w:rsidRPr="00570174" w:rsidRDefault="00D71CE8" w:rsidP="00E0338A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27266382" w14:textId="77777777" w:rsidR="00D71CE8" w:rsidRPr="00570174" w:rsidRDefault="00F726EA" w:rsidP="00E0338A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</w:rPr>
              <w:t xml:space="preserve">Wersja dokumentu utworzona na podstawie dokumentu </w:t>
            </w:r>
            <w:r w:rsidR="00D71CE8" w:rsidRPr="00570174">
              <w:rPr>
                <w:rFonts w:ascii="Lato" w:hAnsi="Lato"/>
                <w:szCs w:val="18"/>
                <w:lang w:val="pl-PL" w:eastAsia="pl-PL"/>
              </w:rPr>
              <w:t>Specyfikacja XML dla podmiotów w zakresie elektronicznej obsługi deklaracji dla podatku od gier urządzających turniej gry pokera POGP</w:t>
            </w:r>
            <w:r w:rsidRPr="00570174">
              <w:rPr>
                <w:rFonts w:ascii="Lato" w:hAnsi="Lato"/>
                <w:szCs w:val="18"/>
                <w:lang w:val="pl-PL" w:eastAsia="pl-PL"/>
              </w:rPr>
              <w:t>, wersja 1.1</w:t>
            </w:r>
            <w:r w:rsidR="00D71CE8" w:rsidRPr="00570174">
              <w:rPr>
                <w:rFonts w:ascii="Lato" w:hAnsi="Lato"/>
                <w:szCs w:val="18"/>
                <w:lang w:val="pl-PL" w:eastAsia="pl-PL"/>
              </w:rPr>
              <w:t xml:space="preserve"> (plik ZF2-PRT-KXML-POGP_v1.1.doc) odebranego w Fazie 1</w:t>
            </w:r>
          </w:p>
        </w:tc>
        <w:tc>
          <w:tcPr>
            <w:tcW w:w="720" w:type="dxa"/>
          </w:tcPr>
          <w:p w14:paraId="06C440AE" w14:textId="77777777" w:rsidR="00D71CE8" w:rsidRPr="00570174" w:rsidRDefault="00F726EA" w:rsidP="00E0338A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31F20D82" w14:textId="77777777" w:rsidR="00D71CE8" w:rsidRPr="00570174" w:rsidRDefault="00D71CE8" w:rsidP="00E0338A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DFCF3D8" w14:textId="77777777" w:rsidR="00D71CE8" w:rsidRPr="00570174" w:rsidRDefault="00D71CE8" w:rsidP="00E0338A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 xml:space="preserve">Rafał Złoty </w:t>
            </w:r>
          </w:p>
        </w:tc>
        <w:tc>
          <w:tcPr>
            <w:tcW w:w="1200" w:type="dxa"/>
          </w:tcPr>
          <w:p w14:paraId="5C23611C" w14:textId="77777777" w:rsidR="00D71CE8" w:rsidRPr="00570174" w:rsidRDefault="00D71CE8" w:rsidP="00AD0F50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</w:tr>
      <w:tr w:rsidR="00432FAA" w:rsidRPr="00F22E19" w14:paraId="331D78C5" w14:textId="77777777" w:rsidTr="00C137CE">
        <w:tc>
          <w:tcPr>
            <w:tcW w:w="797" w:type="dxa"/>
          </w:tcPr>
          <w:p w14:paraId="50C922F7" w14:textId="77777777" w:rsidR="00432FAA" w:rsidRPr="00570174" w:rsidRDefault="00432FAA" w:rsidP="00890634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F4F2E6D" w14:textId="77777777" w:rsidR="00432FAA" w:rsidRPr="00570174" w:rsidRDefault="00432FAA" w:rsidP="00890634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BB4FD7D" w14:textId="77777777" w:rsidR="00432FAA" w:rsidRPr="00570174" w:rsidRDefault="00432FAA" w:rsidP="00890634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96D81D8" w14:textId="77777777" w:rsidR="00432FAA" w:rsidRPr="00570174" w:rsidRDefault="00432FAA" w:rsidP="00890634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91B28B7" w14:textId="77777777" w:rsidR="00432FAA" w:rsidRPr="00570174" w:rsidRDefault="00432FAA" w:rsidP="00890634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1F5C7E1" w14:textId="77777777" w:rsidR="00432FAA" w:rsidRPr="00570174" w:rsidRDefault="00432FAA" w:rsidP="00890634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D01BC95" w14:textId="77777777" w:rsidR="00432FAA" w:rsidRPr="00570174" w:rsidRDefault="00432FAA" w:rsidP="00890634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56AC82A9" w14:textId="77777777" w:rsidR="00432FAA" w:rsidRPr="00570174" w:rsidRDefault="00432FAA" w:rsidP="00890634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2014-12-12</w:t>
            </w:r>
          </w:p>
        </w:tc>
      </w:tr>
      <w:tr w:rsidR="004F38C0" w:rsidRPr="00F22E19" w14:paraId="18424FD6" w14:textId="77777777" w:rsidTr="00C137CE">
        <w:tc>
          <w:tcPr>
            <w:tcW w:w="797" w:type="dxa"/>
          </w:tcPr>
          <w:p w14:paraId="0CAEDC36" w14:textId="77777777" w:rsidR="004F38C0" w:rsidRPr="00570174" w:rsidRDefault="004F38C0" w:rsidP="00FE6572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B42B166" w14:textId="77777777" w:rsidR="004F38C0" w:rsidRPr="00570174" w:rsidRDefault="004F38C0" w:rsidP="00FE6572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389C6F38" w14:textId="77777777" w:rsidR="004F38C0" w:rsidRPr="00570174" w:rsidRDefault="004F38C0" w:rsidP="00FE6572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2015-02-10</w:t>
            </w:r>
          </w:p>
        </w:tc>
        <w:tc>
          <w:tcPr>
            <w:tcW w:w="2400" w:type="dxa"/>
          </w:tcPr>
          <w:p w14:paraId="64639706" w14:textId="77777777" w:rsidR="004F38C0" w:rsidRPr="00570174" w:rsidRDefault="004F38C0" w:rsidP="00FE6572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BA5BFA8" w14:textId="77777777" w:rsidR="004F38C0" w:rsidRPr="00570174" w:rsidRDefault="004F38C0" w:rsidP="00FE6572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0B68141" w14:textId="77777777" w:rsidR="004F38C0" w:rsidRPr="00570174" w:rsidRDefault="004F38C0" w:rsidP="00FE6572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4893955" w14:textId="77777777" w:rsidR="004F38C0" w:rsidRPr="00570174" w:rsidRDefault="004F38C0" w:rsidP="00FE6572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4F695DDA" w14:textId="77777777" w:rsidR="004F38C0" w:rsidRPr="00570174" w:rsidRDefault="004F38C0" w:rsidP="00FE6572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894250" w:rsidRPr="00F22E19" w14:paraId="2391F27B" w14:textId="77777777" w:rsidTr="00C137CE">
        <w:tc>
          <w:tcPr>
            <w:tcW w:w="797" w:type="dxa"/>
          </w:tcPr>
          <w:p w14:paraId="42FD7DD6" w14:textId="77777777" w:rsidR="00894250" w:rsidRPr="00570174" w:rsidRDefault="00894250" w:rsidP="00894250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1D16452" w14:textId="77777777" w:rsidR="00894250" w:rsidRPr="00570174" w:rsidRDefault="00894250" w:rsidP="00894250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29024EA5" w14:textId="77777777" w:rsidR="00894250" w:rsidRPr="00570174" w:rsidRDefault="00894250" w:rsidP="00894250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88FD3E6" w14:textId="77777777" w:rsidR="00894250" w:rsidRPr="00570174" w:rsidRDefault="00894250" w:rsidP="00894250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0C11518" w14:textId="77777777" w:rsidR="00894250" w:rsidRPr="00570174" w:rsidRDefault="00894250" w:rsidP="00894250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A52FAD5" w14:textId="77777777" w:rsidR="00894250" w:rsidRPr="00570174" w:rsidRDefault="00894250" w:rsidP="00894250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C6D914C" w14:textId="77777777" w:rsidR="00894250" w:rsidRPr="00570174" w:rsidRDefault="00894250" w:rsidP="00894250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226BFB3C" w14:textId="77777777" w:rsidR="00894250" w:rsidRPr="00570174" w:rsidRDefault="00894250" w:rsidP="00894250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2015-02-16</w:t>
            </w:r>
          </w:p>
        </w:tc>
      </w:tr>
      <w:tr w:rsidR="00CC0963" w:rsidRPr="00F22E19" w14:paraId="20A77E62" w14:textId="77777777" w:rsidTr="00C137CE">
        <w:tc>
          <w:tcPr>
            <w:tcW w:w="797" w:type="dxa"/>
          </w:tcPr>
          <w:p w14:paraId="31102FAD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501D544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425F6E3D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2150083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AC18013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C5B349D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1FE5176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74880151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CC0963" w:rsidRPr="00F22E19" w14:paraId="3B5F0D37" w14:textId="77777777" w:rsidTr="00C137CE">
        <w:tc>
          <w:tcPr>
            <w:tcW w:w="797" w:type="dxa"/>
          </w:tcPr>
          <w:p w14:paraId="54A8361D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430DF6F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71F88A8D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  <w:r w:rsidRPr="00570174">
              <w:rPr>
                <w:rFonts w:ascii="Lato" w:hAnsi="Lato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6E82C45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3F74661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053E5FB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DAABA01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79AEA0E3" w14:textId="77777777" w:rsidR="00CC0963" w:rsidRPr="00570174" w:rsidRDefault="00CC0963" w:rsidP="00CC0963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2015-06-24</w:t>
            </w:r>
          </w:p>
        </w:tc>
      </w:tr>
      <w:tr w:rsidR="00335089" w:rsidRPr="00F22E19" w14:paraId="28EE8EF7" w14:textId="77777777" w:rsidTr="00C137CE">
        <w:tc>
          <w:tcPr>
            <w:tcW w:w="797" w:type="dxa"/>
          </w:tcPr>
          <w:p w14:paraId="488ACE6C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01DDE1A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64DE4F41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3F935937" w14:textId="77777777" w:rsidR="00335089" w:rsidRPr="00570174" w:rsidRDefault="00335089" w:rsidP="00335089">
            <w:pPr>
              <w:pStyle w:val="Z2tabelatekst"/>
              <w:rPr>
                <w:rFonts w:ascii="Lato" w:hAnsi="Lato" w:cs="Arial"/>
                <w:color w:val="000000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</w:rPr>
              <w:t xml:space="preserve">Wersja dokumentu utworzona na podstawie dokumentu </w:t>
            </w:r>
            <w:r w:rsidRPr="00570174">
              <w:rPr>
                <w:rFonts w:ascii="Lato" w:hAnsi="Lato"/>
                <w:szCs w:val="18"/>
                <w:lang w:val="pl-PL" w:eastAsia="pl-PL"/>
              </w:rPr>
              <w:t xml:space="preserve">Specyfikacja XML dla podmiotów w </w:t>
            </w:r>
            <w:r w:rsidRPr="00570174">
              <w:rPr>
                <w:rFonts w:ascii="Lato" w:hAnsi="Lato"/>
                <w:szCs w:val="18"/>
                <w:lang w:val="pl-PL" w:eastAsia="pl-PL"/>
              </w:rPr>
              <w:lastRenderedPageBreak/>
              <w:t>zakresie elektronicznej obsługi deklaracji dla podatku od gier urządzających turniej gry pokera POGP, wersja 1.4 wytworzonego w Fazie 2</w:t>
            </w:r>
          </w:p>
        </w:tc>
        <w:tc>
          <w:tcPr>
            <w:tcW w:w="720" w:type="dxa"/>
          </w:tcPr>
          <w:p w14:paraId="12D25C57" w14:textId="77777777" w:rsidR="00335089" w:rsidRPr="00570174" w:rsidRDefault="00335089" w:rsidP="00335089">
            <w:pPr>
              <w:rPr>
                <w:rFonts w:cs="Arial"/>
                <w:sz w:val="18"/>
                <w:szCs w:val="18"/>
              </w:rPr>
            </w:pPr>
            <w:r w:rsidRPr="00570174">
              <w:rPr>
                <w:rFonts w:cs="Arial"/>
                <w:sz w:val="18"/>
                <w:szCs w:val="18"/>
              </w:rPr>
              <w:lastRenderedPageBreak/>
              <w:t>Z, We</w:t>
            </w:r>
          </w:p>
        </w:tc>
        <w:tc>
          <w:tcPr>
            <w:tcW w:w="1080" w:type="dxa"/>
          </w:tcPr>
          <w:p w14:paraId="2B2D226A" w14:textId="77777777" w:rsidR="00335089" w:rsidRPr="00570174" w:rsidRDefault="00335089" w:rsidP="00335089">
            <w:pPr>
              <w:rPr>
                <w:rFonts w:cs="Arial"/>
                <w:sz w:val="18"/>
                <w:szCs w:val="18"/>
              </w:rPr>
            </w:pPr>
            <w:r w:rsidRPr="00570174">
              <w:rPr>
                <w:rFonts w:cs="Arial"/>
                <w:sz w:val="18"/>
                <w:szCs w:val="18"/>
              </w:rPr>
              <w:t>W</w:t>
            </w:r>
          </w:p>
        </w:tc>
        <w:tc>
          <w:tcPr>
            <w:tcW w:w="1080" w:type="dxa"/>
          </w:tcPr>
          <w:p w14:paraId="7D8E07CF" w14:textId="77777777" w:rsidR="00335089" w:rsidRPr="00570174" w:rsidRDefault="00335089" w:rsidP="00335089">
            <w:pPr>
              <w:rPr>
                <w:rFonts w:cs="Arial"/>
                <w:sz w:val="18"/>
                <w:szCs w:val="18"/>
              </w:rPr>
            </w:pPr>
            <w:r w:rsidRPr="00570174">
              <w:rPr>
                <w:rFonts w:cs="Arial"/>
                <w:sz w:val="18"/>
                <w:szCs w:val="18"/>
              </w:rPr>
              <w:t>Bogdan Schmidt</w:t>
            </w:r>
          </w:p>
        </w:tc>
        <w:tc>
          <w:tcPr>
            <w:tcW w:w="1200" w:type="dxa"/>
          </w:tcPr>
          <w:p w14:paraId="4CCE7F18" w14:textId="77777777" w:rsidR="00335089" w:rsidRPr="00570174" w:rsidRDefault="00335089" w:rsidP="00335089">
            <w:pPr>
              <w:rPr>
                <w:rFonts w:cs="Arial"/>
                <w:sz w:val="18"/>
                <w:szCs w:val="18"/>
              </w:rPr>
            </w:pPr>
            <w:proofErr w:type="spellStart"/>
            <w:r w:rsidRPr="00570174">
              <w:rPr>
                <w:rFonts w:cs="Arial"/>
                <w:sz w:val="18"/>
                <w:szCs w:val="18"/>
              </w:rPr>
              <w:t>nd</w:t>
            </w:r>
            <w:proofErr w:type="spellEnd"/>
          </w:p>
        </w:tc>
      </w:tr>
      <w:tr w:rsidR="00335089" w:rsidRPr="00F22E19" w14:paraId="6F40F9A9" w14:textId="77777777" w:rsidTr="00C137CE">
        <w:tc>
          <w:tcPr>
            <w:tcW w:w="797" w:type="dxa"/>
          </w:tcPr>
          <w:p w14:paraId="62EF6C00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0F26C7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5E4F4D8C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235EE8F9" w14:textId="77777777" w:rsidR="00335089" w:rsidRPr="00570174" w:rsidRDefault="00335089" w:rsidP="00335089">
            <w:pPr>
              <w:pStyle w:val="Z2tabelatekst"/>
              <w:rPr>
                <w:rFonts w:ascii="Lato" w:hAnsi="Lato" w:cs="Arial"/>
                <w:color w:val="000000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B1C6EA1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CCCC59E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6C621E7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 xml:space="preserve">Andrzej </w:t>
            </w: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Ligudziński</w:t>
            </w:r>
            <w:proofErr w:type="spellEnd"/>
          </w:p>
        </w:tc>
        <w:tc>
          <w:tcPr>
            <w:tcW w:w="1200" w:type="dxa"/>
          </w:tcPr>
          <w:p w14:paraId="6A0F7D26" w14:textId="77777777" w:rsidR="00335089" w:rsidRPr="00570174" w:rsidRDefault="00335089" w:rsidP="00335089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C137CE" w:rsidRPr="00F22E19" w14:paraId="6BC89113" w14:textId="77777777" w:rsidTr="00C137CE">
        <w:tc>
          <w:tcPr>
            <w:tcW w:w="797" w:type="dxa"/>
          </w:tcPr>
          <w:p w14:paraId="62C92A3B" w14:textId="3B394E84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660002" w14:textId="2085E2F7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5.1</w:t>
            </w:r>
          </w:p>
        </w:tc>
        <w:tc>
          <w:tcPr>
            <w:tcW w:w="1206" w:type="dxa"/>
          </w:tcPr>
          <w:p w14:paraId="161B401E" w14:textId="4B60DC5F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2E778E40" w14:textId="5DF2FCA8" w:rsidR="00C137CE" w:rsidRPr="00570174" w:rsidRDefault="00C137CE" w:rsidP="00C137CE">
            <w:pPr>
              <w:pStyle w:val="Z2tabelatekst"/>
              <w:rPr>
                <w:rFonts w:ascii="Lato" w:hAnsi="Lato" w:cs="Arial"/>
                <w:color w:val="000000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 w:rsidRPr="00570174">
              <w:rPr>
                <w:rFonts w:ascii="Lato" w:hAnsi="Lato" w:cs="Arial"/>
                <w:color w:val="000000"/>
                <w:szCs w:val="18"/>
                <w:lang w:val="pl-PL" w:eastAsia="pl-PL"/>
              </w:rPr>
              <w:t>ww</w:t>
            </w:r>
            <w:proofErr w:type="spellEnd"/>
            <w:r w:rsidRPr="00570174">
              <w:rPr>
                <w:rFonts w:ascii="Lato" w:hAnsi="Lato" w:cs="Arial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3B98EE70" w14:textId="4DD39232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5001993" w14:textId="489C67D9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1FE202E8" w14:textId="3348C7F3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Bogdan Schmidt</w:t>
            </w:r>
          </w:p>
        </w:tc>
        <w:tc>
          <w:tcPr>
            <w:tcW w:w="1200" w:type="dxa"/>
          </w:tcPr>
          <w:p w14:paraId="3C964457" w14:textId="0A2B8022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C137CE" w:rsidRPr="00F22E19" w14:paraId="6C16790B" w14:textId="77777777" w:rsidTr="00C137CE">
        <w:tc>
          <w:tcPr>
            <w:tcW w:w="797" w:type="dxa"/>
          </w:tcPr>
          <w:p w14:paraId="7EABB5A0" w14:textId="77777777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C63B317" w14:textId="77777777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37DA3C6B" w14:textId="77777777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4A4C9E27" w14:textId="77777777" w:rsidR="00C137CE" w:rsidRPr="00570174" w:rsidRDefault="00C137CE" w:rsidP="00C137CE">
            <w:pPr>
              <w:pStyle w:val="Z2tabelatekst"/>
              <w:rPr>
                <w:rFonts w:ascii="Lato" w:hAnsi="Lato" w:cs="Arial"/>
                <w:color w:val="000000"/>
                <w:szCs w:val="18"/>
                <w:lang w:val="pl-PL" w:eastAsia="pl-PL"/>
              </w:rPr>
            </w:pPr>
            <w:r w:rsidRPr="00570174">
              <w:rPr>
                <w:rFonts w:ascii="Lato" w:hAnsi="Lato" w:cs="Arial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785C0A5E" w14:textId="77777777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E06ADEF" w14:textId="77777777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14B9857" w14:textId="77777777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r w:rsidRPr="00570174">
              <w:rPr>
                <w:rFonts w:ascii="Lato" w:hAnsi="Lato"/>
                <w:szCs w:val="18"/>
                <w:lang w:val="pl-PL" w:eastAsia="pl-PL"/>
              </w:rPr>
              <w:t>Wojciech Salamon</w:t>
            </w:r>
          </w:p>
        </w:tc>
        <w:tc>
          <w:tcPr>
            <w:tcW w:w="1200" w:type="dxa"/>
          </w:tcPr>
          <w:p w14:paraId="2C203ED0" w14:textId="77777777" w:rsidR="00C137CE" w:rsidRPr="00570174" w:rsidRDefault="00C137CE" w:rsidP="00C137CE">
            <w:pPr>
              <w:pStyle w:val="Z2tabelatekst"/>
              <w:rPr>
                <w:rFonts w:ascii="Lato" w:hAnsi="Lato"/>
                <w:szCs w:val="18"/>
                <w:lang w:val="pl-PL" w:eastAsia="pl-PL"/>
              </w:rPr>
            </w:pPr>
            <w:proofErr w:type="spellStart"/>
            <w:r w:rsidRPr="00570174">
              <w:rPr>
                <w:rFonts w:ascii="Lato" w:hAnsi="Lato"/>
                <w:szCs w:val="18"/>
                <w:lang w:val="pl-PL" w:eastAsia="pl-PL"/>
              </w:rPr>
              <w:t>nd</w:t>
            </w:r>
            <w:proofErr w:type="spellEnd"/>
          </w:p>
        </w:tc>
      </w:tr>
    </w:tbl>
    <w:p w14:paraId="352E7FC7" w14:textId="77777777" w:rsidR="00A45A2F" w:rsidRPr="00F22E19" w:rsidRDefault="00DF5193" w:rsidP="003D25AE">
      <w:r w:rsidRPr="00F22E19">
        <w:t xml:space="preserve"> </w:t>
      </w:r>
      <w:r w:rsidR="00A45A2F" w:rsidRPr="00F22E19">
        <w:t>(*) Akcje: W = Wstaw, Z = Zamień, We = Weryfikuj, N = Nowy</w:t>
      </w:r>
    </w:p>
    <w:p w14:paraId="53E8B49B" w14:textId="77777777" w:rsidR="00A45A2F" w:rsidRPr="00F22E19" w:rsidRDefault="00A45A2F" w:rsidP="003D25AE">
      <w:r w:rsidRPr="00F22E19">
        <w:t>(**) Rozdziały: W = Wszystkie</w:t>
      </w:r>
    </w:p>
    <w:p w14:paraId="21658ACF" w14:textId="77777777" w:rsidR="00561FE8" w:rsidRPr="00F22E19" w:rsidRDefault="00A45A2F" w:rsidP="003D25AE">
      <w:r w:rsidRPr="00F22E19">
        <w:t>(***) Autorzy: patrz metryka dokumentu</w:t>
      </w:r>
    </w:p>
    <w:p w14:paraId="4F8ADB46" w14:textId="77777777" w:rsidR="003B59A0" w:rsidRPr="00F22E19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F22E19">
        <w:rPr>
          <w:rFonts w:ascii="Lato" w:hAnsi="Lato"/>
        </w:rPr>
        <w:br w:type="page"/>
      </w:r>
      <w:r w:rsidR="003B59A0" w:rsidRPr="00F22E19">
        <w:rPr>
          <w:rFonts w:ascii="Lato" w:hAnsi="Lato"/>
          <w:sz w:val="28"/>
          <w:szCs w:val="28"/>
        </w:rPr>
        <w:lastRenderedPageBreak/>
        <w:t>SPIS TREŚCI</w:t>
      </w:r>
    </w:p>
    <w:p w14:paraId="390500D4" w14:textId="1821511F" w:rsidR="00F74E7B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5D5425">
        <w:fldChar w:fldCharType="begin"/>
      </w:r>
      <w:r w:rsidRPr="005D5425">
        <w:instrText xml:space="preserve"> TOC \o "1-3" \h \z \u </w:instrText>
      </w:r>
      <w:r w:rsidRPr="005D5425">
        <w:fldChar w:fldCharType="separate"/>
      </w:r>
      <w:hyperlink w:anchor="_Toc184280901" w:history="1">
        <w:r w:rsidR="00F74E7B" w:rsidRPr="001C16ED">
          <w:rPr>
            <w:rStyle w:val="Hipercze"/>
            <w:noProof/>
          </w:rPr>
          <w:t>1.</w:t>
        </w:r>
        <w:r w:rsidR="00F74E7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74E7B" w:rsidRPr="001C16ED">
          <w:rPr>
            <w:rStyle w:val="Hipercze"/>
            <w:noProof/>
          </w:rPr>
          <w:t>Opis dokumentu</w:t>
        </w:r>
        <w:r w:rsidR="00F74E7B">
          <w:rPr>
            <w:noProof/>
            <w:webHidden/>
          </w:rPr>
          <w:tab/>
        </w:r>
        <w:r w:rsidR="00F74E7B">
          <w:rPr>
            <w:noProof/>
            <w:webHidden/>
          </w:rPr>
          <w:fldChar w:fldCharType="begin"/>
        </w:r>
        <w:r w:rsidR="00F74E7B">
          <w:rPr>
            <w:noProof/>
            <w:webHidden/>
          </w:rPr>
          <w:instrText xml:space="preserve"> PAGEREF _Toc184280901 \h </w:instrText>
        </w:r>
        <w:r w:rsidR="00F74E7B">
          <w:rPr>
            <w:noProof/>
            <w:webHidden/>
          </w:rPr>
        </w:r>
        <w:r w:rsidR="00F74E7B">
          <w:rPr>
            <w:noProof/>
            <w:webHidden/>
          </w:rPr>
          <w:fldChar w:fldCharType="separate"/>
        </w:r>
        <w:r w:rsidR="00F74E7B">
          <w:rPr>
            <w:noProof/>
            <w:webHidden/>
          </w:rPr>
          <w:t>8</w:t>
        </w:r>
        <w:r w:rsidR="00F74E7B">
          <w:rPr>
            <w:noProof/>
            <w:webHidden/>
          </w:rPr>
          <w:fldChar w:fldCharType="end"/>
        </w:r>
      </w:hyperlink>
    </w:p>
    <w:p w14:paraId="0FFD986A" w14:textId="2A0880FB" w:rsidR="00F74E7B" w:rsidRDefault="00F74E7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02" w:history="1">
        <w:r w:rsidRPr="001C16ED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ECCD45B" w14:textId="5AE99C71" w:rsidR="00F74E7B" w:rsidRDefault="00F74E7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03" w:history="1">
        <w:r w:rsidRPr="001C16ED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FB6339" w14:textId="376AE384" w:rsidR="00F74E7B" w:rsidRDefault="00F74E7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04" w:history="1">
        <w:r w:rsidRPr="001C16ED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11A7C70" w14:textId="0E35E415" w:rsidR="00F74E7B" w:rsidRDefault="00F74E7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05" w:history="1">
        <w:r w:rsidRPr="001C16ED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024C2C2" w14:textId="7323F1A4" w:rsidR="00F74E7B" w:rsidRDefault="00F74E7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80906" w:history="1">
        <w:r w:rsidRPr="001C16ED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D505FCC" w14:textId="18AB1E3F" w:rsidR="00F74E7B" w:rsidRDefault="00F74E7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80907" w:history="1">
        <w:r w:rsidRPr="001C16ED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F77EE58" w14:textId="6FFD244D" w:rsidR="00F74E7B" w:rsidRDefault="00F74E7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08" w:history="1">
        <w:r w:rsidRPr="001C16ED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6FFB2FC" w14:textId="0BE8D57A" w:rsidR="00F74E7B" w:rsidRDefault="00F74E7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80909" w:history="1">
        <w:r w:rsidRPr="001C16ED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8241B2" w14:textId="3E318B98" w:rsidR="00F74E7B" w:rsidRDefault="00F74E7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80910" w:history="1">
        <w:r w:rsidRPr="001C16ED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21EFC77" w14:textId="7123A05C" w:rsidR="00F74E7B" w:rsidRDefault="00F74E7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11" w:history="1">
        <w:r w:rsidRPr="001C16ED">
          <w:rPr>
            <w:rStyle w:val="Hipercze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9C840EA" w14:textId="2BDFE6A3" w:rsidR="00F74E7B" w:rsidRDefault="00F74E7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12" w:history="1">
        <w:r w:rsidRPr="001C16ED">
          <w:rPr>
            <w:rStyle w:val="Hipercze"/>
            <w:noProof/>
          </w:rPr>
          <w:t>1.7.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Specyfikacja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26F291F" w14:textId="4655B840" w:rsidR="00F74E7B" w:rsidRDefault="00F74E7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13" w:history="1">
        <w:r w:rsidRPr="001C16ED">
          <w:rPr>
            <w:rStyle w:val="Hipercze"/>
            <w:noProof/>
          </w:rPr>
          <w:t>1.8.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D897B7B" w14:textId="6E882709" w:rsidR="00F74E7B" w:rsidRDefault="00F74E7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14" w:history="1">
        <w:r w:rsidRPr="001C16ED">
          <w:rPr>
            <w:rStyle w:val="Hipercze"/>
            <w:noProof/>
          </w:rPr>
          <w:t>1.9.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E52E2C4" w14:textId="183E8423" w:rsidR="00F74E7B" w:rsidRDefault="00F74E7B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15" w:history="1">
        <w:r w:rsidRPr="001C16ED">
          <w:rPr>
            <w:rStyle w:val="Hipercze"/>
            <w:noProof/>
          </w:rPr>
          <w:t>1.10.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1C16ED">
          <w:rPr>
            <w:rStyle w:val="Hipercze"/>
            <w:noProof/>
          </w:rPr>
          <w:t>Pliki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6B94CBD" w14:textId="7CD2652C" w:rsidR="00764E48" w:rsidRPr="003F5020" w:rsidRDefault="00035695" w:rsidP="003F5020">
      <w:pPr>
        <w:rPr>
          <w:sz w:val="28"/>
          <w:szCs w:val="28"/>
        </w:rPr>
      </w:pPr>
      <w:r w:rsidRPr="005D5425">
        <w:fldChar w:fldCharType="end"/>
      </w:r>
      <w:bookmarkStart w:id="2" w:name="_Toc349568549"/>
      <w:r w:rsidR="003F030F" w:rsidRPr="003F5020">
        <w:rPr>
          <w:sz w:val="28"/>
          <w:szCs w:val="28"/>
        </w:rPr>
        <w:t>SPIS TABEL</w:t>
      </w:r>
      <w:bookmarkEnd w:id="2"/>
    </w:p>
    <w:p w14:paraId="5C5A0E30" w14:textId="1078B8E5" w:rsidR="00F74E7B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5D5425">
        <w:fldChar w:fldCharType="begin"/>
      </w:r>
      <w:r w:rsidR="00836DD7" w:rsidRPr="005D5425">
        <w:instrText xml:space="preserve"> TOC \h \z \c "Tabela" </w:instrText>
      </w:r>
      <w:r w:rsidRPr="005D5425">
        <w:fldChar w:fldCharType="separate"/>
      </w:r>
      <w:hyperlink w:anchor="_Toc184280887" w:history="1">
        <w:r w:rsidR="00F74E7B" w:rsidRPr="00506919">
          <w:rPr>
            <w:rStyle w:val="Hipercze"/>
            <w:noProof/>
          </w:rPr>
          <w:t>Tabela 1. Metryka dokumentu</w:t>
        </w:r>
        <w:r w:rsidR="00F74E7B">
          <w:rPr>
            <w:noProof/>
            <w:webHidden/>
          </w:rPr>
          <w:tab/>
        </w:r>
        <w:r w:rsidR="00F74E7B">
          <w:rPr>
            <w:noProof/>
            <w:webHidden/>
          </w:rPr>
          <w:fldChar w:fldCharType="begin"/>
        </w:r>
        <w:r w:rsidR="00F74E7B">
          <w:rPr>
            <w:noProof/>
            <w:webHidden/>
          </w:rPr>
          <w:instrText xml:space="preserve"> PAGEREF _Toc184280887 \h </w:instrText>
        </w:r>
        <w:r w:rsidR="00F74E7B">
          <w:rPr>
            <w:noProof/>
            <w:webHidden/>
          </w:rPr>
        </w:r>
        <w:r w:rsidR="00F74E7B">
          <w:rPr>
            <w:noProof/>
            <w:webHidden/>
          </w:rPr>
          <w:fldChar w:fldCharType="separate"/>
        </w:r>
        <w:r w:rsidR="00F74E7B">
          <w:rPr>
            <w:noProof/>
            <w:webHidden/>
          </w:rPr>
          <w:t>2</w:t>
        </w:r>
        <w:r w:rsidR="00F74E7B">
          <w:rPr>
            <w:noProof/>
            <w:webHidden/>
          </w:rPr>
          <w:fldChar w:fldCharType="end"/>
        </w:r>
      </w:hyperlink>
    </w:p>
    <w:p w14:paraId="05DF3D74" w14:textId="5144F16E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88" w:history="1">
        <w:r w:rsidRPr="00506919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04541D6" w14:textId="572851C5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89" w:history="1">
        <w:r w:rsidRPr="00506919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BFB9F82" w14:textId="1F21452B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0" w:history="1">
        <w:r w:rsidRPr="00506919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23263A" w14:textId="66EA54FD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1" w:history="1">
        <w:r w:rsidRPr="00506919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27E5D67" w14:textId="23CDED2A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2" w:history="1">
        <w:r w:rsidRPr="00506919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4D22C8F" w14:textId="6EDCC0DC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3" w:history="1">
        <w:r w:rsidRPr="00506919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E043242" w14:textId="28B7AB79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4" w:history="1">
        <w:r w:rsidRPr="00506919">
          <w:rPr>
            <w:rStyle w:val="Hipercze"/>
            <w:noProof/>
          </w:rPr>
          <w:t>Tabela 8. Dane ogólne w ramach struktury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208CC50" w14:textId="31FFBCA6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5" w:history="1">
        <w:r w:rsidRPr="00506919">
          <w:rPr>
            <w:rStyle w:val="Hipercze"/>
            <w:noProof/>
          </w:rPr>
          <w:t>Tabela 9. Struktura elementu POGPType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6931E0F" w14:textId="14BD0167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6" w:history="1">
        <w:r w:rsidRPr="00506919">
          <w:rPr>
            <w:rStyle w:val="Hipercze"/>
            <w:noProof/>
          </w:rPr>
          <w:t>Tabela 10.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4F50F2C" w14:textId="4F2481EC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7" w:history="1">
        <w:r w:rsidRPr="00506919">
          <w:rPr>
            <w:rStyle w:val="Hipercze"/>
            <w:noProof/>
          </w:rPr>
          <w:t>Tabela 11. Struktura elementu TraderType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853F024" w14:textId="3DD1CE59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8" w:history="1">
        <w:r w:rsidRPr="00506919">
          <w:rPr>
            <w:rStyle w:val="Hipercze"/>
            <w:noProof/>
          </w:rPr>
          <w:t>Tabela 12. Struktura elementu CorporateType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73050CC" w14:textId="5D1F8B45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899" w:history="1">
        <w:r w:rsidRPr="00506919">
          <w:rPr>
            <w:rStyle w:val="Hipercze"/>
            <w:noProof/>
          </w:rPr>
          <w:t>Tabela 13 Struktura elementu CalculationOfTaxOnGameType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3987308" w14:textId="2F0A8566" w:rsidR="00F74E7B" w:rsidRDefault="00F74E7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0900" w:history="1">
        <w:r w:rsidRPr="00506919">
          <w:rPr>
            <w:rStyle w:val="Hipercze"/>
            <w:noProof/>
          </w:rPr>
          <w:t>Tabela 14. Reguły dotyczące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_Toc184280900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999CA8E" w14:textId="1A81DA57" w:rsidR="003F5020" w:rsidRDefault="0006207D" w:rsidP="003F5020">
      <w:r w:rsidRPr="005D5425">
        <w:fldChar w:fldCharType="end"/>
      </w:r>
      <w:bookmarkStart w:id="3" w:name="_Toc341696555"/>
      <w:bookmarkStart w:id="4" w:name="_Toc349568551"/>
      <w:r w:rsidR="003F5020">
        <w:br w:type="page"/>
      </w:r>
    </w:p>
    <w:p w14:paraId="1EA2D257" w14:textId="38499304" w:rsidR="003F3585" w:rsidRPr="00F22E19" w:rsidRDefault="00004C2C" w:rsidP="003F5020">
      <w:pPr>
        <w:pStyle w:val="Nagwek1"/>
      </w:pPr>
      <w:bookmarkStart w:id="5" w:name="_Toc184280901"/>
      <w:r w:rsidRPr="00F22E19">
        <w:lastRenderedPageBreak/>
        <w:t xml:space="preserve">Opis </w:t>
      </w:r>
      <w:r w:rsidR="00CE1C03" w:rsidRPr="00F22E19">
        <w:t>dokumentu</w:t>
      </w:r>
      <w:bookmarkEnd w:id="3"/>
      <w:bookmarkEnd w:id="4"/>
      <w:bookmarkEnd w:id="5"/>
    </w:p>
    <w:p w14:paraId="676C08A7" w14:textId="77777777" w:rsidR="006A3A07" w:rsidRPr="00F22E19" w:rsidRDefault="006A3A07" w:rsidP="003F5020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4280902"/>
      <w:r w:rsidRPr="00F22E19">
        <w:t>Cel dokumentu</w:t>
      </w:r>
      <w:bookmarkEnd w:id="6"/>
      <w:bookmarkEnd w:id="7"/>
      <w:bookmarkEnd w:id="10"/>
    </w:p>
    <w:p w14:paraId="3694DF96" w14:textId="77777777" w:rsidR="000D5EA2" w:rsidRPr="00F22E19" w:rsidRDefault="009B1416" w:rsidP="003F5020">
      <w:pPr>
        <w:autoSpaceDE w:val="0"/>
        <w:autoSpaceDN w:val="0"/>
        <w:adjustRightInd w:val="0"/>
        <w:spacing w:before="40" w:after="60"/>
      </w:pPr>
      <w:r w:rsidRPr="00F22E19">
        <w:t>Celem specyfikacji jest zdefiniowanie struktury i zawartości informacyjnej dokumentu XML (zwanej tutaj także komunikatem) deklaracji dla podatku od gier urządzających turniej gry pokera POGP.</w:t>
      </w:r>
    </w:p>
    <w:p w14:paraId="08524D12" w14:textId="77777777" w:rsidR="006A3A07" w:rsidRPr="00F22E19" w:rsidRDefault="006A3A07" w:rsidP="003F5020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4280903"/>
      <w:bookmarkEnd w:id="8"/>
      <w:bookmarkEnd w:id="9"/>
      <w:r w:rsidRPr="00F22E19">
        <w:t>Zastosowanie</w:t>
      </w:r>
      <w:bookmarkEnd w:id="11"/>
      <w:bookmarkEnd w:id="15"/>
    </w:p>
    <w:p w14:paraId="58635B44" w14:textId="77777777" w:rsidR="00DD5E7B" w:rsidRPr="00F22E19" w:rsidRDefault="00DD5E7B" w:rsidP="003F5020">
      <w:pPr>
        <w:pStyle w:val="TekstOpisu"/>
        <w:ind w:left="0"/>
        <w:rPr>
          <w:rFonts w:ascii="Lato" w:hAnsi="Lato"/>
          <w:sz w:val="22"/>
          <w:szCs w:val="22"/>
        </w:rPr>
      </w:pPr>
      <w:r w:rsidRPr="00F22E19">
        <w:rPr>
          <w:rFonts w:ascii="Lato" w:hAnsi="Lato"/>
          <w:sz w:val="22"/>
          <w:szCs w:val="22"/>
        </w:rPr>
        <w:t>Dokument jest stosowany, jako źródłowy przy projektowaniu, implementacji oraz tworzeniu dokumentacji testowej i użytkowej systemu.</w:t>
      </w:r>
    </w:p>
    <w:p w14:paraId="76B13497" w14:textId="77777777" w:rsidR="00DD5E7B" w:rsidRPr="00F22E19" w:rsidRDefault="00DD5E7B" w:rsidP="003F5020">
      <w:pPr>
        <w:pStyle w:val="TekstOpisu"/>
        <w:ind w:left="0"/>
        <w:rPr>
          <w:rFonts w:ascii="Lato" w:hAnsi="Lato"/>
          <w:sz w:val="22"/>
          <w:szCs w:val="22"/>
        </w:rPr>
      </w:pPr>
      <w:r w:rsidRPr="00F22E19">
        <w:rPr>
          <w:rFonts w:ascii="Lato" w:hAnsi="Lato"/>
          <w:sz w:val="22"/>
          <w:szCs w:val="22"/>
        </w:rPr>
        <w:t xml:space="preserve">Adresatem dokumentu jest zespół projektowy po stronie </w:t>
      </w:r>
      <w:r w:rsidR="00BE1A22" w:rsidRPr="00F22E19">
        <w:rPr>
          <w:rFonts w:ascii="Lato" w:hAnsi="Lato"/>
          <w:sz w:val="22"/>
          <w:szCs w:val="22"/>
        </w:rPr>
        <w:t xml:space="preserve">Administracji Skarbowej </w:t>
      </w:r>
      <w:r w:rsidRPr="00F22E19">
        <w:rPr>
          <w:rFonts w:ascii="Lato" w:hAnsi="Lato"/>
          <w:sz w:val="22"/>
          <w:szCs w:val="22"/>
        </w:rPr>
        <w:t>oraz zespoły: programistyczno-projektowy, testerów, dokumentalistów, po stronie Wykonawcy oraz Podmioty zewnętrzne składające deklaracje.</w:t>
      </w:r>
    </w:p>
    <w:p w14:paraId="073B6C7C" w14:textId="77777777" w:rsidR="00B6118C" w:rsidRPr="00F22E19" w:rsidRDefault="00B6118C" w:rsidP="003F5020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61657244"/>
      <w:bookmarkStart w:id="22" w:name="_Toc361666182"/>
      <w:bookmarkStart w:id="23" w:name="_Toc341696559"/>
      <w:bookmarkStart w:id="24" w:name="_Toc349568556"/>
      <w:bookmarkStart w:id="25" w:name="_Toc341696561"/>
      <w:bookmarkStart w:id="26" w:name="_Toc349568558"/>
      <w:bookmarkStart w:id="27" w:name="_Toc361145800"/>
      <w:bookmarkStart w:id="28" w:name="_Toc341696562"/>
      <w:bookmarkStart w:id="29" w:name="_Toc349568559"/>
      <w:bookmarkStart w:id="30" w:name="_Toc184280904"/>
      <w:bookmarkEnd w:id="12"/>
      <w:bookmarkEnd w:id="13"/>
      <w:bookmarkEnd w:id="14"/>
      <w:bookmarkEnd w:id="16"/>
      <w:bookmarkEnd w:id="17"/>
      <w:r w:rsidRPr="00F22E19">
        <w:t>Obowiązywanie</w:t>
      </w:r>
      <w:bookmarkEnd w:id="30"/>
    </w:p>
    <w:p w14:paraId="0DBD8C9E" w14:textId="77777777" w:rsidR="00B6118C" w:rsidRPr="00F22E19" w:rsidRDefault="00F119C1" w:rsidP="003F5020">
      <w:r w:rsidRPr="00F22E19">
        <w:t>Specyfikacja obowiązuje dla deklaracji składanych za okres miesięczny, gdy okres nie jest wcześniejszy niż luty 2017 roku.</w:t>
      </w:r>
    </w:p>
    <w:p w14:paraId="3BC84C63" w14:textId="77777777" w:rsidR="00AC2548" w:rsidRPr="00F22E19" w:rsidRDefault="00AC2548" w:rsidP="003F5020">
      <w:pPr>
        <w:pStyle w:val="Nagwek2"/>
      </w:pPr>
      <w:bookmarkStart w:id="31" w:name="_Toc184280905"/>
      <w:r w:rsidRPr="00F22E19">
        <w:t>Dokumenty obowiązujące i pomocnicze</w:t>
      </w:r>
      <w:bookmarkEnd w:id="18"/>
      <w:bookmarkEnd w:id="19"/>
      <w:bookmarkEnd w:id="20"/>
      <w:bookmarkEnd w:id="21"/>
      <w:bookmarkEnd w:id="22"/>
      <w:bookmarkEnd w:id="31"/>
    </w:p>
    <w:p w14:paraId="0E273448" w14:textId="77777777" w:rsidR="00AC2548" w:rsidRPr="00F22E19" w:rsidRDefault="00AC2548" w:rsidP="003F5020">
      <w:pPr>
        <w:pStyle w:val="Nagwek3"/>
      </w:pPr>
      <w:bookmarkStart w:id="32" w:name="_Toc361657245"/>
      <w:bookmarkStart w:id="33" w:name="_Toc361666183"/>
      <w:bookmarkStart w:id="34" w:name="_Toc184280906"/>
      <w:r w:rsidRPr="00F22E19">
        <w:t>Dokumenty obowiązujące</w:t>
      </w:r>
      <w:bookmarkEnd w:id="23"/>
      <w:bookmarkEnd w:id="24"/>
      <w:bookmarkEnd w:id="32"/>
      <w:bookmarkEnd w:id="33"/>
      <w:bookmarkEnd w:id="34"/>
    </w:p>
    <w:p w14:paraId="110D581F" w14:textId="051A37D0" w:rsidR="00AC2548" w:rsidRPr="00F22E19" w:rsidRDefault="00AC2548" w:rsidP="00F22E19">
      <w:pPr>
        <w:pStyle w:val="Legenda"/>
      </w:pPr>
      <w:bookmarkStart w:id="35" w:name="_Ref341107414"/>
      <w:bookmarkStart w:id="36" w:name="_Toc361657256"/>
      <w:bookmarkStart w:id="37" w:name="_Toc361666194"/>
      <w:bookmarkStart w:id="38" w:name="_Toc184280889"/>
      <w:r w:rsidRPr="00F22E19">
        <w:t xml:space="preserve">Tabela </w:t>
      </w:r>
      <w:r w:rsidR="00F74E7B">
        <w:fldChar w:fldCharType="begin"/>
      </w:r>
      <w:r w:rsidR="00F74E7B">
        <w:instrText xml:space="preserve"> </w:instrText>
      </w:r>
      <w:r w:rsidR="00F74E7B">
        <w:instrText xml:space="preserve">SEQ Tabela \* ARABIC </w:instrText>
      </w:r>
      <w:r w:rsidR="00F74E7B">
        <w:fldChar w:fldCharType="separate"/>
      </w:r>
      <w:r w:rsidR="004B164C">
        <w:rPr>
          <w:noProof/>
        </w:rPr>
        <w:t>3</w:t>
      </w:r>
      <w:r w:rsidR="00F74E7B">
        <w:rPr>
          <w:noProof/>
        </w:rPr>
        <w:fldChar w:fldCharType="end"/>
      </w:r>
      <w:bookmarkEnd w:id="35"/>
      <w:r w:rsidRPr="00F22E19">
        <w:t>. Wykaz dokumentów obowiązujących</w:t>
      </w:r>
      <w:bookmarkEnd w:id="36"/>
      <w:bookmarkEnd w:id="37"/>
      <w:bookmarkEnd w:id="38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F22E19" w14:paraId="7753DD72" w14:textId="77777777" w:rsidTr="00A73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47FA45F3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675A46F4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11" w:type="dxa"/>
          </w:tcPr>
          <w:p w14:paraId="0D60EA04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59FE5A18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196" w:type="dxa"/>
          </w:tcPr>
          <w:p w14:paraId="0DD31EDE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8A1C61" w:rsidRPr="00F22E19" w14:paraId="1103CF5A" w14:textId="77777777" w:rsidTr="00A731A8">
        <w:tc>
          <w:tcPr>
            <w:tcW w:w="480" w:type="dxa"/>
          </w:tcPr>
          <w:p w14:paraId="67636475" w14:textId="77777777" w:rsidR="008A1C61" w:rsidRPr="00570174" w:rsidRDefault="008A1C61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9" w:name="_Ref361653747"/>
          </w:p>
        </w:tc>
        <w:bookmarkEnd w:id="39"/>
        <w:tc>
          <w:tcPr>
            <w:tcW w:w="3840" w:type="dxa"/>
          </w:tcPr>
          <w:p w14:paraId="6B11DB0E" w14:textId="77777777" w:rsidR="008A1C61" w:rsidRPr="00570174" w:rsidRDefault="008A1C61" w:rsidP="00F048DC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270DA046" w14:textId="77777777" w:rsidR="008A1C61" w:rsidRPr="00570174" w:rsidRDefault="008A1C61" w:rsidP="00062F2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98736C" w:rsidRPr="00570174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50CA5E64" w14:textId="77777777" w:rsidR="008A1C61" w:rsidRPr="00570174" w:rsidRDefault="008A1C61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7E940EAC" w14:textId="77777777" w:rsidR="008A1C61" w:rsidRPr="00570174" w:rsidRDefault="008A1C61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76280264" w14:textId="77777777" w:rsidR="00AC2548" w:rsidRPr="00F22E19" w:rsidRDefault="00AC2548" w:rsidP="00F22E19">
      <w:pPr>
        <w:pStyle w:val="Nagwek3"/>
      </w:pPr>
      <w:bookmarkStart w:id="40" w:name="_Toc341696560"/>
      <w:bookmarkStart w:id="41" w:name="_Toc349568557"/>
      <w:bookmarkStart w:id="42" w:name="_Toc361655060"/>
      <w:bookmarkStart w:id="43" w:name="_Toc361657246"/>
      <w:bookmarkStart w:id="44" w:name="_Toc361666184"/>
      <w:bookmarkStart w:id="45" w:name="_Toc184280907"/>
      <w:r w:rsidRPr="00F22E19">
        <w:t>Dokumenty pomocnicze</w:t>
      </w:r>
      <w:bookmarkEnd w:id="40"/>
      <w:bookmarkEnd w:id="41"/>
      <w:bookmarkEnd w:id="42"/>
      <w:bookmarkEnd w:id="43"/>
      <w:bookmarkEnd w:id="44"/>
      <w:bookmarkEnd w:id="45"/>
    </w:p>
    <w:p w14:paraId="77F0B0D5" w14:textId="03F68D07" w:rsidR="00AC2548" w:rsidRPr="00F22E19" w:rsidRDefault="00AC2548" w:rsidP="00F22E19">
      <w:pPr>
        <w:pStyle w:val="Legenda"/>
      </w:pPr>
      <w:bookmarkStart w:id="46" w:name="_Toc361655088"/>
      <w:bookmarkStart w:id="47" w:name="_Toc361657257"/>
      <w:bookmarkStart w:id="48" w:name="_Toc361666195"/>
      <w:bookmarkStart w:id="49" w:name="_Toc184280890"/>
      <w:r w:rsidRPr="00F22E19"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 w:rsidR="004B164C">
        <w:rPr>
          <w:noProof/>
        </w:rPr>
        <w:t>4</w:t>
      </w:r>
      <w:r w:rsidR="00F74E7B">
        <w:rPr>
          <w:noProof/>
        </w:rPr>
        <w:fldChar w:fldCharType="end"/>
      </w:r>
      <w:r w:rsidRPr="00F22E19">
        <w:t>. Wykaz dokumentów pomocniczych</w:t>
      </w:r>
      <w:bookmarkEnd w:id="46"/>
      <w:bookmarkEnd w:id="47"/>
      <w:bookmarkEnd w:id="48"/>
      <w:bookmarkEnd w:id="49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F22E19" w14:paraId="70298110" w14:textId="77777777" w:rsidTr="00A73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67BCDAFB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5329B5E9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00" w:type="dxa"/>
          </w:tcPr>
          <w:p w14:paraId="0234869D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41CD5C8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200" w:type="dxa"/>
          </w:tcPr>
          <w:p w14:paraId="51421B98" w14:textId="77777777" w:rsidR="00AC2548" w:rsidRPr="00A731A8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731A8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601669" w:rsidRPr="00F22E19" w14:paraId="5F2E6093" w14:textId="77777777" w:rsidTr="00A731A8">
        <w:tc>
          <w:tcPr>
            <w:tcW w:w="480" w:type="dxa"/>
          </w:tcPr>
          <w:p w14:paraId="034943C5" w14:textId="77777777" w:rsidR="00601669" w:rsidRPr="00570174" w:rsidRDefault="00601669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2CB980E8" w14:textId="77777777" w:rsidR="00601669" w:rsidRPr="00570174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639321CB" w14:textId="77777777" w:rsidR="00601669" w:rsidRPr="00570174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E844D9A" w14:textId="77777777" w:rsidR="00601669" w:rsidRPr="00570174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4A1D327" w14:textId="77777777" w:rsidR="00601669" w:rsidRPr="00570174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D34B067" w14:textId="77777777" w:rsidR="00621712" w:rsidRPr="00F22E19" w:rsidRDefault="00621712" w:rsidP="00F22E19">
      <w:pPr>
        <w:pStyle w:val="Nagwek2"/>
      </w:pPr>
      <w:bookmarkStart w:id="50" w:name="_Toc184280908"/>
      <w:r w:rsidRPr="00F22E19">
        <w:lastRenderedPageBreak/>
        <w:t>Słownik przyjętych skrótów i terminów</w:t>
      </w:r>
      <w:bookmarkEnd w:id="25"/>
      <w:bookmarkEnd w:id="26"/>
      <w:bookmarkEnd w:id="27"/>
      <w:bookmarkEnd w:id="50"/>
    </w:p>
    <w:p w14:paraId="29602D1F" w14:textId="77777777" w:rsidR="003F3585" w:rsidRPr="00F22E19" w:rsidRDefault="00C43119" w:rsidP="00F22E19">
      <w:pPr>
        <w:pStyle w:val="Nagwek3"/>
      </w:pPr>
      <w:bookmarkStart w:id="51" w:name="_Toc184280909"/>
      <w:r w:rsidRPr="00F22E19">
        <w:t xml:space="preserve">Skróty i </w:t>
      </w:r>
      <w:r w:rsidR="00E92D9D" w:rsidRPr="00F22E19">
        <w:t>ak</w:t>
      </w:r>
      <w:r w:rsidR="003F3585" w:rsidRPr="00F22E19">
        <w:t>ronimy</w:t>
      </w:r>
      <w:bookmarkEnd w:id="28"/>
      <w:bookmarkEnd w:id="29"/>
      <w:bookmarkEnd w:id="51"/>
    </w:p>
    <w:p w14:paraId="69AFBF99" w14:textId="57B02C62" w:rsidR="00034C39" w:rsidRPr="00F22E19" w:rsidRDefault="00034C39" w:rsidP="00F22E19">
      <w:pPr>
        <w:pStyle w:val="Legenda"/>
      </w:pPr>
      <w:bookmarkStart w:id="52" w:name="_Toc184280891"/>
      <w:r w:rsidRPr="00F22E19"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 w:rsidR="004B164C">
        <w:rPr>
          <w:noProof/>
        </w:rPr>
        <w:t>5</w:t>
      </w:r>
      <w:r w:rsidR="00F74E7B">
        <w:rPr>
          <w:noProof/>
        </w:rPr>
        <w:fldChar w:fldCharType="end"/>
      </w:r>
      <w:r w:rsidRPr="00F22E19">
        <w:t>. Wykaz skrótów i akronimów</w:t>
      </w:r>
      <w:bookmarkEnd w:id="5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34D27" w:rsidRPr="00F22E19" w14:paraId="666451CD" w14:textId="77777777" w:rsidTr="00A73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16563969" w14:textId="77777777" w:rsidR="00D34D27" w:rsidRPr="00A731A8" w:rsidRDefault="00D34D27" w:rsidP="00FE1C7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bookmarkStart w:id="53" w:name="_Toc349568560"/>
            <w:r w:rsidRPr="00A731A8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04E5290C" w14:textId="77777777" w:rsidR="00D34D27" w:rsidRPr="00A731A8" w:rsidRDefault="00D34D27" w:rsidP="00FE1C7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A731A8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D34D27" w:rsidRPr="00F22E19" w14:paraId="2394D047" w14:textId="77777777" w:rsidTr="00A731A8">
        <w:tc>
          <w:tcPr>
            <w:tcW w:w="2988" w:type="dxa"/>
          </w:tcPr>
          <w:p w14:paraId="31A31844" w14:textId="77777777" w:rsidR="00D34D27" w:rsidRPr="00A731A8" w:rsidRDefault="00D34D27" w:rsidP="00FE1C77">
            <w:pPr>
              <w:pStyle w:val="Tabelazwyky"/>
              <w:rPr>
                <w:lang w:val="en-GB"/>
              </w:rPr>
            </w:pPr>
            <w:r w:rsidRPr="00A731A8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58E6A6AB" w14:textId="77777777" w:rsidR="00D34D27" w:rsidRPr="00570174" w:rsidRDefault="00D34D27" w:rsidP="00FE1C77">
            <w:pPr>
              <w:pStyle w:val="Tabelazwyky"/>
            </w:pPr>
            <w:proofErr w:type="spellStart"/>
            <w:r w:rsidRPr="00570174">
              <w:rPr>
                <w:i/>
              </w:rPr>
              <w:t>Automated</w:t>
            </w:r>
            <w:proofErr w:type="spellEnd"/>
            <w:r w:rsidRPr="00570174">
              <w:rPr>
                <w:i/>
              </w:rPr>
              <w:t xml:space="preserve"> Import System</w:t>
            </w:r>
            <w:r w:rsidRPr="00570174">
              <w:t xml:space="preserve"> – Automatyczny System Importu. Także projekt „Programu e-Cło”.</w:t>
            </w:r>
          </w:p>
        </w:tc>
      </w:tr>
      <w:tr w:rsidR="00D34D27" w:rsidRPr="00F22E19" w14:paraId="0A2619EA" w14:textId="77777777" w:rsidTr="00A731A8">
        <w:tc>
          <w:tcPr>
            <w:tcW w:w="2988" w:type="dxa"/>
          </w:tcPr>
          <w:p w14:paraId="1F070BB0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6C5814E2" w14:textId="77777777" w:rsidR="00D34D27" w:rsidRPr="00570174" w:rsidRDefault="00D34D27" w:rsidP="00FE1C77">
            <w:pPr>
              <w:pStyle w:val="Tabelazwyky"/>
            </w:pPr>
            <w:r w:rsidRPr="00570174">
              <w:t>Hurtownia danych Administracji Celnej.</w:t>
            </w:r>
          </w:p>
        </w:tc>
      </w:tr>
      <w:tr w:rsidR="00D34D27" w:rsidRPr="00F22E19" w14:paraId="3EE62A74" w14:textId="77777777" w:rsidTr="00A731A8">
        <w:tc>
          <w:tcPr>
            <w:tcW w:w="2988" w:type="dxa"/>
          </w:tcPr>
          <w:p w14:paraId="72BCEA90" w14:textId="77777777" w:rsidR="00D34D27" w:rsidRPr="00A731A8" w:rsidRDefault="00D34D27" w:rsidP="00FE1C77">
            <w:pPr>
              <w:pStyle w:val="Tabelazwyky"/>
              <w:rPr>
                <w:lang w:val="en-GB"/>
              </w:rPr>
            </w:pPr>
            <w:r w:rsidRPr="00A731A8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547F9E3B" w14:textId="77777777" w:rsidR="00D34D27" w:rsidRPr="00570174" w:rsidRDefault="00D34D27" w:rsidP="00FE1C77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570174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34D27" w:rsidRPr="00F22E19" w14:paraId="15DC93E1" w14:textId="77777777" w:rsidTr="00A731A8">
        <w:tc>
          <w:tcPr>
            <w:tcW w:w="2988" w:type="dxa"/>
          </w:tcPr>
          <w:p w14:paraId="1EF788FF" w14:textId="77777777" w:rsidR="00D34D27" w:rsidRPr="00A731A8" w:rsidRDefault="00D34D27" w:rsidP="00FE1C77">
            <w:pPr>
              <w:pStyle w:val="Tabelazwyky"/>
              <w:rPr>
                <w:lang w:val="en-GB"/>
              </w:rPr>
            </w:pPr>
            <w:r w:rsidRPr="00A731A8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194F64D9" w14:textId="77777777" w:rsidR="00D34D27" w:rsidRPr="00570174" w:rsidRDefault="00D34D27" w:rsidP="00FE1C77">
            <w:pPr>
              <w:pStyle w:val="Tabelazwyky"/>
              <w:rPr>
                <w:lang w:val="fr-FR"/>
              </w:rPr>
            </w:pPr>
            <w:r w:rsidRPr="00570174">
              <w:rPr>
                <w:i/>
                <w:lang w:val="fr-FR"/>
              </w:rPr>
              <w:t xml:space="preserve">EU Customs Information Portal </w:t>
            </w:r>
            <w:r w:rsidRPr="00570174">
              <w:rPr>
                <w:lang w:val="fr-FR"/>
              </w:rPr>
              <w:t>– Europejski</w:t>
            </w:r>
            <w:r w:rsidRPr="00570174">
              <w:rPr>
                <w:i/>
                <w:lang w:val="fr-FR"/>
              </w:rPr>
              <w:t xml:space="preserve"> </w:t>
            </w:r>
            <w:r w:rsidRPr="00570174">
              <w:rPr>
                <w:lang w:val="fr-FR"/>
              </w:rPr>
              <w:t xml:space="preserve">Portal Informacji Celnej. </w:t>
            </w:r>
          </w:p>
        </w:tc>
      </w:tr>
      <w:tr w:rsidR="00D34D27" w:rsidRPr="00F22E19" w14:paraId="0E9E43B2" w14:textId="77777777" w:rsidTr="00A731A8">
        <w:tc>
          <w:tcPr>
            <w:tcW w:w="2988" w:type="dxa"/>
          </w:tcPr>
          <w:p w14:paraId="4A21D74F" w14:textId="77777777" w:rsidR="00D34D27" w:rsidRPr="00A731A8" w:rsidRDefault="00D34D27" w:rsidP="00FE1C77">
            <w:pPr>
              <w:pStyle w:val="Tabelazwyky"/>
              <w:rPr>
                <w:lang w:val="en-GB"/>
              </w:rPr>
            </w:pPr>
            <w:r w:rsidRPr="00A731A8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0F4DD0DD" w14:textId="77777777" w:rsidR="00D34D27" w:rsidRPr="00570174" w:rsidRDefault="00D34D27" w:rsidP="00FE1C77">
            <w:pPr>
              <w:pStyle w:val="Tabelazwyky"/>
            </w:pPr>
            <w:proofErr w:type="spellStart"/>
            <w:r w:rsidRPr="00570174">
              <w:rPr>
                <w:i/>
              </w:rPr>
              <w:t>European</w:t>
            </w:r>
            <w:proofErr w:type="spellEnd"/>
            <w:r w:rsidRPr="00570174">
              <w:rPr>
                <w:i/>
              </w:rPr>
              <w:t xml:space="preserve"> </w:t>
            </w:r>
            <w:proofErr w:type="spellStart"/>
            <w:r w:rsidRPr="00570174">
              <w:rPr>
                <w:i/>
              </w:rPr>
              <w:t>Customs</w:t>
            </w:r>
            <w:proofErr w:type="spellEnd"/>
            <w:r w:rsidRPr="00570174">
              <w:rPr>
                <w:i/>
              </w:rPr>
              <w:t xml:space="preserve"> Information Portal</w:t>
            </w:r>
            <w:r w:rsidRPr="00570174">
              <w:t xml:space="preserve"> - Europejski Informacyjny Portal Celny</w:t>
            </w:r>
          </w:p>
          <w:p w14:paraId="375255A0" w14:textId="77777777" w:rsidR="00D34D27" w:rsidRPr="00570174" w:rsidRDefault="00D34D27" w:rsidP="00FE1C77">
            <w:pPr>
              <w:pStyle w:val="Tabelazwyky"/>
            </w:pPr>
            <w:r w:rsidRPr="00570174">
              <w:rPr>
                <w:i/>
              </w:rPr>
              <w:t xml:space="preserve">Single </w:t>
            </w:r>
            <w:proofErr w:type="spellStart"/>
            <w:r w:rsidRPr="00570174">
              <w:rPr>
                <w:i/>
              </w:rPr>
              <w:t>Electronic</w:t>
            </w:r>
            <w:proofErr w:type="spellEnd"/>
            <w:r w:rsidRPr="00570174">
              <w:rPr>
                <w:i/>
              </w:rPr>
              <w:t xml:space="preserve"> Access Point</w:t>
            </w:r>
            <w:r w:rsidRPr="00570174">
              <w:t xml:space="preserve"> - Pojedynczy Elektroniczny Punkt Dostępu</w:t>
            </w:r>
          </w:p>
          <w:p w14:paraId="6CAB9C76" w14:textId="77777777" w:rsidR="00D34D27" w:rsidRPr="00570174" w:rsidRDefault="00D34D27" w:rsidP="00FE1C77">
            <w:pPr>
              <w:pStyle w:val="Tabelazwyky"/>
            </w:pPr>
            <w:r w:rsidRPr="00570174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34D27" w:rsidRPr="00F22E19" w14:paraId="2785BD95" w14:textId="77777777" w:rsidTr="00A731A8">
        <w:tc>
          <w:tcPr>
            <w:tcW w:w="2988" w:type="dxa"/>
          </w:tcPr>
          <w:p w14:paraId="6897BBA2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200629FE" w14:textId="77777777" w:rsidR="00D34D27" w:rsidRPr="00570174" w:rsidRDefault="00D34D27" w:rsidP="00FE1C77">
            <w:pPr>
              <w:pStyle w:val="Tabelazwyky"/>
            </w:pPr>
            <w:r w:rsidRPr="00570174">
              <w:rPr>
                <w:i/>
              </w:rPr>
              <w:t>Enterprise Service Bus</w:t>
            </w:r>
            <w:r w:rsidRPr="00570174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34D27" w:rsidRPr="00F22E19" w14:paraId="32BE9FB8" w14:textId="77777777" w:rsidTr="00A731A8">
        <w:tc>
          <w:tcPr>
            <w:tcW w:w="2988" w:type="dxa"/>
          </w:tcPr>
          <w:p w14:paraId="50C6BB78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7312C93A" w14:textId="77777777" w:rsidR="00D34D27" w:rsidRPr="00570174" w:rsidRDefault="00D34D27" w:rsidP="00FE1C77">
            <w:pPr>
              <w:pStyle w:val="Tabelazwyky"/>
            </w:pPr>
            <w:r w:rsidRPr="00570174">
              <w:t xml:space="preserve">Ewidencja Spraw Karnych Skarbowych - system informatyczny usprawniający pracę </w:t>
            </w:r>
            <w:r w:rsidR="00BE1A22" w:rsidRPr="00570174">
              <w:t xml:space="preserve">Administracji Skarbowej </w:t>
            </w:r>
            <w:r w:rsidRPr="00570174">
              <w:t xml:space="preserve">w zakresie rejestracji spraw o przestępstwa </w:t>
            </w:r>
            <w:r w:rsidRPr="00570174">
              <w:br/>
              <w:t xml:space="preserve">i wykroczenia skarbowe oraz ewidencjonowania grzywien nakładanych </w:t>
            </w:r>
            <w:r w:rsidRPr="00570174">
              <w:br/>
              <w:t>w drodze mandatu karnego.</w:t>
            </w:r>
          </w:p>
        </w:tc>
      </w:tr>
      <w:tr w:rsidR="00D34D27" w:rsidRPr="00F22E19" w14:paraId="51D201B7" w14:textId="77777777" w:rsidTr="00A731A8">
        <w:tc>
          <w:tcPr>
            <w:tcW w:w="2988" w:type="dxa"/>
          </w:tcPr>
          <w:p w14:paraId="5602342D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240" w:type="dxa"/>
          </w:tcPr>
          <w:p w14:paraId="2D98967D" w14:textId="77777777" w:rsidR="00D34D27" w:rsidRPr="00570174" w:rsidRDefault="00D34D27" w:rsidP="00FE1C77">
            <w:pPr>
              <w:pStyle w:val="Tabelazwyky"/>
            </w:pPr>
            <w:r w:rsidRPr="00570174">
              <w:t>Projekt „Programu e-Cło” obejmujący wdrożenie Systemu Zarządzania Zasobami Ludzkimi.</w:t>
            </w:r>
          </w:p>
        </w:tc>
      </w:tr>
      <w:tr w:rsidR="00D34D27" w:rsidRPr="00F22E19" w14:paraId="68504C67" w14:textId="77777777" w:rsidTr="00A731A8">
        <w:tc>
          <w:tcPr>
            <w:tcW w:w="2988" w:type="dxa"/>
          </w:tcPr>
          <w:p w14:paraId="0098AE30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7C5F1FB5" w14:textId="77777777" w:rsidR="00D34D27" w:rsidRPr="00570174" w:rsidRDefault="00D34D27" w:rsidP="00FE1C77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570174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570174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570174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570174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34D27" w:rsidRPr="00F22E19" w14:paraId="2E9EF8AA" w14:textId="77777777" w:rsidTr="00A731A8">
        <w:tc>
          <w:tcPr>
            <w:tcW w:w="2988" w:type="dxa"/>
          </w:tcPr>
          <w:p w14:paraId="6B8FF524" w14:textId="77777777" w:rsidR="00D34D27" w:rsidRPr="00A731A8" w:rsidRDefault="00D34D27" w:rsidP="00FE1C77">
            <w:pPr>
              <w:pStyle w:val="Tabelazwyky"/>
              <w:rPr>
                <w:lang w:val="en-GB"/>
              </w:rPr>
            </w:pPr>
            <w:r w:rsidRPr="00A731A8">
              <w:rPr>
                <w:lang w:val="en-GB"/>
              </w:rPr>
              <w:lastRenderedPageBreak/>
              <w:t>ISZTAR</w:t>
            </w:r>
          </w:p>
        </w:tc>
        <w:tc>
          <w:tcPr>
            <w:tcW w:w="6240" w:type="dxa"/>
          </w:tcPr>
          <w:p w14:paraId="0CBC4B3C" w14:textId="77777777" w:rsidR="00D34D27" w:rsidRPr="00570174" w:rsidRDefault="00D34D27" w:rsidP="00FE1C77">
            <w:pPr>
              <w:pStyle w:val="Tabelazwyky"/>
            </w:pPr>
            <w:r w:rsidRPr="00570174">
              <w:t xml:space="preserve">System Zintegrowanej Taryfy Celnej. </w:t>
            </w:r>
          </w:p>
        </w:tc>
      </w:tr>
      <w:tr w:rsidR="00D34D27" w:rsidRPr="00F22E19" w14:paraId="2E13B3AE" w14:textId="77777777" w:rsidTr="00A731A8">
        <w:tc>
          <w:tcPr>
            <w:tcW w:w="2988" w:type="dxa"/>
          </w:tcPr>
          <w:p w14:paraId="23B6709E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290B3597" w14:textId="77777777" w:rsidR="00D34D27" w:rsidRPr="00570174" w:rsidRDefault="00D34D27" w:rsidP="00FE1C77">
            <w:pPr>
              <w:pStyle w:val="Tabelazwyky"/>
            </w:pPr>
            <w:r w:rsidRPr="00570174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570174">
              <w:t>Integrated</w:t>
            </w:r>
            <w:proofErr w:type="spellEnd"/>
            <w:r w:rsidRPr="00570174">
              <w:t xml:space="preserve"> </w:t>
            </w:r>
            <w:proofErr w:type="spellStart"/>
            <w:r w:rsidRPr="00570174">
              <w:t>Tariff</w:t>
            </w:r>
            <w:proofErr w:type="spellEnd"/>
            <w:r w:rsidRPr="00570174">
              <w:t xml:space="preserve"> Environment i TARIC oraz opracowane testy regresywne i przebudowę i integrację EBTI PL z portalem ECIP PL. Projekt Programu e-Cło.</w:t>
            </w:r>
          </w:p>
        </w:tc>
      </w:tr>
      <w:tr w:rsidR="00D34D27" w:rsidRPr="00F22E19" w14:paraId="52037061" w14:textId="77777777" w:rsidTr="00A731A8">
        <w:tc>
          <w:tcPr>
            <w:tcW w:w="2988" w:type="dxa"/>
          </w:tcPr>
          <w:p w14:paraId="44E0DB2C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01451356" w14:textId="77777777" w:rsidR="00D34D27" w:rsidRPr="00570174" w:rsidRDefault="00D34D27" w:rsidP="00FE1C77">
            <w:pPr>
              <w:pStyle w:val="Tabelazwyky"/>
            </w:pPr>
            <w:r w:rsidRPr="00570174">
              <w:rPr>
                <w:color w:val="000000"/>
              </w:rPr>
              <w:t>P</w:t>
            </w:r>
            <w:r w:rsidRPr="00570174">
              <w:t>rojekt „Programu e-Cło” Zintegrowany System Obsługi Zabezpieczeń.</w:t>
            </w:r>
          </w:p>
        </w:tc>
      </w:tr>
      <w:tr w:rsidR="00D34D27" w:rsidRPr="00F22E19" w14:paraId="1FC67851" w14:textId="77777777" w:rsidTr="00A731A8">
        <w:tc>
          <w:tcPr>
            <w:tcW w:w="2988" w:type="dxa"/>
          </w:tcPr>
          <w:p w14:paraId="68FB2489" w14:textId="77777777" w:rsidR="00D34D27" w:rsidRPr="00A731A8" w:rsidRDefault="00D34D27" w:rsidP="00FE1C77">
            <w:pPr>
              <w:pStyle w:val="Tabelazwyky"/>
              <w:rPr>
                <w:lang w:val="en-GB"/>
              </w:rPr>
            </w:pPr>
            <w:r w:rsidRPr="00A731A8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05B58546" w14:textId="77777777" w:rsidR="00D34D27" w:rsidRPr="00570174" w:rsidRDefault="00D34D27" w:rsidP="00FE1C77">
            <w:pPr>
              <w:pStyle w:val="Tabelazwyky"/>
            </w:pPr>
            <w:proofErr w:type="spellStart"/>
            <w:r w:rsidRPr="00570174">
              <w:rPr>
                <w:i/>
              </w:rPr>
              <w:t>OWNRESources</w:t>
            </w:r>
            <w:proofErr w:type="spellEnd"/>
            <w:r w:rsidRPr="00570174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34D27" w:rsidRPr="00F22E19" w14:paraId="569AEB2D" w14:textId="77777777" w:rsidTr="00A731A8">
        <w:tc>
          <w:tcPr>
            <w:tcW w:w="2988" w:type="dxa"/>
          </w:tcPr>
          <w:p w14:paraId="1C028382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277BE207" w14:textId="77777777" w:rsidR="00D34D27" w:rsidRPr="00570174" w:rsidRDefault="00D34D27" w:rsidP="00FE1C77">
            <w:pPr>
              <w:pStyle w:val="Tabelazwyky"/>
            </w:pPr>
            <w:r w:rsidRPr="00570174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570174">
              <w:br/>
              <w:t>w ramach Programu e-Cło.</w:t>
            </w:r>
          </w:p>
        </w:tc>
      </w:tr>
      <w:tr w:rsidR="00D34D27" w:rsidRPr="00F22E19" w14:paraId="62EA2421" w14:textId="77777777" w:rsidTr="00A731A8">
        <w:tc>
          <w:tcPr>
            <w:tcW w:w="2988" w:type="dxa"/>
          </w:tcPr>
          <w:p w14:paraId="103D05E0" w14:textId="77777777" w:rsidR="00D34D27" w:rsidRPr="00A731A8" w:rsidRDefault="00D34D27" w:rsidP="00FE1C77">
            <w:pPr>
              <w:pStyle w:val="Tabelazwyky"/>
              <w:rPr>
                <w:lang w:val="en-GB"/>
              </w:rPr>
            </w:pPr>
            <w:r w:rsidRPr="00A731A8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101724C4" w14:textId="77777777" w:rsidR="00D34D27" w:rsidRPr="00570174" w:rsidRDefault="00D34D27" w:rsidP="00FE1C77">
            <w:pPr>
              <w:pStyle w:val="Tabelazwyky"/>
            </w:pPr>
            <w:r w:rsidRPr="00570174">
              <w:t xml:space="preserve">Projekt Programu e-Cło przewidujący stworzenie jednolitego podsystemu uwierzytelniania dla wszystkich systemów i użytkowników wewnętrznych  wraz  z </w:t>
            </w:r>
            <w:r w:rsidRPr="00570174">
              <w:rPr>
                <w:i/>
              </w:rPr>
              <w:t xml:space="preserve">Public </w:t>
            </w:r>
            <w:proofErr w:type="spellStart"/>
            <w:r w:rsidRPr="00570174">
              <w:rPr>
                <w:i/>
              </w:rPr>
              <w:t>Key</w:t>
            </w:r>
            <w:proofErr w:type="spellEnd"/>
            <w:r w:rsidRPr="00570174">
              <w:rPr>
                <w:i/>
              </w:rPr>
              <w:t xml:space="preserve"> </w:t>
            </w:r>
            <w:proofErr w:type="spellStart"/>
            <w:r w:rsidRPr="00570174">
              <w:rPr>
                <w:i/>
              </w:rPr>
              <w:t>Infrastructure</w:t>
            </w:r>
            <w:proofErr w:type="spellEnd"/>
            <w:r w:rsidRPr="00570174">
              <w:t xml:space="preserve">  i funkcjonalnością/technologią jednokrotnego uwierzytelniania </w:t>
            </w:r>
            <w:r w:rsidRPr="00570174">
              <w:rPr>
                <w:i/>
              </w:rPr>
              <w:t xml:space="preserve">Single </w:t>
            </w:r>
            <w:proofErr w:type="spellStart"/>
            <w:r w:rsidRPr="00570174">
              <w:rPr>
                <w:i/>
              </w:rPr>
              <w:t>Sign</w:t>
            </w:r>
            <w:proofErr w:type="spellEnd"/>
            <w:r w:rsidRPr="00570174">
              <w:rPr>
                <w:i/>
              </w:rPr>
              <w:t xml:space="preserve"> On</w:t>
            </w:r>
            <w:r w:rsidRPr="00570174">
              <w:t xml:space="preserve"> (SSO).</w:t>
            </w:r>
          </w:p>
        </w:tc>
      </w:tr>
      <w:tr w:rsidR="00D34D27" w:rsidRPr="00F22E19" w14:paraId="4C3F461B" w14:textId="77777777" w:rsidTr="00A731A8">
        <w:tc>
          <w:tcPr>
            <w:tcW w:w="2988" w:type="dxa"/>
          </w:tcPr>
          <w:p w14:paraId="4B78F748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240" w:type="dxa"/>
          </w:tcPr>
          <w:p w14:paraId="7AB35135" w14:textId="77777777" w:rsidR="00D34D27" w:rsidRPr="00570174" w:rsidRDefault="00D34D27" w:rsidP="00FE1C77">
            <w:pPr>
              <w:pStyle w:val="Tabelazwyky"/>
            </w:pPr>
            <w:r w:rsidRPr="00570174">
              <w:t>System ewidencjonowania i przetwarzania danych o podatnikach wykorzystywany w urzędach skarbowych wspomagający działalność administracji podatkowej.</w:t>
            </w:r>
          </w:p>
        </w:tc>
      </w:tr>
      <w:tr w:rsidR="00D34D27" w:rsidRPr="00F22E19" w14:paraId="584F7DC4" w14:textId="77777777" w:rsidTr="00A731A8">
        <w:tc>
          <w:tcPr>
            <w:tcW w:w="2988" w:type="dxa"/>
          </w:tcPr>
          <w:p w14:paraId="32714A5C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240" w:type="dxa"/>
          </w:tcPr>
          <w:p w14:paraId="3F3E6903" w14:textId="77777777" w:rsidR="00D34D27" w:rsidRPr="00570174" w:rsidRDefault="00D34D27" w:rsidP="00FE1C7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34D27" w:rsidRPr="00F22E19" w14:paraId="38FFE55D" w14:textId="77777777" w:rsidTr="00A731A8">
        <w:tc>
          <w:tcPr>
            <w:tcW w:w="2988" w:type="dxa"/>
          </w:tcPr>
          <w:p w14:paraId="7C98B4B2" w14:textId="77777777" w:rsidR="00D34D27" w:rsidRPr="00A731A8" w:rsidRDefault="00D34D27" w:rsidP="00FE1C77">
            <w:pPr>
              <w:pStyle w:val="Tabelazwyky"/>
              <w:rPr>
                <w:lang w:val="en-GB"/>
              </w:rPr>
            </w:pPr>
            <w:r w:rsidRPr="00A731A8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09591178" w14:textId="77777777" w:rsidR="00D34D27" w:rsidRPr="00570174" w:rsidRDefault="00D34D27" w:rsidP="00FE1C77">
            <w:pPr>
              <w:pStyle w:val="Tabelazwyky"/>
            </w:pPr>
            <w:r w:rsidRPr="00570174">
              <w:t>Architektura oparta na usługach (ang. Service-</w:t>
            </w:r>
            <w:proofErr w:type="spellStart"/>
            <w:r w:rsidRPr="00570174">
              <w:t>Oriented</w:t>
            </w:r>
            <w:proofErr w:type="spellEnd"/>
            <w:r w:rsidRPr="00570174">
              <w:t xml:space="preserve"> Architecture); koncepcja tworzenia systemów informatycznych, w której główny nacisk stawia się na definiowanie usług, które spełnią wymagania użytkownika. Pojęcie SOA obejmuje zestaw metod </w:t>
            </w:r>
            <w:r w:rsidRPr="00570174">
              <w:lastRenderedPageBreak/>
              <w:t>organizacyjnych i technicznych mający na celu lepsze powiązanie biznesowej strony organizacji z jej zasobami informatycznymi.</w:t>
            </w:r>
          </w:p>
        </w:tc>
      </w:tr>
      <w:tr w:rsidR="00D34D27" w:rsidRPr="00F22E19" w14:paraId="2AE77119" w14:textId="77777777" w:rsidTr="00A731A8">
        <w:tc>
          <w:tcPr>
            <w:tcW w:w="2988" w:type="dxa"/>
          </w:tcPr>
          <w:p w14:paraId="4C0EE02D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240" w:type="dxa"/>
          </w:tcPr>
          <w:p w14:paraId="71BAEB72" w14:textId="77777777" w:rsidR="00D34D27" w:rsidRPr="00570174" w:rsidRDefault="00D34D27" w:rsidP="00FE1C77">
            <w:pPr>
              <w:pStyle w:val="Tabelazwyky"/>
            </w:pPr>
            <w:r w:rsidRPr="00570174">
              <w:rPr>
                <w:i/>
              </w:rPr>
              <w:t xml:space="preserve">Simple Object Access </w:t>
            </w:r>
            <w:proofErr w:type="spellStart"/>
            <w:r w:rsidRPr="00570174">
              <w:rPr>
                <w:i/>
              </w:rPr>
              <w:t>Protocol</w:t>
            </w:r>
            <w:proofErr w:type="spellEnd"/>
            <w:r w:rsidRPr="00570174">
              <w:t xml:space="preserve"> – protokół wywoływania zdalnego dostępu do obiektów, wykorzystujący XML do kodowania wywołań.</w:t>
            </w:r>
          </w:p>
        </w:tc>
      </w:tr>
      <w:tr w:rsidR="00D34D27" w:rsidRPr="00F22E19" w14:paraId="6B053927" w14:textId="77777777" w:rsidTr="00A731A8">
        <w:tc>
          <w:tcPr>
            <w:tcW w:w="2988" w:type="dxa"/>
          </w:tcPr>
          <w:p w14:paraId="0BEA8927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3F9C5211" w14:textId="77777777" w:rsidR="00D34D27" w:rsidRPr="00570174" w:rsidRDefault="00D34D27" w:rsidP="00FE1C77">
            <w:pPr>
              <w:pStyle w:val="Tabelazwyky"/>
            </w:pPr>
            <w:r w:rsidRPr="00570174">
              <w:rPr>
                <w:i/>
              </w:rPr>
              <w:t xml:space="preserve">Single </w:t>
            </w:r>
            <w:proofErr w:type="spellStart"/>
            <w:r w:rsidRPr="00570174">
              <w:rPr>
                <w:i/>
              </w:rPr>
              <w:t>Sign</w:t>
            </w:r>
            <w:proofErr w:type="spellEnd"/>
            <w:r w:rsidRPr="00570174">
              <w:rPr>
                <w:i/>
              </w:rPr>
              <w:t xml:space="preserve"> On</w:t>
            </w:r>
            <w:r w:rsidRPr="00570174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34D27" w:rsidRPr="00F22E19" w14:paraId="5074846A" w14:textId="77777777" w:rsidTr="00A731A8">
        <w:tc>
          <w:tcPr>
            <w:tcW w:w="2988" w:type="dxa"/>
          </w:tcPr>
          <w:p w14:paraId="426E8B59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25E4AAAD" w14:textId="77777777" w:rsidR="00D34D27" w:rsidRPr="00570174" w:rsidRDefault="00D34D27" w:rsidP="00FE1C77">
            <w:pPr>
              <w:pStyle w:val="Tabelazwyky"/>
            </w:pPr>
            <w:r w:rsidRPr="00570174">
              <w:t>System Zintegrowanej Rejestracji Przedsiębiorców. Projekt „Programu e-Cło”.</w:t>
            </w:r>
          </w:p>
        </w:tc>
      </w:tr>
      <w:tr w:rsidR="00D34D27" w:rsidRPr="00F22E19" w14:paraId="204F8B7B" w14:textId="77777777" w:rsidTr="00A731A8">
        <w:tc>
          <w:tcPr>
            <w:tcW w:w="2988" w:type="dxa"/>
          </w:tcPr>
          <w:p w14:paraId="2108C0FC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67E03B4B" w14:textId="77777777" w:rsidR="00D34D27" w:rsidRPr="00570174" w:rsidRDefault="00D34D27" w:rsidP="00FE1C77">
            <w:pPr>
              <w:pStyle w:val="Tabelazwyky"/>
            </w:pPr>
            <w:r w:rsidRPr="00570174">
              <w:t>Informatyczny System Obsługi Budżetu Państwa.</w:t>
            </w:r>
          </w:p>
        </w:tc>
      </w:tr>
      <w:tr w:rsidR="00D34D27" w:rsidRPr="00F22E19" w14:paraId="121498A2" w14:textId="77777777" w:rsidTr="00A731A8">
        <w:tc>
          <w:tcPr>
            <w:tcW w:w="2988" w:type="dxa"/>
          </w:tcPr>
          <w:p w14:paraId="26A6C25B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667ADA46" w14:textId="77777777" w:rsidR="00D34D27" w:rsidRPr="00570174" w:rsidRDefault="00D34D27" w:rsidP="00FE1C7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570174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570174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570174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570174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D34D27" w:rsidRPr="00F22E19" w14:paraId="3FCD0B84" w14:textId="77777777" w:rsidTr="00A731A8">
        <w:tc>
          <w:tcPr>
            <w:tcW w:w="2988" w:type="dxa"/>
          </w:tcPr>
          <w:p w14:paraId="3B30333A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432A10A3" w14:textId="77777777" w:rsidR="00D34D27" w:rsidRPr="00570174" w:rsidRDefault="00D34D27" w:rsidP="00FE1C77">
            <w:pPr>
              <w:pStyle w:val="Tabelazwyky"/>
            </w:pPr>
            <w:r w:rsidRPr="00570174">
              <w:rPr>
                <w:i/>
              </w:rPr>
              <w:t>Write-Off Management and Information System</w:t>
            </w:r>
            <w:r w:rsidRPr="00570174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34D27" w:rsidRPr="00F22E19" w14:paraId="77093473" w14:textId="77777777" w:rsidTr="00A731A8">
        <w:tc>
          <w:tcPr>
            <w:tcW w:w="2988" w:type="dxa"/>
          </w:tcPr>
          <w:p w14:paraId="383F99AD" w14:textId="77777777" w:rsidR="00D34D27" w:rsidRPr="00A731A8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A731A8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7AF749B3" w14:textId="77777777" w:rsidR="00D34D27" w:rsidRPr="00570174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7BD35FA5" w14:textId="77777777" w:rsidR="00D34D27" w:rsidRPr="00570174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34D27" w:rsidRPr="00F22E19" w14:paraId="7254478F" w14:textId="77777777" w:rsidTr="00A731A8">
        <w:tc>
          <w:tcPr>
            <w:tcW w:w="2988" w:type="dxa"/>
          </w:tcPr>
          <w:p w14:paraId="372E1531" w14:textId="77777777" w:rsidR="00D34D27" w:rsidRPr="00A731A8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A731A8">
              <w:rPr>
                <w:rFonts w:ascii="Lato" w:hAnsi="Lato"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7DEFC48D" w14:textId="77777777" w:rsidR="00D34D27" w:rsidRPr="00570174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34D27" w:rsidRPr="00F22E19" w14:paraId="73D0CCDE" w14:textId="77777777" w:rsidTr="00A731A8">
        <w:tc>
          <w:tcPr>
            <w:tcW w:w="2988" w:type="dxa"/>
          </w:tcPr>
          <w:p w14:paraId="264A4059" w14:textId="77777777" w:rsidR="00D34D27" w:rsidRPr="00A731A8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A731A8">
              <w:rPr>
                <w:rFonts w:ascii="Lato" w:hAnsi="Lato" w:cs="Arial"/>
                <w:sz w:val="20"/>
                <w:szCs w:val="20"/>
                <w:lang w:val="en-GB" w:eastAsia="pl-PL"/>
              </w:rPr>
              <w:lastRenderedPageBreak/>
              <w:t>XML Schema</w:t>
            </w:r>
          </w:p>
        </w:tc>
        <w:tc>
          <w:tcPr>
            <w:tcW w:w="6240" w:type="dxa"/>
          </w:tcPr>
          <w:p w14:paraId="09935281" w14:textId="77777777" w:rsidR="00D34D27" w:rsidRPr="00570174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34D27" w:rsidRPr="00F22E19" w14:paraId="3E8A505E" w14:textId="77777777" w:rsidTr="00A731A8">
        <w:tc>
          <w:tcPr>
            <w:tcW w:w="2988" w:type="dxa"/>
          </w:tcPr>
          <w:p w14:paraId="2C504EB8" w14:textId="77777777" w:rsidR="00D34D27" w:rsidRPr="00A731A8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A731A8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1FE8BC3E" w14:textId="77777777" w:rsidR="00D34D27" w:rsidRPr="00570174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  - plik zawierający definicje XML </w:t>
            </w:r>
            <w:proofErr w:type="spellStart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34D27" w:rsidRPr="00F22E19" w14:paraId="2F074ED6" w14:textId="77777777" w:rsidTr="00A731A8">
        <w:tc>
          <w:tcPr>
            <w:tcW w:w="2988" w:type="dxa"/>
          </w:tcPr>
          <w:p w14:paraId="5B3A08AE" w14:textId="77777777" w:rsidR="00D34D27" w:rsidRPr="00A731A8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731A8">
              <w:rPr>
                <w:rFonts w:cs="Arial"/>
                <w:sz w:val="20"/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5C6BCF94" w14:textId="77777777" w:rsidR="00D34D27" w:rsidRPr="00570174" w:rsidRDefault="00D34D27" w:rsidP="00FE1C7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27AEAE0E" w14:textId="77777777" w:rsidR="003F3585" w:rsidRPr="00F22E19" w:rsidRDefault="00C43119" w:rsidP="00F22E19">
      <w:pPr>
        <w:pStyle w:val="Nagwek3"/>
      </w:pPr>
      <w:bookmarkStart w:id="54" w:name="_Toc184280910"/>
      <w:r w:rsidRPr="00F22E19">
        <w:t>Terminy</w:t>
      </w:r>
      <w:bookmarkEnd w:id="53"/>
      <w:bookmarkEnd w:id="54"/>
    </w:p>
    <w:p w14:paraId="73580F5F" w14:textId="040CDFA9" w:rsidR="00034C39" w:rsidRPr="00F22E19" w:rsidRDefault="00034C39" w:rsidP="00F22E19">
      <w:pPr>
        <w:pStyle w:val="Z2PodpisRysunkuTabeli"/>
      </w:pPr>
      <w:bookmarkStart w:id="55" w:name="_Toc184280892"/>
      <w:r w:rsidRPr="00F22E19"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 w:rsidR="004B164C">
        <w:rPr>
          <w:noProof/>
        </w:rPr>
        <w:t>6</w:t>
      </w:r>
      <w:r w:rsidR="00F74E7B">
        <w:rPr>
          <w:noProof/>
        </w:rPr>
        <w:fldChar w:fldCharType="end"/>
      </w:r>
      <w:r w:rsidRPr="00F22E19"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F22E19" w14:paraId="69923AF4" w14:textId="77777777" w:rsidTr="00707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1452A9DF" w14:textId="77777777" w:rsidR="00034C39" w:rsidRPr="00F22E19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F22E19">
              <w:rPr>
                <w:rFonts w:ascii="Lato" w:hAnsi="Lato"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424B9B51" w14:textId="77777777" w:rsidR="00034C39" w:rsidRPr="00F22E19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F22E19">
              <w:rPr>
                <w:rFonts w:ascii="Lato" w:hAnsi="Lato" w:cs="Arial"/>
                <w:szCs w:val="18"/>
              </w:rPr>
              <w:t>Definicja</w:t>
            </w:r>
          </w:p>
        </w:tc>
      </w:tr>
      <w:tr w:rsidR="00D64ACB" w:rsidRPr="00F22E19" w14:paraId="43CD7A17" w14:textId="77777777" w:rsidTr="00707EBB">
        <w:tc>
          <w:tcPr>
            <w:tcW w:w="2988" w:type="dxa"/>
          </w:tcPr>
          <w:p w14:paraId="29EC9C40" w14:textId="77777777" w:rsidR="00D64ACB" w:rsidRPr="00570174" w:rsidRDefault="00716456" w:rsidP="004E2C82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75331585" w14:textId="77777777" w:rsidR="00D64ACB" w:rsidRPr="00570174" w:rsidRDefault="00716456" w:rsidP="007B5AE2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F22E19" w14:paraId="06F4C11A" w14:textId="77777777" w:rsidTr="00707EBB">
        <w:tc>
          <w:tcPr>
            <w:tcW w:w="2988" w:type="dxa"/>
          </w:tcPr>
          <w:p w14:paraId="3CD1980D" w14:textId="77777777" w:rsidR="00D64ACB" w:rsidRPr="00570174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4FC30071" w14:textId="77777777" w:rsidR="00D64ACB" w:rsidRPr="00570174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F22E19" w14:paraId="22D2B30B" w14:textId="77777777" w:rsidTr="00707EBB">
        <w:tc>
          <w:tcPr>
            <w:tcW w:w="2988" w:type="dxa"/>
          </w:tcPr>
          <w:p w14:paraId="76A0B1F2" w14:textId="77777777" w:rsidR="00D64ACB" w:rsidRPr="00570174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0DD79744" w14:textId="77777777" w:rsidR="00D64ACB" w:rsidRPr="00570174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70174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082B6E56" w14:textId="77777777" w:rsidR="008304F5" w:rsidRPr="00F22E19" w:rsidRDefault="008304F5" w:rsidP="00707EBB">
      <w:pPr>
        <w:pStyle w:val="Nagwek2"/>
      </w:pPr>
      <w:bookmarkStart w:id="56" w:name="_Toc349568561"/>
      <w:bookmarkStart w:id="57" w:name="_Toc184280911"/>
      <w:r w:rsidRPr="00F22E19">
        <w:t>Zawartość merytoryczna dokumentu</w:t>
      </w:r>
      <w:bookmarkEnd w:id="56"/>
      <w:bookmarkEnd w:id="57"/>
    </w:p>
    <w:p w14:paraId="05349BB5" w14:textId="77777777" w:rsidR="00654129" w:rsidRPr="00F22E19" w:rsidRDefault="00D64ACB" w:rsidP="00707EBB">
      <w:r w:rsidRPr="00F22E19">
        <w:t xml:space="preserve">Dokument zawiera </w:t>
      </w:r>
      <w:r w:rsidR="005E6523" w:rsidRPr="00F22E19">
        <w:t xml:space="preserve">definicje struktury i zawartości informacyjnej dokumentu XML (zwanej tutaj także komunikatem) </w:t>
      </w:r>
      <w:r w:rsidR="00110683" w:rsidRPr="00F22E19">
        <w:t xml:space="preserve">deklaracji </w:t>
      </w:r>
      <w:r w:rsidR="00694831" w:rsidRPr="00F22E19">
        <w:t>POG-P</w:t>
      </w:r>
      <w:r w:rsidR="005E6523" w:rsidRPr="00F22E19">
        <w:t>.</w:t>
      </w:r>
    </w:p>
    <w:p w14:paraId="4E4626A6" w14:textId="77777777" w:rsidR="00D64ACB" w:rsidRPr="00F22E19" w:rsidRDefault="00D64ACB" w:rsidP="00707EBB">
      <w:pPr>
        <w:rPr>
          <w:rFonts w:cs="Arial"/>
          <w:sz w:val="18"/>
          <w:szCs w:val="18"/>
        </w:rPr>
      </w:pPr>
      <w:r w:rsidRPr="00F22E19">
        <w:t>Struktury danych wspólne dla wszystkich zestawów u</w:t>
      </w:r>
      <w:r w:rsidR="00237AB5" w:rsidRPr="00F22E19">
        <w:t>sług zostały umieszczone w plikach</w:t>
      </w:r>
      <w:r w:rsidRPr="00F22E19">
        <w:t xml:space="preserve"> </w:t>
      </w:r>
      <w:r w:rsidR="00575B85" w:rsidRPr="00F22E19">
        <w:t>T</w:t>
      </w:r>
      <w:r w:rsidR="005B4F6C" w:rsidRPr="00F22E19">
        <w:t>ypes</w:t>
      </w:r>
      <w:r w:rsidR="00575B85" w:rsidRPr="00F22E19">
        <w:t>_Z</w:t>
      </w:r>
      <w:r w:rsidR="00C8238B" w:rsidRPr="00F22E19">
        <w:t>3</w:t>
      </w:r>
      <w:r w:rsidR="005B4F6C" w:rsidRPr="00F22E19">
        <w:t xml:space="preserve">.xsd, </w:t>
      </w:r>
      <w:r w:rsidR="00575B85" w:rsidRPr="00F22E19">
        <w:t>T</w:t>
      </w:r>
      <w:r w:rsidR="00897644" w:rsidRPr="00F22E19">
        <w:t>rader</w:t>
      </w:r>
      <w:r w:rsidR="00575B85" w:rsidRPr="00F22E19">
        <w:t>_Z2</w:t>
      </w:r>
      <w:r w:rsidR="00897644" w:rsidRPr="00F22E19">
        <w:t>.xsd.</w:t>
      </w:r>
    </w:p>
    <w:p w14:paraId="74459B79" w14:textId="7AF36C37" w:rsidR="00D64ACB" w:rsidRPr="00F22E19" w:rsidRDefault="00D64ACB" w:rsidP="00F22E19">
      <w:pPr>
        <w:pStyle w:val="Z2PodpisRysunkuTabeli"/>
      </w:pPr>
      <w:bookmarkStart w:id="58" w:name="_Toc348954995"/>
      <w:bookmarkStart w:id="59" w:name="_Toc184280893"/>
      <w:r w:rsidRPr="00F22E19"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 w:rsidR="004B164C">
        <w:rPr>
          <w:noProof/>
        </w:rPr>
        <w:t>7</w:t>
      </w:r>
      <w:r w:rsidR="00F74E7B">
        <w:rPr>
          <w:noProof/>
        </w:rPr>
        <w:fldChar w:fldCharType="end"/>
      </w:r>
      <w:r w:rsidRPr="00F22E19">
        <w:t xml:space="preserve">. </w:t>
      </w:r>
      <w:r w:rsidR="00847416" w:rsidRPr="00F22E19">
        <w:t>Powiązanie plików</w:t>
      </w:r>
      <w:r w:rsidRPr="00F22E19">
        <w:t xml:space="preserve"> XSD</w:t>
      </w:r>
      <w:bookmarkEnd w:id="58"/>
      <w:bookmarkEnd w:id="59"/>
    </w:p>
    <w:tbl>
      <w:tblPr>
        <w:tblStyle w:val="Tabela-Siatka"/>
        <w:tblW w:w="6108" w:type="dxa"/>
        <w:tblLook w:val="01E0" w:firstRow="1" w:lastRow="1" w:firstColumn="1" w:lastColumn="1" w:noHBand="0" w:noVBand="0"/>
      </w:tblPr>
      <w:tblGrid>
        <w:gridCol w:w="2148"/>
        <w:gridCol w:w="3960"/>
      </w:tblGrid>
      <w:tr w:rsidR="00847416" w:rsidRPr="00F22E19" w14:paraId="334DA0A3" w14:textId="77777777" w:rsidTr="00707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48" w:type="dxa"/>
          </w:tcPr>
          <w:p w14:paraId="2D6A63C0" w14:textId="77777777" w:rsidR="00847416" w:rsidRPr="00707EBB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707EBB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3960" w:type="dxa"/>
          </w:tcPr>
          <w:p w14:paraId="65817AB7" w14:textId="77777777" w:rsidR="00847416" w:rsidRPr="00707EBB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707EBB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F22E19" w14:paraId="475E0BB5" w14:textId="77777777" w:rsidTr="00707EBB">
        <w:tc>
          <w:tcPr>
            <w:tcW w:w="2148" w:type="dxa"/>
          </w:tcPr>
          <w:p w14:paraId="4418651B" w14:textId="77777777" w:rsidR="007B6312" w:rsidRPr="00570174" w:rsidRDefault="00CF466E" w:rsidP="00C8238B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Types_Z</w:t>
            </w:r>
            <w:r w:rsidR="00C8238B" w:rsidRPr="00570174">
              <w:rPr>
                <w:rFonts w:cs="Arial"/>
                <w:sz w:val="20"/>
                <w:szCs w:val="20"/>
              </w:rPr>
              <w:t>3</w:t>
            </w:r>
            <w:r w:rsidRPr="00570174">
              <w:rPr>
                <w:rFonts w:cs="Arial"/>
                <w:sz w:val="20"/>
                <w:szCs w:val="20"/>
              </w:rPr>
              <w:t xml:space="preserve">.xsd, Trader_Z2.xsd </w:t>
            </w:r>
          </w:p>
        </w:tc>
        <w:tc>
          <w:tcPr>
            <w:tcW w:w="3960" w:type="dxa"/>
          </w:tcPr>
          <w:p w14:paraId="76EB991E" w14:textId="77777777" w:rsidR="00847416" w:rsidRPr="00570174" w:rsidRDefault="00847416" w:rsidP="00B51284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570174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F22E19" w14:paraId="01094371" w14:textId="77777777" w:rsidTr="00707EBB">
        <w:tc>
          <w:tcPr>
            <w:tcW w:w="2148" w:type="dxa"/>
          </w:tcPr>
          <w:p w14:paraId="7DF409AC" w14:textId="77777777" w:rsidR="00847416" w:rsidRPr="00570174" w:rsidRDefault="005D7DE1" w:rsidP="004E2C82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pog_p</w:t>
            </w:r>
            <w:r w:rsidR="00847416" w:rsidRPr="00570174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3960" w:type="dxa"/>
          </w:tcPr>
          <w:p w14:paraId="16241368" w14:textId="77777777" w:rsidR="00847416" w:rsidRPr="00570174" w:rsidRDefault="00897644" w:rsidP="00A4737B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00540EB6" w14:textId="77777777" w:rsidR="004E2C82" w:rsidRPr="00F22E19" w:rsidRDefault="007B6312" w:rsidP="00707EBB">
      <w:pPr>
        <w:pStyle w:val="Nagwek2"/>
      </w:pPr>
      <w:bookmarkStart w:id="60" w:name="_Toc184280912"/>
      <w:r w:rsidRPr="00F22E19">
        <w:lastRenderedPageBreak/>
        <w:t xml:space="preserve">Specyfikacja deklaracji </w:t>
      </w:r>
      <w:r w:rsidR="00674DAD" w:rsidRPr="00F22E19">
        <w:t>POG</w:t>
      </w:r>
      <w:r w:rsidR="00B77842" w:rsidRPr="00F22E19">
        <w:t>-</w:t>
      </w:r>
      <w:r w:rsidR="00674DAD" w:rsidRPr="00F22E19">
        <w:t>P</w:t>
      </w:r>
      <w:bookmarkEnd w:id="60"/>
    </w:p>
    <w:p w14:paraId="33C4FC43" w14:textId="77777777" w:rsidR="00CA300B" w:rsidRPr="00F22E19" w:rsidRDefault="00667866" w:rsidP="00707EBB">
      <w:r w:rsidRPr="00F22E19">
        <w:t xml:space="preserve">Struktury typu </w:t>
      </w:r>
      <w:proofErr w:type="spellStart"/>
      <w:r w:rsidR="00951C8D" w:rsidRPr="00F22E19">
        <w:t>SignatureType</w:t>
      </w:r>
      <w:proofErr w:type="spellEnd"/>
      <w:r w:rsidR="006034C8" w:rsidRPr="00F22E19">
        <w:t xml:space="preserve">, </w:t>
      </w:r>
      <w:proofErr w:type="spellStart"/>
      <w:r w:rsidR="00283464" w:rsidRPr="00F22E19">
        <w:t>ZExtStatement</w:t>
      </w:r>
      <w:proofErr w:type="spellEnd"/>
      <w:r w:rsidR="006034C8" w:rsidRPr="00F22E19">
        <w:t xml:space="preserve">, </w:t>
      </w:r>
      <w:proofErr w:type="spellStart"/>
      <w:r w:rsidR="006034C8" w:rsidRPr="00F22E19">
        <w:t>ZIDCorporateReg</w:t>
      </w:r>
      <w:proofErr w:type="spellEnd"/>
      <w:r w:rsidR="006034C8" w:rsidRPr="00F22E19">
        <w:t xml:space="preserve">, </w:t>
      </w:r>
      <w:proofErr w:type="spellStart"/>
      <w:r w:rsidR="006034C8" w:rsidRPr="00F22E19">
        <w:t>ZAddress</w:t>
      </w:r>
      <w:proofErr w:type="spellEnd"/>
      <w:r w:rsidR="004E7845" w:rsidRPr="00F22E19">
        <w:t xml:space="preserve"> </w:t>
      </w:r>
      <w:r w:rsidRPr="00F22E19">
        <w:t>zostały zdefiniowane w dokumencie</w:t>
      </w:r>
      <w:r w:rsidR="003E224C" w:rsidRPr="00F22E19">
        <w:t xml:space="preserve"> </w:t>
      </w:r>
      <w:r w:rsidR="003E224C" w:rsidRPr="00F22E19">
        <w:fldChar w:fldCharType="begin"/>
      </w:r>
      <w:r w:rsidR="003E224C" w:rsidRPr="00F22E19">
        <w:instrText xml:space="preserve"> REF _Ref361653747 \r \h </w:instrText>
      </w:r>
      <w:r w:rsidR="007240BF" w:rsidRPr="00F22E19">
        <w:instrText xml:space="preserve"> \* MERGEFORMAT </w:instrText>
      </w:r>
      <w:r w:rsidR="003E224C" w:rsidRPr="00F22E19">
        <w:fldChar w:fldCharType="separate"/>
      </w:r>
      <w:r w:rsidR="00454A12" w:rsidRPr="00F22E19">
        <w:t>A1</w:t>
      </w:r>
      <w:r w:rsidR="003E224C" w:rsidRPr="00F22E19">
        <w:fldChar w:fldCharType="end"/>
      </w:r>
      <w:r w:rsidRPr="00F22E19">
        <w:t xml:space="preserve"> </w:t>
      </w:r>
      <w:r w:rsidR="00B507E4" w:rsidRPr="00F22E19">
        <w:t>i</w:t>
      </w:r>
      <w:r w:rsidRPr="00F22E19">
        <w:t xml:space="preserve"> nie będą tutaj szczegółowo omawiane.</w:t>
      </w:r>
    </w:p>
    <w:p w14:paraId="749C4919" w14:textId="0EBBCEF9" w:rsidR="00570174" w:rsidRDefault="00570174" w:rsidP="00570174">
      <w:pPr>
        <w:pStyle w:val="Legenda"/>
      </w:pPr>
      <w:bookmarkStart w:id="61" w:name="_Toc184280894"/>
      <w:r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 w:rsidR="004B164C">
        <w:rPr>
          <w:noProof/>
        </w:rPr>
        <w:t>8</w:t>
      </w:r>
      <w:r w:rsidR="00F74E7B">
        <w:rPr>
          <w:noProof/>
        </w:rPr>
        <w:fldChar w:fldCharType="end"/>
      </w:r>
      <w:r>
        <w:t xml:space="preserve">. </w:t>
      </w:r>
      <w:r w:rsidRPr="00D232CB">
        <w:t>Dane ogólne w ramach struktury deklaracji POG-P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F22E19" w14:paraId="5AFCA0BD" w14:textId="77777777" w:rsidTr="00707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33328FC0" w14:textId="77777777" w:rsidR="00AE58FB" w:rsidRPr="0057017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35C17D9C" w14:textId="77777777" w:rsidR="00AE58FB" w:rsidRPr="00570174" w:rsidRDefault="00DF1DA5" w:rsidP="002B3C9A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 xml:space="preserve">Deklaracja </w:t>
            </w:r>
            <w:r w:rsidR="00AB7D9A" w:rsidRPr="00570174">
              <w:rPr>
                <w:rFonts w:cs="Arial"/>
                <w:sz w:val="20"/>
                <w:szCs w:val="20"/>
              </w:rPr>
              <w:t>dla podmiotów w zakresie elektronicznej obsługi deklaracji dla podatku od gier urządzających turniej gry pokera POGP</w:t>
            </w:r>
            <w:r w:rsidR="0089693A" w:rsidRPr="00570174">
              <w:rPr>
                <w:rFonts w:cs="Arial"/>
                <w:sz w:val="20"/>
                <w:szCs w:val="20"/>
              </w:rPr>
              <w:t>.</w:t>
            </w:r>
          </w:p>
        </w:tc>
      </w:tr>
      <w:tr w:rsidR="00AE58FB" w:rsidRPr="00F22E19" w14:paraId="6BCC2DA7" w14:textId="77777777" w:rsidTr="00707EBB">
        <w:tc>
          <w:tcPr>
            <w:tcW w:w="2738" w:type="dxa"/>
          </w:tcPr>
          <w:p w14:paraId="28AF4F0C" w14:textId="77777777" w:rsidR="00AE58FB" w:rsidRPr="0057017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687857C6" w14:textId="77777777" w:rsidR="00AE58FB" w:rsidRPr="00570174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F22E19" w14:paraId="606E6A10" w14:textId="77777777" w:rsidTr="00707EBB">
        <w:tc>
          <w:tcPr>
            <w:tcW w:w="2738" w:type="dxa"/>
          </w:tcPr>
          <w:p w14:paraId="130060FF" w14:textId="77777777" w:rsidR="00AE58FB" w:rsidRPr="00570174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1095DDE6" w14:textId="77777777" w:rsidR="00AE58FB" w:rsidRPr="00570174" w:rsidRDefault="00C8238B" w:rsidP="002B3C9A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3_0</w:t>
            </w:r>
          </w:p>
        </w:tc>
      </w:tr>
      <w:tr w:rsidR="00AE58FB" w:rsidRPr="00F22E19" w14:paraId="4EEE14CA" w14:textId="77777777" w:rsidTr="00707EBB">
        <w:tc>
          <w:tcPr>
            <w:tcW w:w="2738" w:type="dxa"/>
          </w:tcPr>
          <w:p w14:paraId="06E7D9C8" w14:textId="77777777" w:rsidR="00AE58FB" w:rsidRPr="00570174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570174">
              <w:rPr>
                <w:rFonts w:cs="Arial"/>
                <w:sz w:val="20"/>
                <w:szCs w:val="20"/>
              </w:rPr>
              <w:t>a</w:t>
            </w:r>
            <w:r w:rsidRPr="00570174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079A8BB3" w14:textId="77777777" w:rsidR="00AE58FB" w:rsidRPr="00570174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F22E19" w14:paraId="0B43087D" w14:textId="77777777" w:rsidTr="00707EBB">
        <w:tc>
          <w:tcPr>
            <w:tcW w:w="2738" w:type="dxa"/>
          </w:tcPr>
          <w:p w14:paraId="1EA05D28" w14:textId="77777777" w:rsidR="00AE58FB" w:rsidRPr="0057017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09227DDC" w14:textId="77777777" w:rsidR="00AE58FB" w:rsidRPr="00570174" w:rsidRDefault="009F6ED6" w:rsidP="002B3C9A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F22E19" w14:paraId="0218815B" w14:textId="77777777" w:rsidTr="00707EBB">
        <w:tc>
          <w:tcPr>
            <w:tcW w:w="2738" w:type="dxa"/>
          </w:tcPr>
          <w:p w14:paraId="25A9534B" w14:textId="77777777" w:rsidR="00AE58FB" w:rsidRPr="0057017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BED1A58" w14:textId="77777777" w:rsidR="00AE58FB" w:rsidRPr="00570174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F22E19" w14:paraId="23540E8A" w14:textId="77777777" w:rsidTr="00707EBB">
        <w:tc>
          <w:tcPr>
            <w:tcW w:w="2738" w:type="dxa"/>
          </w:tcPr>
          <w:p w14:paraId="01273C61" w14:textId="77777777" w:rsidR="00AE58FB" w:rsidRPr="0057017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5944112F" w14:textId="77777777" w:rsidR="00AE58FB" w:rsidRPr="00570174" w:rsidRDefault="00B5046C" w:rsidP="002B3C9A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F22E19" w14:paraId="27238BC7" w14:textId="77777777" w:rsidTr="00707EBB">
        <w:tc>
          <w:tcPr>
            <w:tcW w:w="2738" w:type="dxa"/>
          </w:tcPr>
          <w:p w14:paraId="6ABE7C07" w14:textId="77777777" w:rsidR="00AE58FB" w:rsidRPr="00707EBB" w:rsidRDefault="00AE58FB" w:rsidP="002B3C9A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707EBB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28A905B7" w14:textId="0601DE99" w:rsidR="00B5046C" w:rsidRPr="00570174" w:rsidRDefault="00117850" w:rsidP="00B5046C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 xml:space="preserve">http://www.w3.org/2000/09/xmldsig# </w:t>
            </w:r>
          </w:p>
          <w:p w14:paraId="774D09E7" w14:textId="77777777" w:rsidR="00C8238B" w:rsidRPr="00570174" w:rsidRDefault="00C8238B" w:rsidP="00C8238B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http://www.e-clo.pl/ZEFIR2/eZefir2/xsd/v3_0/POG_P.xsd</w:t>
            </w:r>
          </w:p>
          <w:p w14:paraId="6181ED9C" w14:textId="77777777" w:rsidR="00C8238B" w:rsidRPr="00570174" w:rsidRDefault="00C8238B" w:rsidP="00C8238B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http://www.e-clo.pl/ZEFIR2/eZefir2/xsd/v3_0/Types.xsd</w:t>
            </w:r>
          </w:p>
          <w:p w14:paraId="50855BE7" w14:textId="77777777" w:rsidR="00117850" w:rsidRPr="00570174" w:rsidRDefault="00C8238B" w:rsidP="00C8238B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http://www.e-clo.pl/ZEFIR2/eZefir2/xsd/v2_0/Trader.xsd</w:t>
            </w:r>
          </w:p>
        </w:tc>
      </w:tr>
      <w:tr w:rsidR="00AE58FB" w:rsidRPr="00F22E19" w14:paraId="62056AF9" w14:textId="77777777" w:rsidTr="00707EBB">
        <w:tc>
          <w:tcPr>
            <w:tcW w:w="2738" w:type="dxa"/>
          </w:tcPr>
          <w:p w14:paraId="19B6297C" w14:textId="77777777" w:rsidR="00AE58FB" w:rsidRPr="00570174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7C624BDD" w14:textId="77777777" w:rsidR="00AE58FB" w:rsidRPr="00570174" w:rsidRDefault="00D132E1" w:rsidP="002B3C9A">
            <w:pPr>
              <w:rPr>
                <w:rFonts w:cs="Arial"/>
                <w:sz w:val="20"/>
                <w:szCs w:val="20"/>
              </w:rPr>
            </w:pPr>
            <w:r w:rsidRPr="00570174">
              <w:rPr>
                <w:rFonts w:cs="Arial"/>
                <w:sz w:val="20"/>
                <w:szCs w:val="20"/>
              </w:rPr>
              <w:t>pog_p</w:t>
            </w:r>
            <w:r w:rsidR="00AE58FB" w:rsidRPr="00570174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72C2E478" w14:textId="77777777" w:rsidR="009E5E09" w:rsidRPr="009E5E09" w:rsidRDefault="009E5E09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(</w:t>
      </w:r>
      <w:proofErr w:type="spellStart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POGPType</w:t>
      </w:r>
      <w:proofErr w:type="spellEnd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39C3B45F" w14:textId="77777777" w:rsidR="009E5E09" w:rsidRPr="009E5E09" w:rsidRDefault="009E5E09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23EB8631" w14:textId="77777777" w:rsidR="009E5E09" w:rsidRPr="009E5E09" w:rsidRDefault="009E5E09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TraderType</w:t>
      </w:r>
      <w:proofErr w:type="spellEnd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1D87CBF0" w14:textId="77777777" w:rsidR="009E5E09" w:rsidRPr="009E5E09" w:rsidRDefault="009E5E09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 xml:space="preserve">- - - </w:t>
      </w:r>
      <w:proofErr w:type="spellStart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ZIDCorporateReg</w:t>
      </w:r>
      <w:proofErr w:type="spellEnd"/>
    </w:p>
    <w:p w14:paraId="7DA76A42" w14:textId="77777777" w:rsidR="009E5E09" w:rsidRPr="009E5E09" w:rsidRDefault="009E5E09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 xml:space="preserve">- - - </w:t>
      </w:r>
      <w:proofErr w:type="spellStart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ZAddress</w:t>
      </w:r>
      <w:proofErr w:type="spellEnd"/>
    </w:p>
    <w:p w14:paraId="1AA46F66" w14:textId="77777777" w:rsidR="009E5E09" w:rsidRPr="009E5E09" w:rsidRDefault="009E5E09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CalculationOfTaxOnGameType</w:t>
      </w:r>
      <w:proofErr w:type="spellEnd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315254A0" w14:textId="77777777" w:rsidR="009E5E09" w:rsidRPr="009E5E09" w:rsidRDefault="009E5E09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lastRenderedPageBreak/>
        <w:t xml:space="preserve">- - </w:t>
      </w:r>
      <w:proofErr w:type="spellStart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3E855D49" w14:textId="77777777" w:rsidR="009E5E09" w:rsidRPr="009E5E09" w:rsidRDefault="009E5E09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 xml:space="preserve">- </w:t>
      </w:r>
      <w:proofErr w:type="spellStart"/>
      <w:r w:rsidRPr="009E5E09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02279427" w14:textId="45665D07" w:rsidR="004B164C" w:rsidRDefault="004B164C" w:rsidP="004B164C">
      <w:pPr>
        <w:pStyle w:val="Legenda"/>
      </w:pPr>
      <w:bookmarkStart w:id="62" w:name="_Toc184280895"/>
      <w:r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>
        <w:rPr>
          <w:noProof/>
        </w:rPr>
        <w:t>9</w:t>
      </w:r>
      <w:r w:rsidR="00F74E7B">
        <w:rPr>
          <w:noProof/>
        </w:rPr>
        <w:fldChar w:fldCharType="end"/>
      </w:r>
      <w:r>
        <w:t xml:space="preserve">. </w:t>
      </w:r>
      <w:r w:rsidRPr="00391A41">
        <w:t xml:space="preserve">Struktura elementu </w:t>
      </w:r>
      <w:proofErr w:type="spellStart"/>
      <w:r w:rsidRPr="00391A41">
        <w:t>POGPType</w:t>
      </w:r>
      <w:bookmarkEnd w:id="6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4"/>
        <w:gridCol w:w="3248"/>
        <w:gridCol w:w="825"/>
        <w:gridCol w:w="2055"/>
        <w:gridCol w:w="1192"/>
      </w:tblGrid>
      <w:tr w:rsidR="00490E0E" w:rsidRPr="00F22E19" w14:paraId="423E700F" w14:textId="77777777" w:rsidTr="009E5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4" w:type="dxa"/>
          </w:tcPr>
          <w:p w14:paraId="743577A4" w14:textId="77777777" w:rsidR="00490E0E" w:rsidRPr="00F22E19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48" w:type="dxa"/>
          </w:tcPr>
          <w:p w14:paraId="423BB621" w14:textId="77777777" w:rsidR="00490E0E" w:rsidRPr="00F22E19" w:rsidRDefault="00490E0E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07C6EB08" w14:textId="77777777" w:rsidR="00490E0E" w:rsidRPr="00F22E19" w:rsidRDefault="00490E0E" w:rsidP="00490E0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5" w:type="dxa"/>
          </w:tcPr>
          <w:p w14:paraId="7533399E" w14:textId="77777777" w:rsidR="00490E0E" w:rsidRPr="00F22E19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49364694" w14:textId="77777777" w:rsidR="00490E0E" w:rsidRPr="00F22E19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0E0E" w:rsidRPr="00F22E19" w14:paraId="704E393A" w14:textId="77777777" w:rsidTr="009E5E09">
        <w:trPr>
          <w:trHeight w:val="213"/>
        </w:trPr>
        <w:tc>
          <w:tcPr>
            <w:tcW w:w="1734" w:type="dxa"/>
          </w:tcPr>
          <w:p w14:paraId="705DD68C" w14:textId="77777777" w:rsidR="00490E0E" w:rsidRPr="004B164C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48" w:type="dxa"/>
          </w:tcPr>
          <w:p w14:paraId="5AFCB6AA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Nagłówek</w:t>
            </w:r>
          </w:p>
        </w:tc>
        <w:tc>
          <w:tcPr>
            <w:tcW w:w="825" w:type="dxa"/>
          </w:tcPr>
          <w:p w14:paraId="2BF870B3" w14:textId="77777777" w:rsidR="00490E0E" w:rsidRPr="004B164C" w:rsidRDefault="005A646F" w:rsidP="00490E0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5" w:type="dxa"/>
          </w:tcPr>
          <w:p w14:paraId="75084DCE" w14:textId="77777777" w:rsidR="00490E0E" w:rsidRPr="004B164C" w:rsidRDefault="0073446D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5A9DBC50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F22E19" w14:paraId="1BFAE5EA" w14:textId="77777777" w:rsidTr="009E5E09">
        <w:trPr>
          <w:trHeight w:val="213"/>
        </w:trPr>
        <w:tc>
          <w:tcPr>
            <w:tcW w:w="1734" w:type="dxa"/>
          </w:tcPr>
          <w:p w14:paraId="03F6630E" w14:textId="77777777" w:rsidR="00490E0E" w:rsidRPr="004B164C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248" w:type="dxa"/>
          </w:tcPr>
          <w:p w14:paraId="1E42C2AA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25" w:type="dxa"/>
          </w:tcPr>
          <w:p w14:paraId="0232BE8A" w14:textId="77777777" w:rsidR="00490E0E" w:rsidRPr="004B164C" w:rsidRDefault="005A646F" w:rsidP="00490E0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5" w:type="dxa"/>
          </w:tcPr>
          <w:p w14:paraId="6FC4723F" w14:textId="77777777" w:rsidR="00490E0E" w:rsidRPr="004B164C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5E5FCAFB" w14:textId="77777777" w:rsidR="00490E0E" w:rsidRPr="004B164C" w:rsidRDefault="00A01A12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0</w:t>
            </w:r>
            <w:r w:rsidR="00490E0E" w:rsidRPr="004B164C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10451" w:rsidRPr="00F22E19" w14:paraId="302730D5" w14:textId="77777777" w:rsidTr="009E5E09">
        <w:trPr>
          <w:trHeight w:val="213"/>
        </w:trPr>
        <w:tc>
          <w:tcPr>
            <w:tcW w:w="1734" w:type="dxa"/>
          </w:tcPr>
          <w:p w14:paraId="0352F69D" w14:textId="77777777" w:rsidR="00B10451" w:rsidRPr="004B164C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48" w:type="dxa"/>
          </w:tcPr>
          <w:p w14:paraId="20CB85C8" w14:textId="77777777" w:rsidR="00B10451" w:rsidRPr="004B164C" w:rsidRDefault="00B10451" w:rsidP="00B10451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Wersja schematu, z którą zgodny jest komunikat. Atrybut jest opcjonalny, w przypadku jego</w:t>
            </w:r>
            <w:r w:rsidR="00C8238B" w:rsidRPr="004B164C">
              <w:rPr>
                <w:rFonts w:cs="Arial"/>
                <w:sz w:val="20"/>
                <w:szCs w:val="20"/>
              </w:rPr>
              <w:t xml:space="preserve"> braku należy przyjąć wartość "3</w:t>
            </w:r>
            <w:r w:rsidRPr="004B164C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825" w:type="dxa"/>
          </w:tcPr>
          <w:p w14:paraId="3AD80B99" w14:textId="77777777" w:rsidR="00B10451" w:rsidRPr="004B164C" w:rsidRDefault="00B10451" w:rsidP="00B10451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5" w:type="dxa"/>
          </w:tcPr>
          <w:p w14:paraId="0D41B112" w14:textId="77777777" w:rsidR="00B10451" w:rsidRPr="004B164C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2C32B3C4" w14:textId="77777777" w:rsidR="00B10451" w:rsidRPr="004B164C" w:rsidRDefault="00B10451" w:rsidP="00B10451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7A22C38F" w14:textId="3FD0F812" w:rsidR="004B164C" w:rsidRDefault="004B164C" w:rsidP="004B164C">
      <w:pPr>
        <w:pStyle w:val="Legenda"/>
      </w:pPr>
      <w:bookmarkStart w:id="63" w:name="_Toc184280896"/>
      <w:r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>
        <w:rPr>
          <w:noProof/>
        </w:rPr>
        <w:t>10</w:t>
      </w:r>
      <w:r w:rsidR="00F74E7B">
        <w:rPr>
          <w:noProof/>
        </w:rPr>
        <w:fldChar w:fldCharType="end"/>
      </w:r>
      <w:r>
        <w:t xml:space="preserve">. </w:t>
      </w:r>
      <w:r w:rsidRPr="00BC4F8B">
        <w:t xml:space="preserve">Struktura elementu </w:t>
      </w:r>
      <w:proofErr w:type="spellStart"/>
      <w:r w:rsidRPr="00BC4F8B">
        <w:t>HeaderType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490E0E" w:rsidRPr="00F22E19" w14:paraId="4BBCFD8A" w14:textId="77777777" w:rsidTr="009E5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08793CC7" w14:textId="77777777" w:rsidR="00490E0E" w:rsidRPr="00F22E19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E1D452F" w14:textId="77777777" w:rsidR="00490E0E" w:rsidRPr="00F22E19" w:rsidRDefault="00490E0E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3F3D9F7" w14:textId="77777777" w:rsidR="00490E0E" w:rsidRPr="00F22E19" w:rsidRDefault="00490E0E" w:rsidP="00490E0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CFDB3EB" w14:textId="77777777" w:rsidR="00490E0E" w:rsidRPr="00F22E19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BEC1A63" w14:textId="77777777" w:rsidR="00490E0E" w:rsidRPr="00F22E19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0E0E" w:rsidRPr="00F22E19" w14:paraId="418D6AC1" w14:textId="77777777" w:rsidTr="009E5E09">
        <w:trPr>
          <w:trHeight w:val="213"/>
        </w:trPr>
        <w:tc>
          <w:tcPr>
            <w:tcW w:w="1788" w:type="dxa"/>
          </w:tcPr>
          <w:p w14:paraId="2C576C1A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identifier</w:t>
            </w:r>
          </w:p>
        </w:tc>
        <w:tc>
          <w:tcPr>
            <w:tcW w:w="3360" w:type="dxa"/>
          </w:tcPr>
          <w:p w14:paraId="30DAFA89" w14:textId="77777777" w:rsidR="00490E0E" w:rsidRPr="004B164C" w:rsidRDefault="00490E0E" w:rsidP="00B40D01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Pole na wprowadzenie NIP lub EORI Podatnika.</w:t>
            </w:r>
          </w:p>
        </w:tc>
        <w:tc>
          <w:tcPr>
            <w:tcW w:w="840" w:type="dxa"/>
          </w:tcPr>
          <w:p w14:paraId="5BCA327C" w14:textId="77777777" w:rsidR="00490E0E" w:rsidRPr="004B164C" w:rsidRDefault="00977A53" w:rsidP="00B40D01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095" w:type="dxa"/>
          </w:tcPr>
          <w:p w14:paraId="76FF9B48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ZIdentification</w:t>
            </w:r>
          </w:p>
        </w:tc>
        <w:tc>
          <w:tcPr>
            <w:tcW w:w="1197" w:type="dxa"/>
          </w:tcPr>
          <w:p w14:paraId="46F50A00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1..1</w:t>
            </w:r>
          </w:p>
        </w:tc>
      </w:tr>
      <w:tr w:rsidR="00490E0E" w:rsidRPr="00F22E19" w14:paraId="644CAC93" w14:textId="77777777" w:rsidTr="009E5E09">
        <w:trPr>
          <w:trHeight w:val="213"/>
        </w:trPr>
        <w:tc>
          <w:tcPr>
            <w:tcW w:w="1788" w:type="dxa"/>
          </w:tcPr>
          <w:p w14:paraId="69455643" w14:textId="77777777" w:rsidR="00490E0E" w:rsidRPr="004B164C" w:rsidRDefault="00490E0E" w:rsidP="00DE6D49">
            <w:pPr>
              <w:rPr>
                <w:rStyle w:val="pole"/>
                <w:rFonts w:ascii="Lato" w:hAnsi="Lato"/>
              </w:rPr>
            </w:pPr>
            <w:bookmarkStart w:id="64" w:name="period"/>
            <w:r w:rsidRPr="004B164C">
              <w:rPr>
                <w:rStyle w:val="pole"/>
                <w:rFonts w:ascii="Lato" w:hAnsi="Lato"/>
              </w:rPr>
              <w:t>period</w:t>
            </w:r>
            <w:bookmarkEnd w:id="64"/>
          </w:p>
        </w:tc>
        <w:tc>
          <w:tcPr>
            <w:tcW w:w="3360" w:type="dxa"/>
          </w:tcPr>
          <w:p w14:paraId="240B349D" w14:textId="77777777" w:rsidR="00490E0E" w:rsidRPr="004B164C" w:rsidRDefault="00490E0E" w:rsidP="00DE6D49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5CEE3091" w14:textId="77777777" w:rsidR="00490E0E" w:rsidRPr="004B164C" w:rsidRDefault="00977A53" w:rsidP="00DE6D49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4, 5</w:t>
            </w:r>
          </w:p>
        </w:tc>
        <w:tc>
          <w:tcPr>
            <w:tcW w:w="2095" w:type="dxa"/>
          </w:tcPr>
          <w:p w14:paraId="38CA1A18" w14:textId="77777777" w:rsidR="00490E0E" w:rsidRPr="004B164C" w:rsidRDefault="00490E0E" w:rsidP="00DE6D49">
            <w:pPr>
              <w:rPr>
                <w:rStyle w:val="pole"/>
                <w:rFonts w:ascii="Lato" w:hAnsi="Lato"/>
                <w:lang w:val="pl-PL"/>
              </w:rPr>
            </w:pPr>
            <w:r w:rsidRPr="00904E38">
              <w:rPr>
                <w:rStyle w:val="pole"/>
                <w:rFonts w:ascii="Lato" w:hAnsi="Lato"/>
                <w:lang w:val="pl-PL"/>
              </w:rPr>
              <w:t>ZPeriod</w:t>
            </w:r>
          </w:p>
          <w:p w14:paraId="3C57E861" w14:textId="0BA2ED18" w:rsidR="00490E0E" w:rsidRPr="004B164C" w:rsidRDefault="0073446D" w:rsidP="00DE6D49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 xml:space="preserve">Patrz reguła </w:t>
            </w:r>
            <w:r w:rsidRPr="004B164C">
              <w:rPr>
                <w:rFonts w:cs="Arial"/>
                <w:sz w:val="18"/>
                <w:szCs w:val="18"/>
              </w:rPr>
              <w:fldChar w:fldCharType="begin"/>
            </w:r>
            <w:r w:rsidRPr="004B164C">
              <w:rPr>
                <w:rFonts w:cs="Arial"/>
                <w:sz w:val="18"/>
                <w:szCs w:val="18"/>
              </w:rPr>
              <w:instrText xml:space="preserve"> REF R1 \h </w:instrText>
            </w:r>
            <w:r w:rsidR="00F22E19" w:rsidRPr="004B164C">
              <w:rPr>
                <w:rFonts w:cs="Arial"/>
                <w:sz w:val="18"/>
                <w:szCs w:val="18"/>
              </w:rPr>
              <w:instrText xml:space="preserve"> \* MERGEFORMAT </w:instrText>
            </w:r>
            <w:r w:rsidRPr="004B164C">
              <w:rPr>
                <w:rFonts w:cs="Arial"/>
                <w:sz w:val="18"/>
                <w:szCs w:val="18"/>
              </w:rPr>
            </w:r>
            <w:r w:rsidRPr="004B164C">
              <w:rPr>
                <w:rFonts w:cs="Arial"/>
                <w:sz w:val="18"/>
                <w:szCs w:val="18"/>
              </w:rPr>
              <w:fldChar w:fldCharType="separate"/>
            </w:r>
            <w:r w:rsidR="00454A12" w:rsidRPr="004B164C">
              <w:rPr>
                <w:rFonts w:cs="Arial"/>
                <w:sz w:val="18"/>
                <w:szCs w:val="18"/>
              </w:rPr>
              <w:t>R1</w:t>
            </w:r>
            <w:r w:rsidRPr="004B164C">
              <w:rPr>
                <w:rFonts w:cs="Arial"/>
                <w:sz w:val="18"/>
                <w:szCs w:val="18"/>
              </w:rPr>
              <w:fldChar w:fldCharType="end"/>
            </w:r>
            <w:r w:rsidR="00500C9D" w:rsidRPr="004B164C">
              <w:rPr>
                <w:rFonts w:cs="Arial"/>
                <w:sz w:val="18"/>
                <w:szCs w:val="18"/>
              </w:rPr>
              <w:t>,R15</w:t>
            </w:r>
          </w:p>
        </w:tc>
        <w:tc>
          <w:tcPr>
            <w:tcW w:w="1197" w:type="dxa"/>
          </w:tcPr>
          <w:p w14:paraId="137AAD07" w14:textId="77777777" w:rsidR="00490E0E" w:rsidRPr="004B164C" w:rsidRDefault="00490E0E" w:rsidP="00DE6D49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1..1</w:t>
            </w:r>
          </w:p>
        </w:tc>
      </w:tr>
      <w:tr w:rsidR="00490E0E" w:rsidRPr="00F22E19" w14:paraId="5893079D" w14:textId="77777777" w:rsidTr="009E5E09">
        <w:trPr>
          <w:trHeight w:val="213"/>
        </w:trPr>
        <w:tc>
          <w:tcPr>
            <w:tcW w:w="1788" w:type="dxa"/>
          </w:tcPr>
          <w:p w14:paraId="6C8564BB" w14:textId="77777777" w:rsidR="00490E0E" w:rsidRPr="004B164C" w:rsidRDefault="00C8238B" w:rsidP="00DE6D49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tax</w:t>
            </w:r>
            <w:r w:rsidR="00490E0E" w:rsidRPr="004B164C">
              <w:rPr>
                <w:rStyle w:val="pole"/>
                <w:rFonts w:ascii="Lato" w:hAnsi="Lato"/>
              </w:rPr>
              <w:t>Office</w:t>
            </w:r>
          </w:p>
        </w:tc>
        <w:tc>
          <w:tcPr>
            <w:tcW w:w="3360" w:type="dxa"/>
          </w:tcPr>
          <w:p w14:paraId="54765843" w14:textId="77777777" w:rsidR="00266EDA" w:rsidRPr="004B164C" w:rsidRDefault="00266EDA" w:rsidP="00266EDA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 xml:space="preserve">Urząd </w:t>
            </w:r>
            <w:r w:rsidR="00220EA1" w:rsidRPr="004B164C">
              <w:rPr>
                <w:rFonts w:cs="Arial"/>
                <w:sz w:val="18"/>
                <w:szCs w:val="18"/>
              </w:rPr>
              <w:t>Skarbowy</w:t>
            </w:r>
            <w:r w:rsidRPr="004B164C">
              <w:rPr>
                <w:rFonts w:cs="Arial"/>
                <w:sz w:val="18"/>
                <w:szCs w:val="18"/>
              </w:rPr>
              <w:t>, do którego adresowana jest deklaracja.</w:t>
            </w:r>
          </w:p>
          <w:p w14:paraId="5B24E5C5" w14:textId="77777777" w:rsidR="007564C0" w:rsidRPr="004B164C" w:rsidRDefault="007564C0" w:rsidP="007564C0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 xml:space="preserve">Zgodny ze słownikiem </w:t>
            </w:r>
            <w:r w:rsidR="00F733CF" w:rsidRPr="004B164C">
              <w:rPr>
                <w:rFonts w:cs="Arial"/>
                <w:sz w:val="18"/>
                <w:szCs w:val="18"/>
              </w:rPr>
              <w:t>3090</w:t>
            </w:r>
            <w:r w:rsidRPr="004B164C">
              <w:rPr>
                <w:rFonts w:cs="Arial"/>
                <w:sz w:val="18"/>
                <w:szCs w:val="18"/>
              </w:rPr>
              <w:t>, dostępnym pod adresem:</w:t>
            </w:r>
          </w:p>
          <w:p w14:paraId="318F91D5" w14:textId="77777777" w:rsidR="00490E0E" w:rsidRPr="004B164C" w:rsidRDefault="007564C0" w:rsidP="007564C0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https://puesc.gov.pl/seap_pdr_extimpl/slowniki/</w:t>
            </w:r>
            <w:r w:rsidR="00F733CF" w:rsidRPr="004B164C">
              <w:rPr>
                <w:rFonts w:cs="Arial"/>
                <w:sz w:val="18"/>
                <w:szCs w:val="18"/>
              </w:rPr>
              <w:t>3090</w:t>
            </w:r>
          </w:p>
        </w:tc>
        <w:tc>
          <w:tcPr>
            <w:tcW w:w="840" w:type="dxa"/>
          </w:tcPr>
          <w:p w14:paraId="6BDA54FE" w14:textId="77777777" w:rsidR="00490E0E" w:rsidRPr="004B164C" w:rsidRDefault="00977A53" w:rsidP="00DE6D49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6</w:t>
            </w:r>
            <w:r w:rsidR="005F1666" w:rsidRPr="004B164C">
              <w:rPr>
                <w:rFonts w:cs="Arial"/>
                <w:sz w:val="18"/>
                <w:szCs w:val="18"/>
              </w:rPr>
              <w:t>, 7</w:t>
            </w:r>
          </w:p>
        </w:tc>
        <w:tc>
          <w:tcPr>
            <w:tcW w:w="2095" w:type="dxa"/>
          </w:tcPr>
          <w:p w14:paraId="31FB9274" w14:textId="77777777" w:rsidR="00490E0E" w:rsidRPr="004B164C" w:rsidRDefault="00490E0E" w:rsidP="00C8238B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Z</w:t>
            </w:r>
            <w:r w:rsidR="00C8238B" w:rsidRPr="004B164C">
              <w:rPr>
                <w:rStyle w:val="pole"/>
                <w:rFonts w:ascii="Lato" w:hAnsi="Lato"/>
              </w:rPr>
              <w:t>Tax</w:t>
            </w:r>
            <w:r w:rsidRPr="004B164C">
              <w:rPr>
                <w:rStyle w:val="pole"/>
                <w:rFonts w:ascii="Lato" w:hAnsi="Lato"/>
              </w:rPr>
              <w:t>Office</w:t>
            </w:r>
          </w:p>
        </w:tc>
        <w:tc>
          <w:tcPr>
            <w:tcW w:w="1197" w:type="dxa"/>
          </w:tcPr>
          <w:p w14:paraId="1B2E417D" w14:textId="77777777" w:rsidR="00490E0E" w:rsidRPr="004B164C" w:rsidRDefault="00490E0E" w:rsidP="00DE6D49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1..1</w:t>
            </w:r>
          </w:p>
        </w:tc>
      </w:tr>
      <w:tr w:rsidR="00490E0E" w:rsidRPr="00F22E19" w14:paraId="14ADB36A" w14:textId="77777777" w:rsidTr="009E5E09">
        <w:trPr>
          <w:trHeight w:val="213"/>
        </w:trPr>
        <w:tc>
          <w:tcPr>
            <w:tcW w:w="1788" w:type="dxa"/>
          </w:tcPr>
          <w:p w14:paraId="1B97FC83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bookmarkStart w:id="65" w:name="submissionAim"/>
            <w:r w:rsidRPr="004B164C">
              <w:rPr>
                <w:rStyle w:val="pole"/>
                <w:rFonts w:ascii="Lato" w:hAnsi="Lato"/>
              </w:rPr>
              <w:t>submissionAim</w:t>
            </w:r>
            <w:bookmarkEnd w:id="65"/>
          </w:p>
        </w:tc>
        <w:tc>
          <w:tcPr>
            <w:tcW w:w="3360" w:type="dxa"/>
          </w:tcPr>
          <w:p w14:paraId="30BEE556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Informacja czy dokument jest deklaracją czy korektą.</w:t>
            </w:r>
          </w:p>
        </w:tc>
        <w:tc>
          <w:tcPr>
            <w:tcW w:w="840" w:type="dxa"/>
          </w:tcPr>
          <w:p w14:paraId="2670F37A" w14:textId="77777777" w:rsidR="00490E0E" w:rsidRPr="004B164C" w:rsidRDefault="00977A53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095" w:type="dxa"/>
          </w:tcPr>
          <w:p w14:paraId="563963FD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ZSubmissionAim</w:t>
            </w:r>
          </w:p>
          <w:p w14:paraId="72BDC47D" w14:textId="046E5DA1" w:rsidR="00490E0E" w:rsidRPr="004B164C" w:rsidRDefault="0073446D" w:rsidP="0073446D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 xml:space="preserve">Patrz reguła </w:t>
            </w:r>
            <w:r w:rsidRPr="004B164C">
              <w:rPr>
                <w:rFonts w:cs="Arial"/>
                <w:sz w:val="18"/>
                <w:szCs w:val="18"/>
              </w:rPr>
              <w:fldChar w:fldCharType="begin"/>
            </w:r>
            <w:r w:rsidRPr="004B164C">
              <w:rPr>
                <w:rFonts w:cs="Arial"/>
                <w:sz w:val="18"/>
                <w:szCs w:val="18"/>
              </w:rPr>
              <w:instrText xml:space="preserve"> REF R2 \h </w:instrText>
            </w:r>
            <w:r w:rsidR="00F22E19" w:rsidRPr="004B164C">
              <w:rPr>
                <w:rFonts w:cs="Arial"/>
                <w:sz w:val="18"/>
                <w:szCs w:val="18"/>
              </w:rPr>
              <w:instrText xml:space="preserve"> \* MERGEFORMAT </w:instrText>
            </w:r>
            <w:r w:rsidRPr="004B164C">
              <w:rPr>
                <w:rFonts w:cs="Arial"/>
                <w:sz w:val="18"/>
                <w:szCs w:val="18"/>
              </w:rPr>
            </w:r>
            <w:r w:rsidRPr="004B164C">
              <w:rPr>
                <w:rFonts w:cs="Arial"/>
                <w:sz w:val="18"/>
                <w:szCs w:val="18"/>
              </w:rPr>
              <w:fldChar w:fldCharType="separate"/>
            </w:r>
            <w:r w:rsidR="00454A12" w:rsidRPr="004B164C">
              <w:rPr>
                <w:rFonts w:cs="Arial"/>
                <w:sz w:val="18"/>
                <w:szCs w:val="18"/>
              </w:rPr>
              <w:t>R2</w:t>
            </w:r>
            <w:r w:rsidRPr="004B164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97" w:type="dxa"/>
          </w:tcPr>
          <w:p w14:paraId="7527D89B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1..1</w:t>
            </w:r>
          </w:p>
        </w:tc>
      </w:tr>
      <w:tr w:rsidR="00490E0E" w:rsidRPr="00F22E19" w14:paraId="01422BCD" w14:textId="77777777" w:rsidTr="009E5E09">
        <w:trPr>
          <w:trHeight w:val="213"/>
        </w:trPr>
        <w:tc>
          <w:tcPr>
            <w:tcW w:w="1788" w:type="dxa"/>
          </w:tcPr>
          <w:p w14:paraId="66C89BC8" w14:textId="77777777" w:rsidR="00490E0E" w:rsidRPr="004B164C" w:rsidRDefault="00490E0E" w:rsidP="00A61F37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orgDocNo</w:t>
            </w:r>
          </w:p>
        </w:tc>
        <w:tc>
          <w:tcPr>
            <w:tcW w:w="3360" w:type="dxa"/>
          </w:tcPr>
          <w:p w14:paraId="390D434A" w14:textId="77777777" w:rsidR="00490E0E" w:rsidRPr="004B164C" w:rsidRDefault="00490E0E" w:rsidP="00A61F37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840" w:type="dxa"/>
          </w:tcPr>
          <w:p w14:paraId="4CDB3C7B" w14:textId="77777777" w:rsidR="00490E0E" w:rsidRPr="004B164C" w:rsidRDefault="00977A53" w:rsidP="00A61F37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2095" w:type="dxa"/>
          </w:tcPr>
          <w:p w14:paraId="11AC2948" w14:textId="77777777" w:rsidR="00490E0E" w:rsidRPr="004B164C" w:rsidRDefault="00490E0E" w:rsidP="00A61F37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string</w:t>
            </w:r>
          </w:p>
        </w:tc>
        <w:tc>
          <w:tcPr>
            <w:tcW w:w="1197" w:type="dxa"/>
          </w:tcPr>
          <w:p w14:paraId="14B86688" w14:textId="77777777" w:rsidR="00490E0E" w:rsidRPr="004B164C" w:rsidRDefault="00490E0E" w:rsidP="00A61F37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0..1</w:t>
            </w:r>
          </w:p>
        </w:tc>
      </w:tr>
      <w:tr w:rsidR="00490E0E" w:rsidRPr="00F22E19" w14:paraId="6E4B51B8" w14:textId="77777777" w:rsidTr="009E5E09">
        <w:trPr>
          <w:trHeight w:val="213"/>
        </w:trPr>
        <w:tc>
          <w:tcPr>
            <w:tcW w:w="1788" w:type="dxa"/>
          </w:tcPr>
          <w:p w14:paraId="62971A62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lastRenderedPageBreak/>
              <w:t>justification</w:t>
            </w:r>
          </w:p>
        </w:tc>
        <w:tc>
          <w:tcPr>
            <w:tcW w:w="3360" w:type="dxa"/>
          </w:tcPr>
          <w:p w14:paraId="59DC034F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840" w:type="dxa"/>
          </w:tcPr>
          <w:p w14:paraId="6877CD9B" w14:textId="77777777" w:rsidR="00490E0E" w:rsidRPr="004B164C" w:rsidRDefault="00977A53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2095" w:type="dxa"/>
          </w:tcPr>
          <w:p w14:paraId="5717A054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string(256)</w:t>
            </w:r>
          </w:p>
        </w:tc>
        <w:tc>
          <w:tcPr>
            <w:tcW w:w="1197" w:type="dxa"/>
          </w:tcPr>
          <w:p w14:paraId="406E9B5F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0..1</w:t>
            </w:r>
          </w:p>
        </w:tc>
      </w:tr>
      <w:tr w:rsidR="00490E0E" w:rsidRPr="00F22E19" w14:paraId="6F5B558C" w14:textId="77777777" w:rsidTr="009E5E09">
        <w:trPr>
          <w:trHeight w:val="213"/>
        </w:trPr>
        <w:tc>
          <w:tcPr>
            <w:tcW w:w="1788" w:type="dxa"/>
          </w:tcPr>
          <w:p w14:paraId="5A8AE140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bookmarkStart w:id="66" w:name="Trader"/>
            <w:r w:rsidRPr="004B164C">
              <w:rPr>
                <w:rStyle w:val="pole"/>
                <w:rFonts w:ascii="Lato" w:hAnsi="Lato"/>
              </w:rPr>
              <w:t>Trader</w:t>
            </w:r>
            <w:bookmarkEnd w:id="66"/>
          </w:p>
        </w:tc>
        <w:tc>
          <w:tcPr>
            <w:tcW w:w="3360" w:type="dxa"/>
          </w:tcPr>
          <w:p w14:paraId="1CF03330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Dane płatnika</w:t>
            </w:r>
          </w:p>
        </w:tc>
        <w:tc>
          <w:tcPr>
            <w:tcW w:w="840" w:type="dxa"/>
          </w:tcPr>
          <w:p w14:paraId="45E8713C" w14:textId="77777777" w:rsidR="00490E0E" w:rsidRPr="004B164C" w:rsidRDefault="00274B40" w:rsidP="00490E0E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5" w:type="dxa"/>
          </w:tcPr>
          <w:p w14:paraId="014CD880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(</w:t>
            </w:r>
            <w:r w:rsidRPr="004B164C">
              <w:rPr>
                <w:rStyle w:val="pole"/>
                <w:rFonts w:ascii="Lato" w:hAnsi="Lato"/>
              </w:rPr>
              <w:t>TraderType</w:t>
            </w:r>
            <w:r w:rsidRPr="004B164C">
              <w:rPr>
                <w:rFonts w:cs="Arial"/>
                <w:sz w:val="18"/>
                <w:szCs w:val="18"/>
              </w:rPr>
              <w:t>)</w:t>
            </w:r>
          </w:p>
          <w:p w14:paraId="7C1A67D6" w14:textId="190AADE7" w:rsidR="00C12273" w:rsidRPr="004B164C" w:rsidRDefault="0073446D" w:rsidP="0073446D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 xml:space="preserve">Patrz reguła </w:t>
            </w:r>
            <w:r w:rsidRPr="004B164C">
              <w:rPr>
                <w:rFonts w:cs="Arial"/>
                <w:sz w:val="18"/>
                <w:szCs w:val="18"/>
              </w:rPr>
              <w:fldChar w:fldCharType="begin"/>
            </w:r>
            <w:r w:rsidRPr="004B164C">
              <w:rPr>
                <w:rFonts w:cs="Arial"/>
                <w:sz w:val="18"/>
                <w:szCs w:val="18"/>
              </w:rPr>
              <w:instrText xml:space="preserve"> REF R3 \h </w:instrText>
            </w:r>
            <w:r w:rsidR="00F22E19" w:rsidRPr="004B164C">
              <w:rPr>
                <w:rFonts w:cs="Arial"/>
                <w:sz w:val="18"/>
                <w:szCs w:val="18"/>
              </w:rPr>
              <w:instrText xml:space="preserve"> \* MERGEFORMAT </w:instrText>
            </w:r>
            <w:r w:rsidRPr="004B164C">
              <w:rPr>
                <w:rFonts w:cs="Arial"/>
                <w:sz w:val="18"/>
                <w:szCs w:val="18"/>
              </w:rPr>
            </w:r>
            <w:r w:rsidRPr="004B164C">
              <w:rPr>
                <w:rFonts w:cs="Arial"/>
                <w:sz w:val="18"/>
                <w:szCs w:val="18"/>
              </w:rPr>
              <w:fldChar w:fldCharType="separate"/>
            </w:r>
            <w:r w:rsidR="00454A12" w:rsidRPr="004B164C">
              <w:rPr>
                <w:rFonts w:cs="Arial"/>
                <w:sz w:val="18"/>
                <w:szCs w:val="18"/>
              </w:rPr>
              <w:t>R3</w:t>
            </w:r>
            <w:r w:rsidRPr="004B164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97" w:type="dxa"/>
          </w:tcPr>
          <w:p w14:paraId="1C0E6592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1..1</w:t>
            </w:r>
          </w:p>
        </w:tc>
      </w:tr>
      <w:tr w:rsidR="00490E0E" w:rsidRPr="00F22E19" w14:paraId="6524B330" w14:textId="77777777" w:rsidTr="009E5E09">
        <w:trPr>
          <w:trHeight w:val="213"/>
        </w:trPr>
        <w:tc>
          <w:tcPr>
            <w:tcW w:w="1788" w:type="dxa"/>
          </w:tcPr>
          <w:p w14:paraId="1DEDCEF4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Calculation</w:t>
            </w:r>
            <w:r w:rsidR="0073446D" w:rsidRPr="004B164C">
              <w:rPr>
                <w:rStyle w:val="pole"/>
                <w:rFonts w:ascii="Arial" w:hAnsi="Arial" w:cs="Arial"/>
              </w:rPr>
              <w:t>‌</w:t>
            </w:r>
            <w:r w:rsidRPr="004B164C">
              <w:rPr>
                <w:rStyle w:val="pole"/>
                <w:rFonts w:ascii="Lato" w:hAnsi="Lato"/>
              </w:rPr>
              <w:t>Of</w:t>
            </w:r>
            <w:r w:rsidR="0073446D" w:rsidRPr="004B164C">
              <w:rPr>
                <w:rStyle w:val="pole"/>
                <w:rFonts w:ascii="Arial" w:hAnsi="Arial" w:cs="Arial"/>
              </w:rPr>
              <w:t>‌</w:t>
            </w:r>
            <w:r w:rsidRPr="004B164C">
              <w:rPr>
                <w:rStyle w:val="pole"/>
                <w:rFonts w:ascii="Lato" w:hAnsi="Lato"/>
              </w:rPr>
              <w:t>Tax</w:t>
            </w:r>
            <w:r w:rsidR="0073446D" w:rsidRPr="004B164C">
              <w:rPr>
                <w:rStyle w:val="pole"/>
                <w:rFonts w:ascii="Arial" w:hAnsi="Arial" w:cs="Arial"/>
              </w:rPr>
              <w:t>‌</w:t>
            </w:r>
            <w:r w:rsidRPr="004B164C">
              <w:rPr>
                <w:rStyle w:val="pole"/>
                <w:rFonts w:ascii="Lato" w:hAnsi="Lato"/>
              </w:rPr>
              <w:t>On</w:t>
            </w:r>
            <w:r w:rsidR="0073446D" w:rsidRPr="004B164C">
              <w:rPr>
                <w:rStyle w:val="pole"/>
                <w:rFonts w:ascii="Arial" w:hAnsi="Arial" w:cs="Arial"/>
              </w:rPr>
              <w:t>‌</w:t>
            </w:r>
            <w:r w:rsidRPr="004B164C">
              <w:rPr>
                <w:rStyle w:val="pole"/>
                <w:rFonts w:ascii="Lato" w:hAnsi="Lato"/>
              </w:rPr>
              <w:t>Game</w:t>
            </w:r>
          </w:p>
        </w:tc>
        <w:tc>
          <w:tcPr>
            <w:tcW w:w="3360" w:type="dxa"/>
          </w:tcPr>
          <w:p w14:paraId="47291A1E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Obliczenie podatku od gier</w:t>
            </w:r>
          </w:p>
        </w:tc>
        <w:tc>
          <w:tcPr>
            <w:tcW w:w="840" w:type="dxa"/>
          </w:tcPr>
          <w:p w14:paraId="0EDBC293" w14:textId="77777777" w:rsidR="00490E0E" w:rsidRPr="004B164C" w:rsidRDefault="00274B40" w:rsidP="00490E0E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2095" w:type="dxa"/>
          </w:tcPr>
          <w:p w14:paraId="1FC4346E" w14:textId="77777777" w:rsidR="00490E0E" w:rsidRPr="004B164C" w:rsidRDefault="0073446D" w:rsidP="0073446D">
            <w:pPr>
              <w:rPr>
                <w:rStyle w:val="poleodsylacz"/>
                <w:rFonts w:ascii="Lato" w:hAnsi="Lato"/>
              </w:rPr>
            </w:pPr>
            <w:r w:rsidRPr="004B164C">
              <w:rPr>
                <w:rStyle w:val="poleodsylacz"/>
                <w:rFonts w:ascii="Lato" w:hAnsi="Lato"/>
              </w:rPr>
              <w:fldChar w:fldCharType="begin"/>
            </w:r>
            <w:r w:rsidRPr="004B164C">
              <w:rPr>
                <w:rStyle w:val="poleodsylacz"/>
                <w:rFonts w:ascii="Lato" w:hAnsi="Lato"/>
              </w:rPr>
              <w:instrText xml:space="preserve"> REF CalculationOfTaxOnGame \h  \* MERGEFORMAT </w:instrText>
            </w:r>
            <w:r w:rsidRPr="004B164C">
              <w:rPr>
                <w:rStyle w:val="poleodsylacz"/>
                <w:rFonts w:ascii="Lato" w:hAnsi="Lato"/>
              </w:rPr>
            </w:r>
            <w:r w:rsidRPr="004B164C">
              <w:rPr>
                <w:rStyle w:val="poleodsylacz"/>
                <w:rFonts w:ascii="Lato" w:hAnsi="Lato"/>
              </w:rPr>
              <w:fldChar w:fldCharType="separate"/>
            </w:r>
            <w:r w:rsidR="00454A12" w:rsidRPr="004B164C">
              <w:rPr>
                <w:rStyle w:val="poleodsylacz"/>
                <w:rFonts w:ascii="Lato" w:hAnsi="Lato"/>
              </w:rPr>
              <w:t>Calculation</w:t>
            </w:r>
            <w:r w:rsidR="00454A12" w:rsidRPr="004B164C">
              <w:rPr>
                <w:rStyle w:val="poleodsylacz"/>
                <w:rFonts w:ascii="Arial" w:hAnsi="Arial" w:cs="Arial"/>
              </w:rPr>
              <w:t>‌</w:t>
            </w:r>
            <w:r w:rsidR="00454A12" w:rsidRPr="004B164C">
              <w:rPr>
                <w:rStyle w:val="poleodsylacz"/>
                <w:rFonts w:ascii="Lato" w:hAnsi="Lato"/>
              </w:rPr>
              <w:t>Of</w:t>
            </w:r>
            <w:r w:rsidR="00454A12" w:rsidRPr="004B164C">
              <w:rPr>
                <w:rStyle w:val="poleodsylacz"/>
                <w:rFonts w:ascii="Arial" w:hAnsi="Arial" w:cs="Arial"/>
              </w:rPr>
              <w:t>‌</w:t>
            </w:r>
            <w:r w:rsidR="00454A12" w:rsidRPr="004B164C">
              <w:rPr>
                <w:rStyle w:val="poleodsylacz"/>
                <w:rFonts w:ascii="Lato" w:hAnsi="Lato"/>
              </w:rPr>
              <w:t>Tax</w:t>
            </w:r>
            <w:r w:rsidR="00454A12" w:rsidRPr="004B164C">
              <w:rPr>
                <w:rStyle w:val="poleodsylacz"/>
                <w:rFonts w:ascii="Arial" w:hAnsi="Arial" w:cs="Arial"/>
              </w:rPr>
              <w:t>‌</w:t>
            </w:r>
            <w:r w:rsidR="00454A12" w:rsidRPr="004B164C">
              <w:rPr>
                <w:rStyle w:val="poleodsylacz"/>
                <w:rFonts w:ascii="Lato" w:hAnsi="Lato"/>
              </w:rPr>
              <w:t>On</w:t>
            </w:r>
            <w:r w:rsidR="00454A12" w:rsidRPr="004B164C">
              <w:rPr>
                <w:rStyle w:val="poleodsylacz"/>
                <w:rFonts w:ascii="Arial" w:hAnsi="Arial" w:cs="Arial"/>
              </w:rPr>
              <w:t>‌</w:t>
            </w:r>
            <w:r w:rsidR="00454A12" w:rsidRPr="004B164C">
              <w:rPr>
                <w:rStyle w:val="poleodsylacz"/>
                <w:rFonts w:ascii="Lato" w:hAnsi="Lato"/>
              </w:rPr>
              <w:t>Game</w:t>
            </w:r>
            <w:r w:rsidR="00454A12" w:rsidRPr="004B164C">
              <w:rPr>
                <w:rStyle w:val="poleodsylacz"/>
                <w:rFonts w:ascii="Arial" w:hAnsi="Arial" w:cs="Arial"/>
              </w:rPr>
              <w:t>‌</w:t>
            </w:r>
            <w:r w:rsidR="00454A12" w:rsidRPr="004B164C">
              <w:rPr>
                <w:rStyle w:val="poleodsylacz"/>
                <w:rFonts w:ascii="Lato" w:hAnsi="Lato"/>
              </w:rPr>
              <w:t>Type</w:t>
            </w:r>
            <w:r w:rsidRPr="004B164C">
              <w:rPr>
                <w:rStyle w:val="poleodsylacz"/>
                <w:rFonts w:ascii="Lato" w:hAnsi="Lato"/>
              </w:rPr>
              <w:fldChar w:fldCharType="end"/>
            </w:r>
          </w:p>
        </w:tc>
        <w:tc>
          <w:tcPr>
            <w:tcW w:w="1197" w:type="dxa"/>
          </w:tcPr>
          <w:p w14:paraId="451C2E30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1..1</w:t>
            </w:r>
          </w:p>
        </w:tc>
      </w:tr>
      <w:tr w:rsidR="00490E0E" w:rsidRPr="00F22E19" w14:paraId="04197B25" w14:textId="77777777" w:rsidTr="009E5E09">
        <w:trPr>
          <w:trHeight w:val="213"/>
        </w:trPr>
        <w:tc>
          <w:tcPr>
            <w:tcW w:w="1788" w:type="dxa"/>
          </w:tcPr>
          <w:p w14:paraId="4BFB2AC7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Statement</w:t>
            </w:r>
          </w:p>
        </w:tc>
        <w:tc>
          <w:tcPr>
            <w:tcW w:w="3360" w:type="dxa"/>
          </w:tcPr>
          <w:p w14:paraId="7DA4F52C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Oświadczenie osoby odpowiedzialnej za obliczenie i pobranie podatku lub pełnomocnika płatnika</w:t>
            </w:r>
          </w:p>
        </w:tc>
        <w:tc>
          <w:tcPr>
            <w:tcW w:w="840" w:type="dxa"/>
          </w:tcPr>
          <w:p w14:paraId="3C5E93DE" w14:textId="77777777" w:rsidR="00490E0E" w:rsidRPr="004B164C" w:rsidRDefault="00274B40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2095" w:type="dxa"/>
          </w:tcPr>
          <w:p w14:paraId="135B814B" w14:textId="77777777" w:rsidR="00490E0E" w:rsidRPr="004B164C" w:rsidRDefault="00490E0E" w:rsidP="005D7ED5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Z</w:t>
            </w:r>
            <w:r w:rsidR="00BA396C" w:rsidRPr="004B164C">
              <w:rPr>
                <w:rStyle w:val="pole"/>
                <w:rFonts w:ascii="Lato" w:hAnsi="Lato"/>
              </w:rPr>
              <w:t>Ext</w:t>
            </w:r>
            <w:r w:rsidRPr="004B164C">
              <w:rPr>
                <w:rStyle w:val="pole"/>
                <w:rFonts w:ascii="Lato" w:hAnsi="Lato"/>
              </w:rPr>
              <w:t>Statement</w:t>
            </w:r>
          </w:p>
        </w:tc>
        <w:tc>
          <w:tcPr>
            <w:tcW w:w="1197" w:type="dxa"/>
          </w:tcPr>
          <w:p w14:paraId="387BE553" w14:textId="77777777" w:rsidR="00490E0E" w:rsidRPr="004B164C" w:rsidRDefault="00490E0E" w:rsidP="005D7ED5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0..1</w:t>
            </w:r>
          </w:p>
        </w:tc>
      </w:tr>
      <w:tr w:rsidR="00B10451" w:rsidRPr="00F22E19" w14:paraId="66EABF4A" w14:textId="77777777" w:rsidTr="009E5E09">
        <w:trPr>
          <w:trHeight w:val="213"/>
        </w:trPr>
        <w:tc>
          <w:tcPr>
            <w:tcW w:w="1788" w:type="dxa"/>
          </w:tcPr>
          <w:p w14:paraId="6095F3AF" w14:textId="77777777" w:rsidR="00B10451" w:rsidRPr="004B164C" w:rsidRDefault="00B10451" w:rsidP="00B10451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selfRef</w:t>
            </w:r>
          </w:p>
        </w:tc>
        <w:tc>
          <w:tcPr>
            <w:tcW w:w="3360" w:type="dxa"/>
          </w:tcPr>
          <w:p w14:paraId="73B27815" w14:textId="77777777" w:rsidR="00B10451" w:rsidRPr="004B164C" w:rsidRDefault="00B10451" w:rsidP="00B10451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Numer własny komunikatu</w:t>
            </w:r>
          </w:p>
        </w:tc>
        <w:tc>
          <w:tcPr>
            <w:tcW w:w="840" w:type="dxa"/>
          </w:tcPr>
          <w:p w14:paraId="20B5B2F8" w14:textId="77777777" w:rsidR="00B10451" w:rsidRPr="004B164C" w:rsidRDefault="00B10451" w:rsidP="00B104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95" w:type="dxa"/>
          </w:tcPr>
          <w:p w14:paraId="759F98F3" w14:textId="77777777" w:rsidR="00B10451" w:rsidRPr="004B164C" w:rsidRDefault="00B10451" w:rsidP="00B10451">
            <w:pPr>
              <w:rPr>
                <w:rStyle w:val="pole"/>
                <w:rFonts w:ascii="Lato" w:hAnsi="Lato"/>
              </w:rPr>
            </w:pPr>
            <w:r w:rsidRPr="004B164C">
              <w:rPr>
                <w:rStyle w:val="pole"/>
                <w:rFonts w:ascii="Lato" w:hAnsi="Lato"/>
              </w:rPr>
              <w:t>ZSelfRef</w:t>
            </w:r>
          </w:p>
        </w:tc>
        <w:tc>
          <w:tcPr>
            <w:tcW w:w="1197" w:type="dxa"/>
          </w:tcPr>
          <w:p w14:paraId="06BB9FB6" w14:textId="77777777" w:rsidR="00B10451" w:rsidRPr="004B164C" w:rsidRDefault="00B10451" w:rsidP="00B10451">
            <w:pPr>
              <w:rPr>
                <w:rFonts w:cs="Arial"/>
                <w:sz w:val="18"/>
                <w:szCs w:val="18"/>
              </w:rPr>
            </w:pPr>
            <w:r w:rsidRPr="004B164C">
              <w:rPr>
                <w:rFonts w:cs="Arial"/>
                <w:sz w:val="18"/>
                <w:szCs w:val="18"/>
              </w:rPr>
              <w:t>0..1</w:t>
            </w:r>
          </w:p>
        </w:tc>
      </w:tr>
    </w:tbl>
    <w:p w14:paraId="3885A7C3" w14:textId="2F262D59" w:rsidR="004B164C" w:rsidRDefault="004B164C" w:rsidP="004B164C">
      <w:pPr>
        <w:pStyle w:val="Legenda"/>
      </w:pPr>
      <w:bookmarkStart w:id="67" w:name="_Toc184280897"/>
      <w:r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>
        <w:rPr>
          <w:noProof/>
        </w:rPr>
        <w:t>11</w:t>
      </w:r>
      <w:r w:rsidR="00F74E7B">
        <w:rPr>
          <w:noProof/>
        </w:rPr>
        <w:fldChar w:fldCharType="end"/>
      </w:r>
      <w:r>
        <w:t xml:space="preserve">. </w:t>
      </w:r>
      <w:r w:rsidRPr="0001665B">
        <w:t xml:space="preserve">Struktura elementu </w:t>
      </w:r>
      <w:proofErr w:type="spellStart"/>
      <w:r w:rsidRPr="0001665B">
        <w:t>TraderType</w:t>
      </w:r>
      <w:bookmarkEnd w:id="6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5"/>
        <w:gridCol w:w="3351"/>
        <w:gridCol w:w="823"/>
        <w:gridCol w:w="1944"/>
        <w:gridCol w:w="1191"/>
      </w:tblGrid>
      <w:tr w:rsidR="008776C3" w:rsidRPr="00F22E19" w14:paraId="2C6DD5E7" w14:textId="77777777" w:rsidTr="009E5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5" w:type="dxa"/>
          </w:tcPr>
          <w:p w14:paraId="2577B814" w14:textId="77777777" w:rsidR="008776C3" w:rsidRPr="00F22E19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51" w:type="dxa"/>
          </w:tcPr>
          <w:p w14:paraId="7CDD965A" w14:textId="77777777" w:rsidR="008776C3" w:rsidRPr="00F22E19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3" w:type="dxa"/>
          </w:tcPr>
          <w:p w14:paraId="5BDDF8A6" w14:textId="77777777" w:rsidR="008776C3" w:rsidRPr="00F22E19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4" w:type="dxa"/>
          </w:tcPr>
          <w:p w14:paraId="6D98DF2E" w14:textId="77777777" w:rsidR="008776C3" w:rsidRPr="00F22E19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1" w:type="dxa"/>
          </w:tcPr>
          <w:p w14:paraId="1CB6D09D" w14:textId="77777777" w:rsidR="008776C3" w:rsidRPr="00F22E19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776C3" w:rsidRPr="00F22E19" w14:paraId="657A3662" w14:textId="77777777" w:rsidTr="009E5E09">
        <w:trPr>
          <w:trHeight w:val="213"/>
        </w:trPr>
        <w:tc>
          <w:tcPr>
            <w:tcW w:w="1745" w:type="dxa"/>
          </w:tcPr>
          <w:p w14:paraId="0CB3C19C" w14:textId="77777777" w:rsidR="008776C3" w:rsidRPr="004B164C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Corporate</w:t>
            </w:r>
          </w:p>
        </w:tc>
        <w:tc>
          <w:tcPr>
            <w:tcW w:w="3351" w:type="dxa"/>
          </w:tcPr>
          <w:p w14:paraId="6717241C" w14:textId="77777777" w:rsidR="008776C3" w:rsidRPr="004B164C" w:rsidRDefault="008776C3" w:rsidP="00A432C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Podstawowy zestaw danych o osobie </w:t>
            </w:r>
            <w:proofErr w:type="spellStart"/>
            <w:r w:rsidRPr="004B164C">
              <w:rPr>
                <w:rFonts w:cs="Arial"/>
                <w:sz w:val="20"/>
                <w:szCs w:val="20"/>
              </w:rPr>
              <w:t>niefizycznej</w:t>
            </w:r>
            <w:proofErr w:type="spellEnd"/>
            <w:r w:rsidRPr="004B164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3" w:type="dxa"/>
          </w:tcPr>
          <w:p w14:paraId="7DD126FA" w14:textId="77777777" w:rsidR="008776C3" w:rsidRPr="004B164C" w:rsidRDefault="008776C3" w:rsidP="00A432C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44" w:type="dxa"/>
          </w:tcPr>
          <w:p w14:paraId="5BD138BC" w14:textId="77777777" w:rsidR="008776C3" w:rsidRPr="004B164C" w:rsidRDefault="0073446D" w:rsidP="00A432CE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CorporateType \h  \* MERGEFORMAT </w:instrText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</w:rPr>
              <w:t>CorporateType</w:t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047A5E24" w14:textId="77777777" w:rsidR="008776C3" w:rsidRPr="004B164C" w:rsidRDefault="008776C3" w:rsidP="00A432C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5D3A92BB" w14:textId="55DE6DE7" w:rsidR="004B164C" w:rsidRDefault="004B164C" w:rsidP="004B164C">
      <w:pPr>
        <w:pStyle w:val="Legenda"/>
      </w:pPr>
      <w:bookmarkStart w:id="68" w:name="_Toc184280898"/>
      <w:r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>
        <w:rPr>
          <w:noProof/>
        </w:rPr>
        <w:t>12</w:t>
      </w:r>
      <w:r w:rsidR="00F74E7B">
        <w:rPr>
          <w:noProof/>
        </w:rPr>
        <w:fldChar w:fldCharType="end"/>
      </w:r>
      <w:r>
        <w:t xml:space="preserve">. </w:t>
      </w:r>
      <w:r w:rsidRPr="007501AE">
        <w:t xml:space="preserve">Struktura elementu </w:t>
      </w:r>
      <w:proofErr w:type="spellStart"/>
      <w:r w:rsidRPr="007501AE">
        <w:t>CorporateType</w:t>
      </w:r>
      <w:bookmarkEnd w:id="6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6"/>
        <w:gridCol w:w="3336"/>
        <w:gridCol w:w="820"/>
        <w:gridCol w:w="1952"/>
        <w:gridCol w:w="1190"/>
      </w:tblGrid>
      <w:tr w:rsidR="008776C3" w:rsidRPr="00F22E19" w14:paraId="43F72058" w14:textId="77777777" w:rsidTr="009E5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56" w:type="dxa"/>
          </w:tcPr>
          <w:p w14:paraId="3E90CF68" w14:textId="77777777" w:rsidR="008776C3" w:rsidRPr="00F22E19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36" w:type="dxa"/>
          </w:tcPr>
          <w:p w14:paraId="5471A9AA" w14:textId="77777777" w:rsidR="008776C3" w:rsidRPr="00F22E19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0" w:type="dxa"/>
          </w:tcPr>
          <w:p w14:paraId="2786B347" w14:textId="77777777" w:rsidR="008776C3" w:rsidRPr="00F22E19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52" w:type="dxa"/>
          </w:tcPr>
          <w:p w14:paraId="7598806F" w14:textId="77777777" w:rsidR="008776C3" w:rsidRPr="00F22E19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0" w:type="dxa"/>
          </w:tcPr>
          <w:p w14:paraId="768413C3" w14:textId="77777777" w:rsidR="008776C3" w:rsidRPr="00F22E19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776C3" w:rsidRPr="00F22E19" w14:paraId="2C4D6724" w14:textId="77777777" w:rsidTr="009E5E09">
        <w:trPr>
          <w:trHeight w:val="213"/>
        </w:trPr>
        <w:tc>
          <w:tcPr>
            <w:tcW w:w="1756" w:type="dxa"/>
          </w:tcPr>
          <w:p w14:paraId="7AA09739" w14:textId="77777777" w:rsidR="008776C3" w:rsidRPr="004B164C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TaxpayerData</w:t>
            </w:r>
          </w:p>
        </w:tc>
        <w:tc>
          <w:tcPr>
            <w:tcW w:w="3336" w:type="dxa"/>
          </w:tcPr>
          <w:p w14:paraId="7DD65BF1" w14:textId="77777777" w:rsidR="008776C3" w:rsidRPr="004B164C" w:rsidRDefault="008776C3" w:rsidP="00A432C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Dane identyfikacyjne podmiotu</w:t>
            </w:r>
          </w:p>
        </w:tc>
        <w:tc>
          <w:tcPr>
            <w:tcW w:w="820" w:type="dxa"/>
          </w:tcPr>
          <w:p w14:paraId="23921EAB" w14:textId="77777777" w:rsidR="008776C3" w:rsidRPr="004B164C" w:rsidRDefault="008776C3" w:rsidP="00A432C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B.1</w:t>
            </w:r>
          </w:p>
        </w:tc>
        <w:tc>
          <w:tcPr>
            <w:tcW w:w="1952" w:type="dxa"/>
          </w:tcPr>
          <w:p w14:paraId="37AF522D" w14:textId="77777777" w:rsidR="008776C3" w:rsidRPr="004B164C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ZIDCorporateReg</w:t>
            </w:r>
          </w:p>
        </w:tc>
        <w:tc>
          <w:tcPr>
            <w:tcW w:w="1190" w:type="dxa"/>
          </w:tcPr>
          <w:p w14:paraId="5BF049D5" w14:textId="77777777" w:rsidR="008776C3" w:rsidRPr="004B164C" w:rsidRDefault="008776C3" w:rsidP="00A432C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776C3" w:rsidRPr="00F22E19" w14:paraId="6C9B571D" w14:textId="77777777" w:rsidTr="009E5E09">
        <w:trPr>
          <w:trHeight w:val="213"/>
        </w:trPr>
        <w:tc>
          <w:tcPr>
            <w:tcW w:w="1756" w:type="dxa"/>
          </w:tcPr>
          <w:p w14:paraId="307AA619" w14:textId="77777777" w:rsidR="008776C3" w:rsidRPr="004B164C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Residence</w:t>
            </w:r>
          </w:p>
        </w:tc>
        <w:tc>
          <w:tcPr>
            <w:tcW w:w="3336" w:type="dxa"/>
          </w:tcPr>
          <w:p w14:paraId="6C42D4A3" w14:textId="77777777" w:rsidR="008776C3" w:rsidRPr="004B164C" w:rsidRDefault="008776C3" w:rsidP="00A432C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Adres siedziby</w:t>
            </w:r>
          </w:p>
        </w:tc>
        <w:tc>
          <w:tcPr>
            <w:tcW w:w="820" w:type="dxa"/>
          </w:tcPr>
          <w:p w14:paraId="5AE45CF6" w14:textId="77777777" w:rsidR="008776C3" w:rsidRPr="004B164C" w:rsidRDefault="008776C3" w:rsidP="00A432C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B.2</w:t>
            </w:r>
          </w:p>
        </w:tc>
        <w:tc>
          <w:tcPr>
            <w:tcW w:w="1952" w:type="dxa"/>
          </w:tcPr>
          <w:p w14:paraId="05CF2B01" w14:textId="77777777" w:rsidR="008776C3" w:rsidRPr="004B164C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ZAddress</w:t>
            </w:r>
          </w:p>
        </w:tc>
        <w:tc>
          <w:tcPr>
            <w:tcW w:w="1190" w:type="dxa"/>
          </w:tcPr>
          <w:p w14:paraId="77B16C79" w14:textId="77777777" w:rsidR="008776C3" w:rsidRPr="004B164C" w:rsidRDefault="008776C3" w:rsidP="00A432C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6ED4E16B" w14:textId="15708167" w:rsidR="004B164C" w:rsidRDefault="004B164C" w:rsidP="004B164C">
      <w:pPr>
        <w:pStyle w:val="Legenda"/>
      </w:pPr>
      <w:bookmarkStart w:id="69" w:name="_Toc184280899"/>
      <w:r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>
        <w:rPr>
          <w:noProof/>
        </w:rPr>
        <w:t>13</w:t>
      </w:r>
      <w:r w:rsidR="00F74E7B">
        <w:rPr>
          <w:noProof/>
        </w:rPr>
        <w:fldChar w:fldCharType="end"/>
      </w:r>
      <w:r>
        <w:t xml:space="preserve"> </w:t>
      </w:r>
      <w:r w:rsidRPr="004B164C">
        <w:t xml:space="preserve">Struktura elementu </w:t>
      </w:r>
      <w:proofErr w:type="spellStart"/>
      <w:r w:rsidRPr="004B164C">
        <w:t>CalculationOfTaxOnGameType</w:t>
      </w:r>
      <w:bookmarkEnd w:id="6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490E0E" w:rsidRPr="00F22E19" w14:paraId="388F2129" w14:textId="77777777" w:rsidTr="009E5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02325295" w14:textId="77777777" w:rsidR="00490E0E" w:rsidRPr="00F22E19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F96D354" w14:textId="77777777" w:rsidR="00490E0E" w:rsidRPr="00F22E19" w:rsidRDefault="00490E0E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8361602" w14:textId="77777777" w:rsidR="00490E0E" w:rsidRPr="00F22E19" w:rsidRDefault="00490E0E" w:rsidP="00490E0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DF72911" w14:textId="77777777" w:rsidR="00490E0E" w:rsidRPr="00F22E19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DEF1896" w14:textId="77777777" w:rsidR="00490E0E" w:rsidRPr="00F22E19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0E0E" w:rsidRPr="00F22E19" w14:paraId="1511AB24" w14:textId="77777777" w:rsidTr="009E5E09">
        <w:trPr>
          <w:trHeight w:val="213"/>
        </w:trPr>
        <w:tc>
          <w:tcPr>
            <w:tcW w:w="1788" w:type="dxa"/>
          </w:tcPr>
          <w:p w14:paraId="65F80699" w14:textId="77777777" w:rsidR="00490E0E" w:rsidRPr="004B164C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taxBase</w:t>
            </w:r>
          </w:p>
        </w:tc>
        <w:tc>
          <w:tcPr>
            <w:tcW w:w="3360" w:type="dxa"/>
          </w:tcPr>
          <w:p w14:paraId="7721FA37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Podstawa opodatkowania dla podatku od gier</w:t>
            </w:r>
          </w:p>
        </w:tc>
        <w:tc>
          <w:tcPr>
            <w:tcW w:w="840" w:type="dxa"/>
          </w:tcPr>
          <w:p w14:paraId="6D88F9A0" w14:textId="77777777" w:rsidR="00490E0E" w:rsidRPr="004B164C" w:rsidRDefault="004136AD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095" w:type="dxa"/>
          </w:tcPr>
          <w:p w14:paraId="3ADD73D3" w14:textId="77777777" w:rsidR="00490E0E" w:rsidRPr="004B164C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B3261" w:rsidRPr="004B164C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5CB13380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F22E19" w14:paraId="2A4BF0CA" w14:textId="77777777" w:rsidTr="009E5E09">
        <w:trPr>
          <w:trHeight w:val="213"/>
        </w:trPr>
        <w:tc>
          <w:tcPr>
            <w:tcW w:w="1788" w:type="dxa"/>
          </w:tcPr>
          <w:p w14:paraId="61DF3E4C" w14:textId="77777777" w:rsidR="00490E0E" w:rsidRPr="004B164C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tax</w:t>
            </w:r>
            <w:r w:rsidR="0073446D" w:rsidRPr="004B164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4B164C">
              <w:rPr>
                <w:rStyle w:val="pole"/>
                <w:rFonts w:ascii="Lato" w:hAnsi="Lato"/>
                <w:sz w:val="20"/>
                <w:szCs w:val="20"/>
              </w:rPr>
              <w:t>Rate</w:t>
            </w:r>
            <w:r w:rsidR="0073446D" w:rsidRPr="004B164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4B164C">
              <w:rPr>
                <w:rStyle w:val="pole"/>
                <w:rFonts w:ascii="Lato" w:hAnsi="Lato"/>
                <w:sz w:val="20"/>
                <w:szCs w:val="20"/>
              </w:rPr>
              <w:t>Percentage</w:t>
            </w:r>
          </w:p>
        </w:tc>
        <w:tc>
          <w:tcPr>
            <w:tcW w:w="3360" w:type="dxa"/>
          </w:tcPr>
          <w:p w14:paraId="4C65C89E" w14:textId="77777777" w:rsidR="00490E0E" w:rsidRPr="004B164C" w:rsidRDefault="004E42D1" w:rsidP="00690551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40" w:type="dxa"/>
          </w:tcPr>
          <w:p w14:paraId="77CE3B86" w14:textId="77777777" w:rsidR="00490E0E" w:rsidRPr="004B164C" w:rsidRDefault="004136AD" w:rsidP="00490E0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095" w:type="dxa"/>
          </w:tcPr>
          <w:p w14:paraId="3DCE739F" w14:textId="77777777" w:rsidR="00490E0E" w:rsidRPr="004B164C" w:rsidRDefault="009B3261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343682FD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F22E19" w14:paraId="086F363E" w14:textId="77777777" w:rsidTr="009E5E09">
        <w:trPr>
          <w:trHeight w:val="213"/>
        </w:trPr>
        <w:tc>
          <w:tcPr>
            <w:tcW w:w="1788" w:type="dxa"/>
          </w:tcPr>
          <w:p w14:paraId="3E6136CC" w14:textId="77777777" w:rsidR="00490E0E" w:rsidRPr="004B164C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0" w:name="amountOfTax"/>
            <w:r w:rsidRPr="004B164C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70"/>
          </w:p>
        </w:tc>
        <w:tc>
          <w:tcPr>
            <w:tcW w:w="3360" w:type="dxa"/>
          </w:tcPr>
          <w:p w14:paraId="327FF98A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Kwota pobranego podatku stanowiąca iloczyn podstawy opodatkowania i stawki podatku wyrażonej w procentach</w:t>
            </w:r>
          </w:p>
        </w:tc>
        <w:tc>
          <w:tcPr>
            <w:tcW w:w="840" w:type="dxa"/>
          </w:tcPr>
          <w:p w14:paraId="7294FD45" w14:textId="77777777" w:rsidR="00490E0E" w:rsidRPr="004B164C" w:rsidRDefault="004136AD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095" w:type="dxa"/>
          </w:tcPr>
          <w:p w14:paraId="58C52D9C" w14:textId="77777777" w:rsidR="00490E0E" w:rsidRPr="004B164C" w:rsidRDefault="009B3261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1F73A918" w14:textId="49BE242D" w:rsidR="00490E0E" w:rsidRPr="004B164C" w:rsidRDefault="0073446D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Patrz reguła </w:t>
            </w:r>
            <w:r w:rsidRPr="004B164C">
              <w:rPr>
                <w:rFonts w:cs="Arial"/>
                <w:sz w:val="20"/>
                <w:szCs w:val="20"/>
              </w:rPr>
              <w:fldChar w:fldCharType="begin"/>
            </w:r>
            <w:r w:rsidRPr="004B164C">
              <w:rPr>
                <w:rFonts w:cs="Arial"/>
                <w:sz w:val="20"/>
                <w:szCs w:val="20"/>
              </w:rPr>
              <w:instrText xml:space="preserve"> REF R12 \h </w:instrText>
            </w:r>
            <w:r w:rsidR="00F22E19" w:rsidRPr="004B164C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4B164C">
              <w:rPr>
                <w:rFonts w:cs="Arial"/>
                <w:sz w:val="20"/>
                <w:szCs w:val="20"/>
              </w:rPr>
            </w:r>
            <w:r w:rsidRPr="004B164C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4B164C">
              <w:rPr>
                <w:rFonts w:cs="Arial"/>
                <w:sz w:val="20"/>
                <w:szCs w:val="20"/>
              </w:rPr>
              <w:t>R12</w:t>
            </w:r>
            <w:r w:rsidRPr="004B164C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32AB504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F22E19" w14:paraId="244A2C90" w14:textId="77777777" w:rsidTr="009E5E09">
        <w:trPr>
          <w:trHeight w:val="213"/>
        </w:trPr>
        <w:tc>
          <w:tcPr>
            <w:tcW w:w="1788" w:type="dxa"/>
          </w:tcPr>
          <w:p w14:paraId="2D80AF8F" w14:textId="77777777" w:rsidR="00490E0E" w:rsidRPr="004B164C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1" w:name="amountOfDeductionsFromSalary"/>
            <w:r w:rsidRPr="004B164C">
              <w:rPr>
                <w:rStyle w:val="pole"/>
                <w:rFonts w:ascii="Lato" w:hAnsi="Lato"/>
                <w:sz w:val="20"/>
                <w:szCs w:val="20"/>
              </w:rPr>
              <w:t>amount</w:t>
            </w:r>
            <w:r w:rsidR="0073446D" w:rsidRPr="004B164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4B164C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73446D" w:rsidRPr="004B164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4B164C">
              <w:rPr>
                <w:rStyle w:val="pole"/>
                <w:rFonts w:ascii="Lato" w:hAnsi="Lato"/>
                <w:sz w:val="20"/>
                <w:szCs w:val="20"/>
              </w:rPr>
              <w:t>Deductions</w:t>
            </w:r>
            <w:r w:rsidR="0073446D" w:rsidRPr="004B164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4B164C">
              <w:rPr>
                <w:rStyle w:val="pole"/>
                <w:rFonts w:ascii="Lato" w:hAnsi="Lato"/>
                <w:sz w:val="20"/>
                <w:szCs w:val="20"/>
              </w:rPr>
              <w:t>From</w:t>
            </w:r>
            <w:r w:rsidR="0073446D" w:rsidRPr="004B164C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4B164C">
              <w:rPr>
                <w:rStyle w:val="pole"/>
                <w:rFonts w:ascii="Lato" w:hAnsi="Lato"/>
                <w:sz w:val="20"/>
                <w:szCs w:val="20"/>
              </w:rPr>
              <w:t>Salary</w:t>
            </w:r>
            <w:bookmarkEnd w:id="71"/>
          </w:p>
        </w:tc>
        <w:tc>
          <w:tcPr>
            <w:tcW w:w="3360" w:type="dxa"/>
          </w:tcPr>
          <w:p w14:paraId="3CDBBBEB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Kwota potrąconego wynagrodzenia z tytułu terminowego wpłacenia podatku (zgodnie z art. 28 Ordynacji Podatkowej)</w:t>
            </w:r>
          </w:p>
        </w:tc>
        <w:tc>
          <w:tcPr>
            <w:tcW w:w="840" w:type="dxa"/>
          </w:tcPr>
          <w:p w14:paraId="54C4FE56" w14:textId="77777777" w:rsidR="00490E0E" w:rsidRPr="004B164C" w:rsidRDefault="004136AD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095" w:type="dxa"/>
          </w:tcPr>
          <w:p w14:paraId="245E0C86" w14:textId="77777777" w:rsidR="00490E0E" w:rsidRPr="004B164C" w:rsidRDefault="009B3261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7133E01" w14:textId="1E7EA11A" w:rsidR="00490E0E" w:rsidRPr="004B164C" w:rsidRDefault="0073446D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Patrz reguła </w:t>
            </w:r>
            <w:r w:rsidRPr="004B164C">
              <w:rPr>
                <w:rFonts w:cs="Arial"/>
                <w:sz w:val="20"/>
                <w:szCs w:val="20"/>
              </w:rPr>
              <w:fldChar w:fldCharType="begin"/>
            </w:r>
            <w:r w:rsidRPr="004B164C">
              <w:rPr>
                <w:rFonts w:cs="Arial"/>
                <w:sz w:val="20"/>
                <w:szCs w:val="20"/>
              </w:rPr>
              <w:instrText xml:space="preserve"> REF R13 \h </w:instrText>
            </w:r>
            <w:r w:rsidR="00F22E19" w:rsidRPr="004B164C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4B164C">
              <w:rPr>
                <w:rFonts w:cs="Arial"/>
                <w:sz w:val="20"/>
                <w:szCs w:val="20"/>
              </w:rPr>
            </w:r>
            <w:r w:rsidRPr="004B164C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4B164C">
              <w:rPr>
                <w:rFonts w:cs="Arial"/>
                <w:sz w:val="20"/>
                <w:szCs w:val="20"/>
              </w:rPr>
              <w:t>R13</w:t>
            </w:r>
            <w:r w:rsidRPr="004B164C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83E9796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F22E19" w14:paraId="26DD4C3A" w14:textId="77777777" w:rsidTr="009E5E09">
        <w:trPr>
          <w:trHeight w:val="213"/>
        </w:trPr>
        <w:tc>
          <w:tcPr>
            <w:tcW w:w="1788" w:type="dxa"/>
          </w:tcPr>
          <w:p w14:paraId="4C9C4656" w14:textId="77777777" w:rsidR="00490E0E" w:rsidRPr="004B164C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2" w:name="toPay"/>
            <w:r w:rsidRPr="004B164C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72"/>
          </w:p>
        </w:tc>
        <w:tc>
          <w:tcPr>
            <w:tcW w:w="3360" w:type="dxa"/>
          </w:tcPr>
          <w:p w14:paraId="224329A9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Kwota do wpłaty stanowiąca kwotę podatku potrąconą o wynagrodzenie</w:t>
            </w:r>
          </w:p>
        </w:tc>
        <w:tc>
          <w:tcPr>
            <w:tcW w:w="840" w:type="dxa"/>
          </w:tcPr>
          <w:p w14:paraId="05A1F8C3" w14:textId="77777777" w:rsidR="00490E0E" w:rsidRPr="004B164C" w:rsidRDefault="004136AD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095" w:type="dxa"/>
          </w:tcPr>
          <w:p w14:paraId="31D10571" w14:textId="77777777" w:rsidR="0073446D" w:rsidRPr="004B164C" w:rsidRDefault="0073446D" w:rsidP="0073446D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3ACA8729" w14:textId="7AF7123F" w:rsidR="00490E0E" w:rsidRPr="004B164C" w:rsidRDefault="0073446D" w:rsidP="0073446D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Patrz reguła </w:t>
            </w:r>
            <w:r w:rsidRPr="004B164C">
              <w:rPr>
                <w:rFonts w:cs="Arial"/>
                <w:sz w:val="20"/>
                <w:szCs w:val="20"/>
              </w:rPr>
              <w:fldChar w:fldCharType="begin"/>
            </w:r>
            <w:r w:rsidRPr="004B164C">
              <w:rPr>
                <w:rFonts w:cs="Arial"/>
                <w:sz w:val="20"/>
                <w:szCs w:val="20"/>
              </w:rPr>
              <w:instrText xml:space="preserve"> REF R14 \h </w:instrText>
            </w:r>
            <w:r w:rsidR="00F22E19" w:rsidRPr="004B164C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4B164C">
              <w:rPr>
                <w:rFonts w:cs="Arial"/>
                <w:sz w:val="20"/>
                <w:szCs w:val="20"/>
              </w:rPr>
            </w:r>
            <w:r w:rsidRPr="004B164C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4B164C">
              <w:rPr>
                <w:rFonts w:cs="Arial"/>
                <w:sz w:val="20"/>
                <w:szCs w:val="20"/>
              </w:rPr>
              <w:t>R14</w:t>
            </w:r>
            <w:r w:rsidRPr="004B164C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6AFF1D6" w14:textId="77777777" w:rsidR="00490E0E" w:rsidRPr="004B164C" w:rsidRDefault="00490E0E" w:rsidP="005D7ED5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39145B97" w14:textId="77777777" w:rsidR="00805EC9" w:rsidRPr="00F22E19" w:rsidRDefault="00805EC9" w:rsidP="00F22E19">
      <w:pPr>
        <w:pStyle w:val="Nagwek2"/>
      </w:pPr>
      <w:bookmarkStart w:id="73" w:name="_Toc184280913"/>
      <w:r w:rsidRPr="00F22E19">
        <w:t>Reguły</w:t>
      </w:r>
      <w:bookmarkEnd w:id="73"/>
    </w:p>
    <w:p w14:paraId="469DE118" w14:textId="07B71FD5" w:rsidR="004B164C" w:rsidRDefault="004B164C" w:rsidP="004B164C">
      <w:pPr>
        <w:pStyle w:val="Legenda"/>
      </w:pPr>
      <w:bookmarkStart w:id="74" w:name="_Toc184280900"/>
      <w:r>
        <w:t xml:space="preserve">Tabela </w:t>
      </w:r>
      <w:r w:rsidR="00F74E7B">
        <w:fldChar w:fldCharType="begin"/>
      </w:r>
      <w:r w:rsidR="00F74E7B">
        <w:instrText xml:space="preserve"> SEQ Tabela \* ARABIC </w:instrText>
      </w:r>
      <w:r w:rsidR="00F74E7B">
        <w:fldChar w:fldCharType="separate"/>
      </w:r>
      <w:r>
        <w:rPr>
          <w:noProof/>
        </w:rPr>
        <w:t>14</w:t>
      </w:r>
      <w:r w:rsidR="00F74E7B">
        <w:rPr>
          <w:noProof/>
        </w:rPr>
        <w:fldChar w:fldCharType="end"/>
      </w:r>
      <w:r>
        <w:t xml:space="preserve">. </w:t>
      </w:r>
      <w:r w:rsidRPr="00D849C5">
        <w:t>Reguły dotyczące deklaracji POG-P</w:t>
      </w:r>
      <w:bookmarkEnd w:id="7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:rsidRPr="00F22E19" w14:paraId="5ABD4A55" w14:textId="77777777" w:rsidTr="009E5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5D0A8679" w14:textId="77777777" w:rsidR="00805EC9" w:rsidRPr="00F22E19" w:rsidRDefault="00805EC9" w:rsidP="005876FF">
            <w:pPr>
              <w:rPr>
                <w:rFonts w:cs="Arial"/>
                <w:b w:val="0"/>
                <w:sz w:val="18"/>
                <w:szCs w:val="18"/>
              </w:rPr>
            </w:pPr>
            <w:r w:rsidRPr="00F22E19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77D5A8E5" w14:textId="77777777" w:rsidR="00805EC9" w:rsidRPr="00F22E19" w:rsidRDefault="00805EC9" w:rsidP="005876FF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F22E19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7369C" w:rsidRPr="00F22E19" w14:paraId="0D517478" w14:textId="77777777" w:rsidTr="009E5E09">
        <w:trPr>
          <w:trHeight w:val="213"/>
        </w:trPr>
        <w:tc>
          <w:tcPr>
            <w:tcW w:w="943" w:type="dxa"/>
          </w:tcPr>
          <w:p w14:paraId="2AD98382" w14:textId="77777777" w:rsidR="0047369C" w:rsidRPr="004B164C" w:rsidRDefault="009A4813" w:rsidP="00DE6D49">
            <w:pPr>
              <w:rPr>
                <w:rFonts w:cs="Arial"/>
                <w:sz w:val="20"/>
                <w:szCs w:val="20"/>
              </w:rPr>
            </w:pPr>
            <w:bookmarkStart w:id="75" w:name="R1"/>
            <w:r w:rsidRPr="004B164C">
              <w:rPr>
                <w:rFonts w:cs="Arial"/>
                <w:sz w:val="20"/>
                <w:szCs w:val="20"/>
              </w:rPr>
              <w:t>R1</w:t>
            </w:r>
            <w:bookmarkEnd w:id="75"/>
          </w:p>
        </w:tc>
        <w:tc>
          <w:tcPr>
            <w:tcW w:w="8111" w:type="dxa"/>
          </w:tcPr>
          <w:p w14:paraId="7596E9E4" w14:textId="77777777" w:rsidR="0047369C" w:rsidRPr="004B164C" w:rsidRDefault="00BF7066" w:rsidP="001D33B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Deklaracja nie może być złożona za okres który się jeszcze nie zakończył.</w:t>
            </w:r>
          </w:p>
          <w:p w14:paraId="3997BD99" w14:textId="77777777" w:rsidR="0073446D" w:rsidRPr="004B164C" w:rsidRDefault="0073446D" w:rsidP="001D33BE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Dotyczy pola </w:t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period \h  \* MERGEFORMAT </w:instrText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</w:rPr>
              <w:t>period</w:t>
            </w:r>
            <w:r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4B164C">
              <w:rPr>
                <w:rFonts w:cs="Arial"/>
                <w:sz w:val="20"/>
                <w:szCs w:val="20"/>
              </w:rPr>
              <w:t>.</w:t>
            </w:r>
          </w:p>
        </w:tc>
      </w:tr>
      <w:tr w:rsidR="0047369C" w:rsidRPr="00F22E19" w14:paraId="23B5B8A9" w14:textId="77777777" w:rsidTr="009E5E09">
        <w:trPr>
          <w:trHeight w:val="213"/>
        </w:trPr>
        <w:tc>
          <w:tcPr>
            <w:tcW w:w="943" w:type="dxa"/>
          </w:tcPr>
          <w:p w14:paraId="08EDE9ED" w14:textId="77777777" w:rsidR="0047369C" w:rsidRPr="004B164C" w:rsidRDefault="009A4813" w:rsidP="00DE6D49">
            <w:pPr>
              <w:rPr>
                <w:rFonts w:cs="Arial"/>
                <w:sz w:val="20"/>
                <w:szCs w:val="20"/>
              </w:rPr>
            </w:pPr>
            <w:bookmarkStart w:id="76" w:name="R2"/>
            <w:r w:rsidRPr="004B164C">
              <w:rPr>
                <w:rFonts w:cs="Arial"/>
                <w:sz w:val="20"/>
                <w:szCs w:val="20"/>
              </w:rPr>
              <w:t>R2</w:t>
            </w:r>
            <w:bookmarkEnd w:id="76"/>
          </w:p>
        </w:tc>
        <w:tc>
          <w:tcPr>
            <w:tcW w:w="8111" w:type="dxa"/>
          </w:tcPr>
          <w:p w14:paraId="2A33E3C5" w14:textId="77777777" w:rsidR="0047369C" w:rsidRPr="004B164C" w:rsidRDefault="0047369C" w:rsidP="0073446D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Pole tekstowe </w:t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</w:rPr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73446D" w:rsidRPr="004B164C">
              <w:rPr>
                <w:rFonts w:cs="Arial"/>
                <w:sz w:val="20"/>
                <w:szCs w:val="20"/>
              </w:rPr>
              <w:t xml:space="preserve"> </w:t>
            </w:r>
            <w:r w:rsidRPr="004B164C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9A4813" w:rsidRPr="00904E38" w14:paraId="129B4B23" w14:textId="77777777" w:rsidTr="009E5E09">
        <w:trPr>
          <w:trHeight w:val="213"/>
        </w:trPr>
        <w:tc>
          <w:tcPr>
            <w:tcW w:w="943" w:type="dxa"/>
          </w:tcPr>
          <w:p w14:paraId="0D79F8CD" w14:textId="77777777" w:rsidR="009A4813" w:rsidRPr="004B164C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77" w:name="R3"/>
            <w:r w:rsidRPr="004B164C">
              <w:rPr>
                <w:rFonts w:cs="Arial"/>
                <w:sz w:val="20"/>
                <w:szCs w:val="20"/>
              </w:rPr>
              <w:t>R3</w:t>
            </w:r>
            <w:bookmarkEnd w:id="77"/>
          </w:p>
        </w:tc>
        <w:tc>
          <w:tcPr>
            <w:tcW w:w="8111" w:type="dxa"/>
          </w:tcPr>
          <w:p w14:paraId="1B4A75F0" w14:textId="77777777" w:rsidR="009A4813" w:rsidRPr="004B164C" w:rsidRDefault="009A4813" w:rsidP="009A4813">
            <w:pPr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4B164C">
              <w:rPr>
                <w:rFonts w:cs="Arial"/>
                <w:sz w:val="20"/>
                <w:szCs w:val="20"/>
                <w:lang w:val="en-US"/>
              </w:rPr>
              <w:t>Muszą</w:t>
            </w:r>
            <w:proofErr w:type="spellEnd"/>
            <w:r w:rsidRPr="004B164C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64C">
              <w:rPr>
                <w:rFonts w:cs="Arial"/>
                <w:sz w:val="20"/>
                <w:szCs w:val="20"/>
                <w:lang w:val="en-US"/>
              </w:rPr>
              <w:t>być</w:t>
            </w:r>
            <w:proofErr w:type="spellEnd"/>
            <w:r w:rsidRPr="004B164C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64C">
              <w:rPr>
                <w:rFonts w:cs="Arial"/>
                <w:sz w:val="20"/>
                <w:szCs w:val="20"/>
                <w:lang w:val="en-US"/>
              </w:rPr>
              <w:t>wypełnione</w:t>
            </w:r>
            <w:proofErr w:type="spellEnd"/>
            <w:r w:rsidRPr="004B164C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64C">
              <w:rPr>
                <w:rFonts w:cs="Arial"/>
                <w:sz w:val="20"/>
                <w:szCs w:val="20"/>
                <w:lang w:val="en-US"/>
              </w:rPr>
              <w:t>pola</w:t>
            </w:r>
            <w:proofErr w:type="spellEnd"/>
            <w:r w:rsidR="0073446D" w:rsidRPr="004B164C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Trader \h  \* MERGEFORMAT </w:instrText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</w:rPr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</w:rPr>
              <w:t>Trader</w:t>
            </w:r>
            <w:r w:rsidR="0073446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73446D" w:rsidRPr="004B164C">
              <w:rPr>
                <w:rFonts w:cs="Arial"/>
                <w:sz w:val="20"/>
                <w:szCs w:val="20"/>
                <w:lang w:val="en-US"/>
              </w:rPr>
              <w:t>:</w:t>
            </w:r>
            <w:r w:rsidRPr="004B164C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4B164C">
              <w:rPr>
                <w:rStyle w:val="pole"/>
                <w:rFonts w:ascii="Lato" w:hAnsi="Lato"/>
                <w:sz w:val="20"/>
                <w:szCs w:val="20"/>
              </w:rPr>
              <w:t>province, district, commune, houseNumber, postalCode, postalName</w:t>
            </w:r>
            <w:r w:rsidRPr="004B164C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</w:tr>
      <w:tr w:rsidR="009A4813" w:rsidRPr="00F22E19" w14:paraId="4BA37B15" w14:textId="77777777" w:rsidTr="009E5E09">
        <w:trPr>
          <w:trHeight w:val="213"/>
        </w:trPr>
        <w:tc>
          <w:tcPr>
            <w:tcW w:w="943" w:type="dxa"/>
          </w:tcPr>
          <w:p w14:paraId="6A9E341C" w14:textId="77777777" w:rsidR="009A4813" w:rsidRPr="004B164C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78" w:name="R12"/>
            <w:r w:rsidRPr="004B164C">
              <w:rPr>
                <w:rFonts w:cs="Arial"/>
                <w:sz w:val="20"/>
                <w:szCs w:val="20"/>
              </w:rPr>
              <w:t>R12</w:t>
            </w:r>
            <w:bookmarkEnd w:id="78"/>
          </w:p>
        </w:tc>
        <w:tc>
          <w:tcPr>
            <w:tcW w:w="8111" w:type="dxa"/>
          </w:tcPr>
          <w:p w14:paraId="5242116E" w14:textId="77777777" w:rsidR="009A4813" w:rsidRPr="004B164C" w:rsidRDefault="009A4813" w:rsidP="009A4813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Walidacja: wprowadzona </w:t>
            </w:r>
            <w:r w:rsidR="003E4A1D" w:rsidRPr="004B164C">
              <w:rPr>
                <w:rFonts w:cs="Arial"/>
                <w:sz w:val="20"/>
                <w:szCs w:val="20"/>
              </w:rPr>
              <w:t xml:space="preserve">w pole </w:t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3E4A1D" w:rsidRPr="004B164C">
              <w:rPr>
                <w:rFonts w:cs="Arial"/>
                <w:sz w:val="20"/>
                <w:szCs w:val="20"/>
              </w:rPr>
              <w:t xml:space="preserve"> </w:t>
            </w:r>
            <w:r w:rsidRPr="004B164C">
              <w:rPr>
                <w:rFonts w:cs="Arial"/>
                <w:sz w:val="20"/>
                <w:szCs w:val="20"/>
              </w:rPr>
              <w:t>wartość równa iloczynowi wartości w polach „Podstawa opodatkowania” oraz „Stawka podatku”.</w:t>
            </w:r>
          </w:p>
        </w:tc>
      </w:tr>
      <w:tr w:rsidR="009A4813" w:rsidRPr="00F22E19" w14:paraId="25D1ACB9" w14:textId="77777777" w:rsidTr="009E5E09">
        <w:trPr>
          <w:trHeight w:val="213"/>
        </w:trPr>
        <w:tc>
          <w:tcPr>
            <w:tcW w:w="943" w:type="dxa"/>
          </w:tcPr>
          <w:p w14:paraId="59B5B177" w14:textId="77777777" w:rsidR="009A4813" w:rsidRPr="004B164C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79" w:name="R13"/>
            <w:r w:rsidRPr="004B164C">
              <w:rPr>
                <w:rFonts w:cs="Arial"/>
                <w:sz w:val="20"/>
                <w:szCs w:val="20"/>
              </w:rPr>
              <w:lastRenderedPageBreak/>
              <w:t>R13</w:t>
            </w:r>
            <w:bookmarkEnd w:id="79"/>
          </w:p>
        </w:tc>
        <w:tc>
          <w:tcPr>
            <w:tcW w:w="8111" w:type="dxa"/>
          </w:tcPr>
          <w:p w14:paraId="2A65FE18" w14:textId="77777777" w:rsidR="009A4813" w:rsidRPr="004B164C" w:rsidRDefault="009A4813" w:rsidP="003E4A1D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Walidacja: wartość </w:t>
            </w:r>
            <w:r w:rsidR="003E4A1D" w:rsidRPr="004B164C">
              <w:rPr>
                <w:rFonts w:cs="Arial"/>
                <w:sz w:val="20"/>
                <w:szCs w:val="20"/>
              </w:rPr>
              <w:t xml:space="preserve">w </w:t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amountOfDeductionsFromSalary \h  \* MERGEFORMAT </w:instrText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</w:t>
            </w:r>
            <w:r w:rsidR="00454A12" w:rsidRPr="004B164C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Of</w:t>
            </w:r>
            <w:r w:rsidR="00454A12" w:rsidRPr="004B164C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Deductions</w:t>
            </w:r>
            <w:r w:rsidR="00454A12" w:rsidRPr="004B164C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From</w:t>
            </w:r>
            <w:r w:rsidR="00454A12" w:rsidRPr="004B164C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Salary</w:t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3E4A1D" w:rsidRPr="004B164C">
              <w:rPr>
                <w:rFonts w:cs="Arial"/>
                <w:sz w:val="20"/>
                <w:szCs w:val="20"/>
              </w:rPr>
              <w:t xml:space="preserve"> </w:t>
            </w:r>
            <w:r w:rsidRPr="004B164C">
              <w:rPr>
                <w:rFonts w:cs="Arial"/>
                <w:sz w:val="20"/>
                <w:szCs w:val="20"/>
              </w:rPr>
              <w:t>nie może być wyższa niż 0,3% wartości w polu „Kwota pobranego podatku”.</w:t>
            </w:r>
          </w:p>
        </w:tc>
      </w:tr>
      <w:tr w:rsidR="009A4813" w:rsidRPr="00F22E19" w14:paraId="34390E6F" w14:textId="77777777" w:rsidTr="009E5E09">
        <w:trPr>
          <w:trHeight w:val="213"/>
        </w:trPr>
        <w:tc>
          <w:tcPr>
            <w:tcW w:w="943" w:type="dxa"/>
          </w:tcPr>
          <w:p w14:paraId="77DBEC0D" w14:textId="77777777" w:rsidR="009A4813" w:rsidRPr="004B164C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80" w:name="R14"/>
            <w:r w:rsidRPr="004B164C">
              <w:rPr>
                <w:rFonts w:cs="Arial"/>
                <w:sz w:val="20"/>
                <w:szCs w:val="20"/>
              </w:rPr>
              <w:t>R14</w:t>
            </w:r>
            <w:bookmarkEnd w:id="80"/>
          </w:p>
        </w:tc>
        <w:tc>
          <w:tcPr>
            <w:tcW w:w="8111" w:type="dxa"/>
          </w:tcPr>
          <w:p w14:paraId="4AFBAD6D" w14:textId="77777777" w:rsidR="009A4813" w:rsidRPr="004B164C" w:rsidRDefault="009A4813" w:rsidP="009A4813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Walidacja: wprowadzona </w:t>
            </w:r>
            <w:r w:rsidR="003E4A1D" w:rsidRPr="004B164C">
              <w:rPr>
                <w:rFonts w:cs="Arial"/>
                <w:sz w:val="20"/>
                <w:szCs w:val="20"/>
              </w:rPr>
              <w:t xml:space="preserve">w </w:t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toPay \h  \* MERGEFORMAT </w:instrText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4B164C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3E4A1D" w:rsidRPr="004B164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3E4A1D" w:rsidRPr="004B164C">
              <w:rPr>
                <w:rFonts w:cs="Arial"/>
                <w:sz w:val="20"/>
                <w:szCs w:val="20"/>
              </w:rPr>
              <w:t xml:space="preserve"> </w:t>
            </w:r>
            <w:r w:rsidRPr="004B164C">
              <w:rPr>
                <w:rFonts w:cs="Arial"/>
                <w:sz w:val="20"/>
                <w:szCs w:val="20"/>
              </w:rPr>
              <w:t>wartość równa wartości obliczonej wg wzoru: wartość w polu „Kwota pobranego podatku” – „Kwota potrąconego wynagrodzenia”.</w:t>
            </w:r>
          </w:p>
        </w:tc>
      </w:tr>
      <w:tr w:rsidR="00500C9D" w:rsidRPr="00F22E19" w14:paraId="260AF603" w14:textId="77777777" w:rsidTr="009E5E09">
        <w:trPr>
          <w:trHeight w:val="213"/>
        </w:trPr>
        <w:tc>
          <w:tcPr>
            <w:tcW w:w="943" w:type="dxa"/>
          </w:tcPr>
          <w:p w14:paraId="0BEB7804" w14:textId="77777777" w:rsidR="00500C9D" w:rsidRPr="004B164C" w:rsidRDefault="00500C9D" w:rsidP="009A4813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>R15</w:t>
            </w:r>
          </w:p>
        </w:tc>
        <w:tc>
          <w:tcPr>
            <w:tcW w:w="8111" w:type="dxa"/>
          </w:tcPr>
          <w:p w14:paraId="6367F410" w14:textId="77777777" w:rsidR="00500C9D" w:rsidRPr="004B164C" w:rsidRDefault="00F119C1" w:rsidP="00F641D0">
            <w:pPr>
              <w:rPr>
                <w:rFonts w:cs="Arial"/>
                <w:sz w:val="20"/>
                <w:szCs w:val="20"/>
              </w:rPr>
            </w:pPr>
            <w:r w:rsidRPr="004B164C">
              <w:rPr>
                <w:rFonts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F641D0" w:rsidRPr="004B164C">
              <w:rPr>
                <w:rFonts w:cs="Arial"/>
                <w:sz w:val="20"/>
                <w:szCs w:val="20"/>
              </w:rPr>
              <w:t>luty</w:t>
            </w:r>
            <w:r w:rsidRPr="004B164C">
              <w:rPr>
                <w:rFonts w:cs="Arial"/>
                <w:sz w:val="20"/>
                <w:szCs w:val="20"/>
              </w:rPr>
              <w:t xml:space="preserve"> 2017 roku.</w:t>
            </w:r>
          </w:p>
        </w:tc>
      </w:tr>
    </w:tbl>
    <w:p w14:paraId="0D8C8FA9" w14:textId="77777777" w:rsidR="00EF2230" w:rsidRPr="00F22E19" w:rsidRDefault="00EF2230" w:rsidP="00F22E19">
      <w:pPr>
        <w:pStyle w:val="Nagwek2"/>
      </w:pPr>
      <w:bookmarkStart w:id="81" w:name="_Toc361145818"/>
      <w:bookmarkStart w:id="82" w:name="_Toc349568563"/>
      <w:bookmarkStart w:id="83" w:name="_Toc341696655"/>
      <w:bookmarkStart w:id="84" w:name="_Toc341696656"/>
      <w:bookmarkStart w:id="85" w:name="_Toc349568564"/>
      <w:bookmarkStart w:id="86" w:name="_Toc348954635"/>
      <w:bookmarkStart w:id="87" w:name="_Toc184280914"/>
      <w:r w:rsidRPr="00F22E19">
        <w:t>Załączniki</w:t>
      </w:r>
      <w:bookmarkEnd w:id="81"/>
      <w:bookmarkEnd w:id="82"/>
      <w:bookmarkEnd w:id="83"/>
      <w:bookmarkEnd w:id="87"/>
    </w:p>
    <w:p w14:paraId="646FED35" w14:textId="77777777" w:rsidR="00EF2230" w:rsidRPr="00F22E19" w:rsidRDefault="00EF2230" w:rsidP="00F22E19">
      <w:pPr>
        <w:pStyle w:val="Nagwek2"/>
      </w:pPr>
      <w:bookmarkStart w:id="88" w:name="_Toc348954634"/>
      <w:bookmarkStart w:id="89" w:name="_Toc361145819"/>
      <w:bookmarkStart w:id="90" w:name="_Toc184280915"/>
      <w:r w:rsidRPr="00F22E19">
        <w:t xml:space="preserve">Pliki deklaracji </w:t>
      </w:r>
      <w:bookmarkEnd w:id="88"/>
      <w:bookmarkEnd w:id="89"/>
      <w:r w:rsidR="00306E85" w:rsidRPr="00F22E19">
        <w:t>POG-P</w:t>
      </w:r>
      <w:bookmarkEnd w:id="90"/>
    </w:p>
    <w:p w14:paraId="34EBE78A" w14:textId="0ECB2D59" w:rsidR="005C3EE5" w:rsidRPr="00F22E19" w:rsidRDefault="008C0311" w:rsidP="009E5E09">
      <w:pPr>
        <w:pStyle w:val="Akapitzlist"/>
        <w:numPr>
          <w:ilvl w:val="0"/>
          <w:numId w:val="29"/>
        </w:numPr>
      </w:pPr>
      <w:r w:rsidRPr="00F22E19">
        <w:t xml:space="preserve">Plik </w:t>
      </w:r>
      <w:r w:rsidR="00306E85" w:rsidRPr="00F22E19">
        <w:t>pog_p</w:t>
      </w:r>
      <w:r w:rsidR="005C3EE5" w:rsidRPr="00F22E19">
        <w:t>.xsd</w:t>
      </w:r>
      <w:bookmarkEnd w:id="84"/>
      <w:bookmarkEnd w:id="85"/>
      <w:bookmarkEnd w:id="86"/>
    </w:p>
    <w:p w14:paraId="591E7871" w14:textId="77777777" w:rsidR="00AB2492" w:rsidRPr="009E5E09" w:rsidRDefault="00AB2492" w:rsidP="009E5E09">
      <w:pPr>
        <w:ind w:firstLine="720"/>
        <w:rPr>
          <w:lang w:val="x-none"/>
        </w:rPr>
      </w:pPr>
      <w:r w:rsidRPr="009E5E09">
        <w:rPr>
          <w:lang w:val="x-none"/>
        </w:rPr>
        <w:t>Plik zawierający definicję struktury danych dla deklaracji.</w:t>
      </w:r>
    </w:p>
    <w:sectPr w:rsidR="00AB2492" w:rsidRPr="009E5E09" w:rsidSect="00454A12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EB13E" w14:textId="77777777" w:rsidR="00765129" w:rsidRDefault="00765129" w:rsidP="007D0A84">
      <w:r>
        <w:separator/>
      </w:r>
    </w:p>
    <w:p w14:paraId="336269B9" w14:textId="77777777" w:rsidR="00765129" w:rsidRDefault="00765129" w:rsidP="007D0A84"/>
  </w:endnote>
  <w:endnote w:type="continuationSeparator" w:id="0">
    <w:p w14:paraId="5126070C" w14:textId="77777777" w:rsidR="00765129" w:rsidRDefault="00765129" w:rsidP="007D0A84">
      <w:r>
        <w:continuationSeparator/>
      </w:r>
    </w:p>
    <w:p w14:paraId="3AE925BC" w14:textId="77777777" w:rsidR="00765129" w:rsidRDefault="00765129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1C29F" w14:textId="77777777" w:rsidR="00DE6D49" w:rsidRDefault="00DE6D49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742EDE" w14:textId="77777777" w:rsidR="00DE6D49" w:rsidRDefault="00DE6D49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87641" w14:textId="77777777" w:rsidR="00DE6D49" w:rsidRPr="00F22E19" w:rsidRDefault="00DE6D49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F22E19">
      <w:rPr>
        <w:rFonts w:cs="Arial"/>
        <w:sz w:val="20"/>
        <w:szCs w:val="20"/>
      </w:rPr>
      <w:t xml:space="preserve">Strona </w:t>
    </w:r>
    <w:r w:rsidRPr="00F22E19">
      <w:rPr>
        <w:rFonts w:cs="Arial"/>
        <w:sz w:val="20"/>
        <w:szCs w:val="20"/>
      </w:rPr>
      <w:fldChar w:fldCharType="begin"/>
    </w:r>
    <w:r w:rsidRPr="00F22E19">
      <w:rPr>
        <w:rFonts w:cs="Arial"/>
        <w:sz w:val="20"/>
        <w:szCs w:val="20"/>
      </w:rPr>
      <w:instrText xml:space="preserve"> PAGE </w:instrText>
    </w:r>
    <w:r w:rsidRPr="00F22E19">
      <w:rPr>
        <w:rFonts w:cs="Arial"/>
        <w:sz w:val="20"/>
        <w:szCs w:val="20"/>
      </w:rPr>
      <w:fldChar w:fldCharType="separate"/>
    </w:r>
    <w:r w:rsidR="004E42D1" w:rsidRPr="00F22E19">
      <w:rPr>
        <w:rFonts w:cs="Arial"/>
        <w:noProof/>
        <w:sz w:val="20"/>
        <w:szCs w:val="20"/>
      </w:rPr>
      <w:t>16</w:t>
    </w:r>
    <w:r w:rsidRPr="00F22E19">
      <w:rPr>
        <w:rFonts w:cs="Arial"/>
        <w:sz w:val="20"/>
        <w:szCs w:val="20"/>
      </w:rPr>
      <w:fldChar w:fldCharType="end"/>
    </w:r>
    <w:r w:rsidRPr="00F22E19">
      <w:rPr>
        <w:rFonts w:cs="Arial"/>
        <w:sz w:val="20"/>
        <w:szCs w:val="20"/>
      </w:rPr>
      <w:t xml:space="preserve"> z </w:t>
    </w:r>
    <w:r w:rsidRPr="00F22E19">
      <w:rPr>
        <w:rFonts w:cs="Arial"/>
        <w:sz w:val="20"/>
        <w:szCs w:val="20"/>
      </w:rPr>
      <w:fldChar w:fldCharType="begin"/>
    </w:r>
    <w:r w:rsidRPr="00F22E19">
      <w:rPr>
        <w:rFonts w:cs="Arial"/>
        <w:sz w:val="20"/>
        <w:szCs w:val="20"/>
      </w:rPr>
      <w:instrText xml:space="preserve"> NUMPAGES </w:instrText>
    </w:r>
    <w:r w:rsidRPr="00F22E19">
      <w:rPr>
        <w:rFonts w:cs="Arial"/>
        <w:sz w:val="20"/>
        <w:szCs w:val="20"/>
      </w:rPr>
      <w:fldChar w:fldCharType="separate"/>
    </w:r>
    <w:r w:rsidR="004E42D1" w:rsidRPr="00F22E19">
      <w:rPr>
        <w:rFonts w:cs="Arial"/>
        <w:noProof/>
        <w:sz w:val="20"/>
        <w:szCs w:val="20"/>
      </w:rPr>
      <w:t>16</w:t>
    </w:r>
    <w:r w:rsidRPr="00F22E19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F62B1" w14:textId="77777777" w:rsidR="00765129" w:rsidRDefault="00765129" w:rsidP="007D0A84">
      <w:r>
        <w:separator/>
      </w:r>
    </w:p>
    <w:p w14:paraId="6079D965" w14:textId="77777777" w:rsidR="00765129" w:rsidRDefault="00765129" w:rsidP="007D0A84"/>
  </w:footnote>
  <w:footnote w:type="continuationSeparator" w:id="0">
    <w:p w14:paraId="39EFD062" w14:textId="77777777" w:rsidR="00765129" w:rsidRDefault="00765129" w:rsidP="007D0A84">
      <w:r>
        <w:continuationSeparator/>
      </w:r>
    </w:p>
    <w:p w14:paraId="401A21E8" w14:textId="77777777" w:rsidR="00765129" w:rsidRDefault="00765129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4C378" w14:textId="7FFB6F9E" w:rsidR="00DE6D49" w:rsidRPr="00F22E19" w:rsidRDefault="00F22E19" w:rsidP="00F22E19">
    <w:pPr>
      <w:pStyle w:val="Nagwek"/>
    </w:pPr>
    <w:r w:rsidRPr="00CB0A60">
      <w:rPr>
        <w:noProof/>
      </w:rPr>
      <w:drawing>
        <wp:inline distT="0" distB="0" distL="0" distR="0" wp14:anchorId="6BF5FDE7" wp14:editId="571A6A59">
          <wp:extent cx="3185160" cy="647700"/>
          <wp:effectExtent l="0" t="0" r="0" b="0"/>
          <wp:docPr id="6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7B640CB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77"/>
        </w:tabs>
        <w:ind w:left="1277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5A8738D4"/>
    <w:multiLevelType w:val="hybridMultilevel"/>
    <w:tmpl w:val="B3EAB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1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4"/>
  </w:num>
  <w:num w:numId="10">
    <w:abstractNumId w:val="4"/>
  </w:num>
  <w:num w:numId="11">
    <w:abstractNumId w:val="20"/>
  </w:num>
  <w:num w:numId="12">
    <w:abstractNumId w:val="0"/>
  </w:num>
  <w:num w:numId="13">
    <w:abstractNumId w:val="10"/>
  </w:num>
  <w:num w:numId="14">
    <w:abstractNumId w:val="25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5E80"/>
    <w:rsid w:val="000060ED"/>
    <w:rsid w:val="0000679B"/>
    <w:rsid w:val="0000721C"/>
    <w:rsid w:val="00007E47"/>
    <w:rsid w:val="00010350"/>
    <w:rsid w:val="00010FA9"/>
    <w:rsid w:val="00011D3A"/>
    <w:rsid w:val="000158A1"/>
    <w:rsid w:val="00016325"/>
    <w:rsid w:val="000164B0"/>
    <w:rsid w:val="00017454"/>
    <w:rsid w:val="000174FC"/>
    <w:rsid w:val="000218F7"/>
    <w:rsid w:val="00022515"/>
    <w:rsid w:val="000239CC"/>
    <w:rsid w:val="00023F46"/>
    <w:rsid w:val="00024A70"/>
    <w:rsid w:val="00024E81"/>
    <w:rsid w:val="0002544A"/>
    <w:rsid w:val="000258BD"/>
    <w:rsid w:val="00026161"/>
    <w:rsid w:val="00027B41"/>
    <w:rsid w:val="000304EC"/>
    <w:rsid w:val="00030545"/>
    <w:rsid w:val="0003228A"/>
    <w:rsid w:val="00033522"/>
    <w:rsid w:val="00034C39"/>
    <w:rsid w:val="00035695"/>
    <w:rsid w:val="00035F37"/>
    <w:rsid w:val="0003638D"/>
    <w:rsid w:val="00037DF7"/>
    <w:rsid w:val="000405BA"/>
    <w:rsid w:val="000408CE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33"/>
    <w:rsid w:val="000467B5"/>
    <w:rsid w:val="00050718"/>
    <w:rsid w:val="00050E71"/>
    <w:rsid w:val="000532A7"/>
    <w:rsid w:val="000548F3"/>
    <w:rsid w:val="00054FDC"/>
    <w:rsid w:val="00056119"/>
    <w:rsid w:val="00056781"/>
    <w:rsid w:val="00060B0C"/>
    <w:rsid w:val="0006207D"/>
    <w:rsid w:val="00062F2C"/>
    <w:rsid w:val="00063503"/>
    <w:rsid w:val="0006359F"/>
    <w:rsid w:val="00063F52"/>
    <w:rsid w:val="00064EFD"/>
    <w:rsid w:val="00065494"/>
    <w:rsid w:val="00065988"/>
    <w:rsid w:val="000659FA"/>
    <w:rsid w:val="00066ADF"/>
    <w:rsid w:val="00066E9E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6C72"/>
    <w:rsid w:val="0008784C"/>
    <w:rsid w:val="00091144"/>
    <w:rsid w:val="00096E33"/>
    <w:rsid w:val="00097986"/>
    <w:rsid w:val="000A0DD8"/>
    <w:rsid w:val="000A1D16"/>
    <w:rsid w:val="000A2072"/>
    <w:rsid w:val="000A2B35"/>
    <w:rsid w:val="000A3EDB"/>
    <w:rsid w:val="000A494E"/>
    <w:rsid w:val="000A5C28"/>
    <w:rsid w:val="000A66B3"/>
    <w:rsid w:val="000A6AF1"/>
    <w:rsid w:val="000A71C7"/>
    <w:rsid w:val="000B1B12"/>
    <w:rsid w:val="000B4713"/>
    <w:rsid w:val="000B49F8"/>
    <w:rsid w:val="000B4AAB"/>
    <w:rsid w:val="000B5847"/>
    <w:rsid w:val="000B5A33"/>
    <w:rsid w:val="000B5FB9"/>
    <w:rsid w:val="000B668C"/>
    <w:rsid w:val="000B76C5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2C3E"/>
    <w:rsid w:val="00103EBE"/>
    <w:rsid w:val="00106019"/>
    <w:rsid w:val="0010626C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43F7"/>
    <w:rsid w:val="001158EE"/>
    <w:rsid w:val="00116114"/>
    <w:rsid w:val="00116F38"/>
    <w:rsid w:val="0011763B"/>
    <w:rsid w:val="00117850"/>
    <w:rsid w:val="00117FE4"/>
    <w:rsid w:val="001207D5"/>
    <w:rsid w:val="00122788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04"/>
    <w:rsid w:val="001338C3"/>
    <w:rsid w:val="00135581"/>
    <w:rsid w:val="00135F3D"/>
    <w:rsid w:val="00136C98"/>
    <w:rsid w:val="00141D91"/>
    <w:rsid w:val="001427F4"/>
    <w:rsid w:val="00142B4C"/>
    <w:rsid w:val="00142EAB"/>
    <w:rsid w:val="001433D1"/>
    <w:rsid w:val="00146E34"/>
    <w:rsid w:val="0014772A"/>
    <w:rsid w:val="001519EF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0CD5"/>
    <w:rsid w:val="001A1306"/>
    <w:rsid w:val="001A1E5E"/>
    <w:rsid w:val="001A2A4F"/>
    <w:rsid w:val="001A2CA2"/>
    <w:rsid w:val="001A2D45"/>
    <w:rsid w:val="001A66D1"/>
    <w:rsid w:val="001A6D14"/>
    <w:rsid w:val="001A6D7E"/>
    <w:rsid w:val="001A7F9A"/>
    <w:rsid w:val="001B3B84"/>
    <w:rsid w:val="001B481E"/>
    <w:rsid w:val="001B5F9A"/>
    <w:rsid w:val="001C0016"/>
    <w:rsid w:val="001C07B7"/>
    <w:rsid w:val="001C0BE0"/>
    <w:rsid w:val="001C0E6B"/>
    <w:rsid w:val="001C12FF"/>
    <w:rsid w:val="001C21DA"/>
    <w:rsid w:val="001C5204"/>
    <w:rsid w:val="001C6732"/>
    <w:rsid w:val="001C680A"/>
    <w:rsid w:val="001C686F"/>
    <w:rsid w:val="001D1ACD"/>
    <w:rsid w:val="001D21A9"/>
    <w:rsid w:val="001D26E8"/>
    <w:rsid w:val="001D272F"/>
    <w:rsid w:val="001D2AC6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4D5B"/>
    <w:rsid w:val="001E6DC5"/>
    <w:rsid w:val="001F0A5F"/>
    <w:rsid w:val="001F0DD7"/>
    <w:rsid w:val="001F3D35"/>
    <w:rsid w:val="001F5F7F"/>
    <w:rsid w:val="001F613C"/>
    <w:rsid w:val="001F771E"/>
    <w:rsid w:val="001F77ED"/>
    <w:rsid w:val="00201B37"/>
    <w:rsid w:val="00201EF5"/>
    <w:rsid w:val="00202C00"/>
    <w:rsid w:val="00203AA1"/>
    <w:rsid w:val="0020545E"/>
    <w:rsid w:val="00205E66"/>
    <w:rsid w:val="002100B6"/>
    <w:rsid w:val="00210F00"/>
    <w:rsid w:val="00210FB6"/>
    <w:rsid w:val="00211695"/>
    <w:rsid w:val="002119E8"/>
    <w:rsid w:val="00213414"/>
    <w:rsid w:val="002138CE"/>
    <w:rsid w:val="0021450A"/>
    <w:rsid w:val="002146A0"/>
    <w:rsid w:val="002163D0"/>
    <w:rsid w:val="00217B8F"/>
    <w:rsid w:val="002208C3"/>
    <w:rsid w:val="00220EA1"/>
    <w:rsid w:val="00222C99"/>
    <w:rsid w:val="00222ED9"/>
    <w:rsid w:val="002230BB"/>
    <w:rsid w:val="0022380D"/>
    <w:rsid w:val="00223FBA"/>
    <w:rsid w:val="00224180"/>
    <w:rsid w:val="0022428E"/>
    <w:rsid w:val="00224343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369D"/>
    <w:rsid w:val="0026369E"/>
    <w:rsid w:val="002636E2"/>
    <w:rsid w:val="00263784"/>
    <w:rsid w:val="0026475F"/>
    <w:rsid w:val="002667E4"/>
    <w:rsid w:val="00266EDA"/>
    <w:rsid w:val="00267347"/>
    <w:rsid w:val="0026752D"/>
    <w:rsid w:val="00270A59"/>
    <w:rsid w:val="00270DE0"/>
    <w:rsid w:val="0027147B"/>
    <w:rsid w:val="002724D4"/>
    <w:rsid w:val="00274B40"/>
    <w:rsid w:val="00274C69"/>
    <w:rsid w:val="00274CBC"/>
    <w:rsid w:val="002758EA"/>
    <w:rsid w:val="002766D1"/>
    <w:rsid w:val="00277D80"/>
    <w:rsid w:val="00280ED4"/>
    <w:rsid w:val="00281340"/>
    <w:rsid w:val="002813F4"/>
    <w:rsid w:val="00282B6F"/>
    <w:rsid w:val="00283464"/>
    <w:rsid w:val="0028477A"/>
    <w:rsid w:val="00285FE5"/>
    <w:rsid w:val="00286227"/>
    <w:rsid w:val="002868DC"/>
    <w:rsid w:val="00286C9D"/>
    <w:rsid w:val="002903F9"/>
    <w:rsid w:val="00290809"/>
    <w:rsid w:val="00290901"/>
    <w:rsid w:val="00292208"/>
    <w:rsid w:val="00292E5C"/>
    <w:rsid w:val="00293F43"/>
    <w:rsid w:val="00295313"/>
    <w:rsid w:val="00295396"/>
    <w:rsid w:val="002958DE"/>
    <w:rsid w:val="002965B0"/>
    <w:rsid w:val="00297D19"/>
    <w:rsid w:val="002A02C3"/>
    <w:rsid w:val="002A0AE8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ABD"/>
    <w:rsid w:val="002C1F0E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589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5BF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2EC"/>
    <w:rsid w:val="00303488"/>
    <w:rsid w:val="00303A39"/>
    <w:rsid w:val="00303CEC"/>
    <w:rsid w:val="00304B66"/>
    <w:rsid w:val="00305B9D"/>
    <w:rsid w:val="0030629A"/>
    <w:rsid w:val="00306524"/>
    <w:rsid w:val="00306529"/>
    <w:rsid w:val="00306E85"/>
    <w:rsid w:val="00306F22"/>
    <w:rsid w:val="00307173"/>
    <w:rsid w:val="003111A0"/>
    <w:rsid w:val="00311BD7"/>
    <w:rsid w:val="00311FCE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5089"/>
    <w:rsid w:val="003368A9"/>
    <w:rsid w:val="00336EDE"/>
    <w:rsid w:val="00340725"/>
    <w:rsid w:val="00340818"/>
    <w:rsid w:val="003413CB"/>
    <w:rsid w:val="00342EDB"/>
    <w:rsid w:val="0034327C"/>
    <w:rsid w:val="00343DC8"/>
    <w:rsid w:val="00347311"/>
    <w:rsid w:val="00347D15"/>
    <w:rsid w:val="00347DA6"/>
    <w:rsid w:val="003524CC"/>
    <w:rsid w:val="00352716"/>
    <w:rsid w:val="0035375C"/>
    <w:rsid w:val="00355571"/>
    <w:rsid w:val="0035634B"/>
    <w:rsid w:val="00357B05"/>
    <w:rsid w:val="00357F72"/>
    <w:rsid w:val="00360054"/>
    <w:rsid w:val="00360CF0"/>
    <w:rsid w:val="003615C3"/>
    <w:rsid w:val="003619FB"/>
    <w:rsid w:val="00363521"/>
    <w:rsid w:val="00363E74"/>
    <w:rsid w:val="003646BF"/>
    <w:rsid w:val="003658E2"/>
    <w:rsid w:val="00365E7F"/>
    <w:rsid w:val="00366238"/>
    <w:rsid w:val="00371B9E"/>
    <w:rsid w:val="00371C80"/>
    <w:rsid w:val="003742B3"/>
    <w:rsid w:val="00375CF8"/>
    <w:rsid w:val="00376567"/>
    <w:rsid w:val="00377196"/>
    <w:rsid w:val="00377A05"/>
    <w:rsid w:val="003827AA"/>
    <w:rsid w:val="003832C4"/>
    <w:rsid w:val="003842F4"/>
    <w:rsid w:val="0038445A"/>
    <w:rsid w:val="0038491A"/>
    <w:rsid w:val="0038562D"/>
    <w:rsid w:val="00386A34"/>
    <w:rsid w:val="00387663"/>
    <w:rsid w:val="003878B0"/>
    <w:rsid w:val="003909CA"/>
    <w:rsid w:val="003909E3"/>
    <w:rsid w:val="003915A1"/>
    <w:rsid w:val="00391A1B"/>
    <w:rsid w:val="00391C0E"/>
    <w:rsid w:val="00392911"/>
    <w:rsid w:val="00392B55"/>
    <w:rsid w:val="00392C48"/>
    <w:rsid w:val="00392CC0"/>
    <w:rsid w:val="00393408"/>
    <w:rsid w:val="003941E7"/>
    <w:rsid w:val="003943FA"/>
    <w:rsid w:val="003945C9"/>
    <w:rsid w:val="00394F1D"/>
    <w:rsid w:val="00397258"/>
    <w:rsid w:val="003A0551"/>
    <w:rsid w:val="003A0B6E"/>
    <w:rsid w:val="003A0DCD"/>
    <w:rsid w:val="003A1FFD"/>
    <w:rsid w:val="003A2323"/>
    <w:rsid w:val="003A27CA"/>
    <w:rsid w:val="003A2D9D"/>
    <w:rsid w:val="003A40B8"/>
    <w:rsid w:val="003A482F"/>
    <w:rsid w:val="003A49F6"/>
    <w:rsid w:val="003A6D06"/>
    <w:rsid w:val="003A7DAF"/>
    <w:rsid w:val="003A7E83"/>
    <w:rsid w:val="003B094D"/>
    <w:rsid w:val="003B1FD0"/>
    <w:rsid w:val="003B2727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5B90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98"/>
    <w:rsid w:val="003D18E6"/>
    <w:rsid w:val="003D25AE"/>
    <w:rsid w:val="003D3736"/>
    <w:rsid w:val="003D37A0"/>
    <w:rsid w:val="003D3919"/>
    <w:rsid w:val="003D3CB7"/>
    <w:rsid w:val="003D3ED0"/>
    <w:rsid w:val="003D4790"/>
    <w:rsid w:val="003D5D08"/>
    <w:rsid w:val="003D5D86"/>
    <w:rsid w:val="003D5D8D"/>
    <w:rsid w:val="003D7C51"/>
    <w:rsid w:val="003E08DA"/>
    <w:rsid w:val="003E1088"/>
    <w:rsid w:val="003E1651"/>
    <w:rsid w:val="003E224C"/>
    <w:rsid w:val="003E2FE3"/>
    <w:rsid w:val="003E4A1D"/>
    <w:rsid w:val="003E5AEE"/>
    <w:rsid w:val="003E6C77"/>
    <w:rsid w:val="003E6D4B"/>
    <w:rsid w:val="003E76B1"/>
    <w:rsid w:val="003E7DD4"/>
    <w:rsid w:val="003F0176"/>
    <w:rsid w:val="003F030F"/>
    <w:rsid w:val="003F056B"/>
    <w:rsid w:val="003F05B3"/>
    <w:rsid w:val="003F1ED9"/>
    <w:rsid w:val="003F28A6"/>
    <w:rsid w:val="003F3585"/>
    <w:rsid w:val="003F4466"/>
    <w:rsid w:val="003F4A3E"/>
    <w:rsid w:val="003F5020"/>
    <w:rsid w:val="003F745A"/>
    <w:rsid w:val="003F7CC4"/>
    <w:rsid w:val="004009A2"/>
    <w:rsid w:val="00400CE0"/>
    <w:rsid w:val="0040182D"/>
    <w:rsid w:val="00402CEC"/>
    <w:rsid w:val="004037B9"/>
    <w:rsid w:val="00404706"/>
    <w:rsid w:val="00404D1A"/>
    <w:rsid w:val="004064FA"/>
    <w:rsid w:val="00406A1F"/>
    <w:rsid w:val="0040700B"/>
    <w:rsid w:val="00407124"/>
    <w:rsid w:val="0040758B"/>
    <w:rsid w:val="0041075E"/>
    <w:rsid w:val="0041128D"/>
    <w:rsid w:val="00412FAD"/>
    <w:rsid w:val="004136AD"/>
    <w:rsid w:val="004136BD"/>
    <w:rsid w:val="00414057"/>
    <w:rsid w:val="004140E4"/>
    <w:rsid w:val="004155AA"/>
    <w:rsid w:val="004161DC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2FAA"/>
    <w:rsid w:val="004333D7"/>
    <w:rsid w:val="004335AE"/>
    <w:rsid w:val="004363FC"/>
    <w:rsid w:val="00437081"/>
    <w:rsid w:val="00441835"/>
    <w:rsid w:val="00441B72"/>
    <w:rsid w:val="00441DDF"/>
    <w:rsid w:val="00442F89"/>
    <w:rsid w:val="00442FC1"/>
    <w:rsid w:val="00443DB2"/>
    <w:rsid w:val="00445460"/>
    <w:rsid w:val="0044583B"/>
    <w:rsid w:val="004479CE"/>
    <w:rsid w:val="00447F0F"/>
    <w:rsid w:val="00450B33"/>
    <w:rsid w:val="004516E7"/>
    <w:rsid w:val="00451BC4"/>
    <w:rsid w:val="004520B9"/>
    <w:rsid w:val="00454A12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69C"/>
    <w:rsid w:val="00473892"/>
    <w:rsid w:val="00473D86"/>
    <w:rsid w:val="00473EAA"/>
    <w:rsid w:val="004743CA"/>
    <w:rsid w:val="0047480B"/>
    <w:rsid w:val="004763D5"/>
    <w:rsid w:val="00477D77"/>
    <w:rsid w:val="004811F6"/>
    <w:rsid w:val="0048311F"/>
    <w:rsid w:val="00484B96"/>
    <w:rsid w:val="00484C38"/>
    <w:rsid w:val="0048648A"/>
    <w:rsid w:val="00486DE1"/>
    <w:rsid w:val="00490E0E"/>
    <w:rsid w:val="00491840"/>
    <w:rsid w:val="004947FE"/>
    <w:rsid w:val="004975A6"/>
    <w:rsid w:val="0049797F"/>
    <w:rsid w:val="004A268D"/>
    <w:rsid w:val="004A2BF4"/>
    <w:rsid w:val="004A2C7E"/>
    <w:rsid w:val="004A30A3"/>
    <w:rsid w:val="004A3293"/>
    <w:rsid w:val="004A49C5"/>
    <w:rsid w:val="004A4A21"/>
    <w:rsid w:val="004A5341"/>
    <w:rsid w:val="004A6F9D"/>
    <w:rsid w:val="004A7CAC"/>
    <w:rsid w:val="004B102F"/>
    <w:rsid w:val="004B164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7108"/>
    <w:rsid w:val="004C77DA"/>
    <w:rsid w:val="004C78E6"/>
    <w:rsid w:val="004C7C02"/>
    <w:rsid w:val="004D0821"/>
    <w:rsid w:val="004D0919"/>
    <w:rsid w:val="004D0CB1"/>
    <w:rsid w:val="004D1D86"/>
    <w:rsid w:val="004D2D63"/>
    <w:rsid w:val="004D47E6"/>
    <w:rsid w:val="004D67D0"/>
    <w:rsid w:val="004D79AB"/>
    <w:rsid w:val="004E0CFA"/>
    <w:rsid w:val="004E151B"/>
    <w:rsid w:val="004E2C82"/>
    <w:rsid w:val="004E3826"/>
    <w:rsid w:val="004E40F1"/>
    <w:rsid w:val="004E42D1"/>
    <w:rsid w:val="004E4572"/>
    <w:rsid w:val="004E5F2B"/>
    <w:rsid w:val="004E66F1"/>
    <w:rsid w:val="004E7845"/>
    <w:rsid w:val="004E7C62"/>
    <w:rsid w:val="004F20FF"/>
    <w:rsid w:val="004F24BC"/>
    <w:rsid w:val="004F280A"/>
    <w:rsid w:val="004F38C0"/>
    <w:rsid w:val="004F4FF8"/>
    <w:rsid w:val="004F527C"/>
    <w:rsid w:val="004F5E1B"/>
    <w:rsid w:val="004F6595"/>
    <w:rsid w:val="004F720C"/>
    <w:rsid w:val="004F7C47"/>
    <w:rsid w:val="00500C9D"/>
    <w:rsid w:val="0050241C"/>
    <w:rsid w:val="0050315E"/>
    <w:rsid w:val="00503AA9"/>
    <w:rsid w:val="0050405A"/>
    <w:rsid w:val="00504FCE"/>
    <w:rsid w:val="00505D20"/>
    <w:rsid w:val="00506B95"/>
    <w:rsid w:val="00507A04"/>
    <w:rsid w:val="00507D4F"/>
    <w:rsid w:val="005103A9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4529"/>
    <w:rsid w:val="005252B7"/>
    <w:rsid w:val="0052587D"/>
    <w:rsid w:val="00527583"/>
    <w:rsid w:val="00527A16"/>
    <w:rsid w:val="00531A2B"/>
    <w:rsid w:val="00531F81"/>
    <w:rsid w:val="005328B2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2930"/>
    <w:rsid w:val="00553466"/>
    <w:rsid w:val="0055384F"/>
    <w:rsid w:val="00554B43"/>
    <w:rsid w:val="00554D6C"/>
    <w:rsid w:val="005556EC"/>
    <w:rsid w:val="00556940"/>
    <w:rsid w:val="00556C65"/>
    <w:rsid w:val="00556E8A"/>
    <w:rsid w:val="00557D76"/>
    <w:rsid w:val="00561FE8"/>
    <w:rsid w:val="00564604"/>
    <w:rsid w:val="00565852"/>
    <w:rsid w:val="00570174"/>
    <w:rsid w:val="00570B18"/>
    <w:rsid w:val="005729FB"/>
    <w:rsid w:val="00572D44"/>
    <w:rsid w:val="00573AC0"/>
    <w:rsid w:val="00573BB3"/>
    <w:rsid w:val="00575226"/>
    <w:rsid w:val="00575B85"/>
    <w:rsid w:val="00580929"/>
    <w:rsid w:val="005826A4"/>
    <w:rsid w:val="0058389C"/>
    <w:rsid w:val="00583F8F"/>
    <w:rsid w:val="0058584D"/>
    <w:rsid w:val="00586583"/>
    <w:rsid w:val="005873E0"/>
    <w:rsid w:val="005876FF"/>
    <w:rsid w:val="0058798F"/>
    <w:rsid w:val="00587CCA"/>
    <w:rsid w:val="005910E1"/>
    <w:rsid w:val="00591B7E"/>
    <w:rsid w:val="00591E6A"/>
    <w:rsid w:val="005930D8"/>
    <w:rsid w:val="00593397"/>
    <w:rsid w:val="0059348C"/>
    <w:rsid w:val="00596B14"/>
    <w:rsid w:val="00597DB1"/>
    <w:rsid w:val="005A4304"/>
    <w:rsid w:val="005A4844"/>
    <w:rsid w:val="005A4902"/>
    <w:rsid w:val="005A5693"/>
    <w:rsid w:val="005A5BEB"/>
    <w:rsid w:val="005A646F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06CB"/>
    <w:rsid w:val="005D41D8"/>
    <w:rsid w:val="005D5425"/>
    <w:rsid w:val="005D70AE"/>
    <w:rsid w:val="005D71E4"/>
    <w:rsid w:val="005D72FC"/>
    <w:rsid w:val="005D7DE1"/>
    <w:rsid w:val="005D7ED5"/>
    <w:rsid w:val="005E16A7"/>
    <w:rsid w:val="005E2934"/>
    <w:rsid w:val="005E29CB"/>
    <w:rsid w:val="005E2BBA"/>
    <w:rsid w:val="005E41DE"/>
    <w:rsid w:val="005E46C6"/>
    <w:rsid w:val="005E4B73"/>
    <w:rsid w:val="005E6523"/>
    <w:rsid w:val="005E68F1"/>
    <w:rsid w:val="005E70A6"/>
    <w:rsid w:val="005E7391"/>
    <w:rsid w:val="005E7BE0"/>
    <w:rsid w:val="005E7CD8"/>
    <w:rsid w:val="005F0D77"/>
    <w:rsid w:val="005F13E6"/>
    <w:rsid w:val="005F153C"/>
    <w:rsid w:val="005F1666"/>
    <w:rsid w:val="005F18DD"/>
    <w:rsid w:val="005F45FA"/>
    <w:rsid w:val="005F4D3A"/>
    <w:rsid w:val="005F5E30"/>
    <w:rsid w:val="005F7512"/>
    <w:rsid w:val="005F7E25"/>
    <w:rsid w:val="00600D4C"/>
    <w:rsid w:val="00601669"/>
    <w:rsid w:val="00601EF0"/>
    <w:rsid w:val="00602461"/>
    <w:rsid w:val="00602C5E"/>
    <w:rsid w:val="006030E9"/>
    <w:rsid w:val="006034C8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392B"/>
    <w:rsid w:val="0061509F"/>
    <w:rsid w:val="0061670A"/>
    <w:rsid w:val="006204E1"/>
    <w:rsid w:val="00620774"/>
    <w:rsid w:val="00621712"/>
    <w:rsid w:val="00622691"/>
    <w:rsid w:val="0062287E"/>
    <w:rsid w:val="00624358"/>
    <w:rsid w:val="00625F08"/>
    <w:rsid w:val="00626518"/>
    <w:rsid w:val="006278EC"/>
    <w:rsid w:val="006303C0"/>
    <w:rsid w:val="00632B7A"/>
    <w:rsid w:val="00634475"/>
    <w:rsid w:val="00635229"/>
    <w:rsid w:val="006368D2"/>
    <w:rsid w:val="0063712A"/>
    <w:rsid w:val="006378BF"/>
    <w:rsid w:val="00637DF4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E04"/>
    <w:rsid w:val="006558EC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634"/>
    <w:rsid w:val="00666EDC"/>
    <w:rsid w:val="00667866"/>
    <w:rsid w:val="006679C2"/>
    <w:rsid w:val="0067111C"/>
    <w:rsid w:val="006717D0"/>
    <w:rsid w:val="00671CB5"/>
    <w:rsid w:val="00672DF2"/>
    <w:rsid w:val="006731D5"/>
    <w:rsid w:val="0067368C"/>
    <w:rsid w:val="00674DAD"/>
    <w:rsid w:val="00675014"/>
    <w:rsid w:val="006758CC"/>
    <w:rsid w:val="00675B74"/>
    <w:rsid w:val="00675BD4"/>
    <w:rsid w:val="00675F76"/>
    <w:rsid w:val="00676032"/>
    <w:rsid w:val="0067640A"/>
    <w:rsid w:val="00676931"/>
    <w:rsid w:val="00677A8F"/>
    <w:rsid w:val="006804FC"/>
    <w:rsid w:val="0068114F"/>
    <w:rsid w:val="00682324"/>
    <w:rsid w:val="0068279D"/>
    <w:rsid w:val="00682BB9"/>
    <w:rsid w:val="00682D67"/>
    <w:rsid w:val="00683248"/>
    <w:rsid w:val="00683818"/>
    <w:rsid w:val="00685C27"/>
    <w:rsid w:val="00686795"/>
    <w:rsid w:val="00686B48"/>
    <w:rsid w:val="00686D31"/>
    <w:rsid w:val="00690551"/>
    <w:rsid w:val="0069075B"/>
    <w:rsid w:val="0069095B"/>
    <w:rsid w:val="006909EE"/>
    <w:rsid w:val="00690AD4"/>
    <w:rsid w:val="00692362"/>
    <w:rsid w:val="006924F7"/>
    <w:rsid w:val="00693F9D"/>
    <w:rsid w:val="00694635"/>
    <w:rsid w:val="00694831"/>
    <w:rsid w:val="0069538E"/>
    <w:rsid w:val="00695F77"/>
    <w:rsid w:val="00696AE4"/>
    <w:rsid w:val="0069777C"/>
    <w:rsid w:val="006A0E17"/>
    <w:rsid w:val="006A11AF"/>
    <w:rsid w:val="006A1FD0"/>
    <w:rsid w:val="006A2629"/>
    <w:rsid w:val="006A2989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6290"/>
    <w:rsid w:val="006C6470"/>
    <w:rsid w:val="006D01B4"/>
    <w:rsid w:val="006D1887"/>
    <w:rsid w:val="006D18CB"/>
    <w:rsid w:val="006D234A"/>
    <w:rsid w:val="006D33A4"/>
    <w:rsid w:val="006D3883"/>
    <w:rsid w:val="006D3964"/>
    <w:rsid w:val="006E128C"/>
    <w:rsid w:val="006E1E8F"/>
    <w:rsid w:val="006E4D0D"/>
    <w:rsid w:val="006E53F6"/>
    <w:rsid w:val="006E6433"/>
    <w:rsid w:val="006E6ED8"/>
    <w:rsid w:val="006F1CEE"/>
    <w:rsid w:val="006F3DBA"/>
    <w:rsid w:val="006F49A9"/>
    <w:rsid w:val="006F4A67"/>
    <w:rsid w:val="006F4CB7"/>
    <w:rsid w:val="006F5CF8"/>
    <w:rsid w:val="006F5DFB"/>
    <w:rsid w:val="006F6110"/>
    <w:rsid w:val="006F6EC1"/>
    <w:rsid w:val="007024AC"/>
    <w:rsid w:val="007031EE"/>
    <w:rsid w:val="00704498"/>
    <w:rsid w:val="00705AE2"/>
    <w:rsid w:val="007076E2"/>
    <w:rsid w:val="007078F0"/>
    <w:rsid w:val="00707EBB"/>
    <w:rsid w:val="00707F44"/>
    <w:rsid w:val="0071316A"/>
    <w:rsid w:val="007146B7"/>
    <w:rsid w:val="00715213"/>
    <w:rsid w:val="00715C54"/>
    <w:rsid w:val="00716456"/>
    <w:rsid w:val="00720BDD"/>
    <w:rsid w:val="00720D3D"/>
    <w:rsid w:val="00720DFE"/>
    <w:rsid w:val="00720EE8"/>
    <w:rsid w:val="0072221E"/>
    <w:rsid w:val="0072255B"/>
    <w:rsid w:val="00723D0F"/>
    <w:rsid w:val="007240BF"/>
    <w:rsid w:val="007258E7"/>
    <w:rsid w:val="0072638C"/>
    <w:rsid w:val="007265E3"/>
    <w:rsid w:val="00726E53"/>
    <w:rsid w:val="00727861"/>
    <w:rsid w:val="00727AC0"/>
    <w:rsid w:val="00727D3D"/>
    <w:rsid w:val="00731249"/>
    <w:rsid w:val="00732819"/>
    <w:rsid w:val="007333B5"/>
    <w:rsid w:val="007334DC"/>
    <w:rsid w:val="0073446D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3702"/>
    <w:rsid w:val="00755926"/>
    <w:rsid w:val="007564C0"/>
    <w:rsid w:val="0075669F"/>
    <w:rsid w:val="007578D3"/>
    <w:rsid w:val="0076106D"/>
    <w:rsid w:val="00761CB8"/>
    <w:rsid w:val="00761D53"/>
    <w:rsid w:val="00764231"/>
    <w:rsid w:val="007645FA"/>
    <w:rsid w:val="00764E48"/>
    <w:rsid w:val="00765129"/>
    <w:rsid w:val="00765BC2"/>
    <w:rsid w:val="00766059"/>
    <w:rsid w:val="00766214"/>
    <w:rsid w:val="00766A8E"/>
    <w:rsid w:val="00766E83"/>
    <w:rsid w:val="00767ECA"/>
    <w:rsid w:val="00770EF9"/>
    <w:rsid w:val="00772F51"/>
    <w:rsid w:val="0077443A"/>
    <w:rsid w:val="0077487F"/>
    <w:rsid w:val="0077540E"/>
    <w:rsid w:val="00775A88"/>
    <w:rsid w:val="00775C9A"/>
    <w:rsid w:val="007768D4"/>
    <w:rsid w:val="00777EB9"/>
    <w:rsid w:val="00782503"/>
    <w:rsid w:val="00783143"/>
    <w:rsid w:val="00783890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29E6"/>
    <w:rsid w:val="00793803"/>
    <w:rsid w:val="00793CAC"/>
    <w:rsid w:val="0079524B"/>
    <w:rsid w:val="00795494"/>
    <w:rsid w:val="00796C3C"/>
    <w:rsid w:val="0079775A"/>
    <w:rsid w:val="00797BD9"/>
    <w:rsid w:val="007A3211"/>
    <w:rsid w:val="007A4CA4"/>
    <w:rsid w:val="007A5566"/>
    <w:rsid w:val="007A665F"/>
    <w:rsid w:val="007A7DBD"/>
    <w:rsid w:val="007B0BD9"/>
    <w:rsid w:val="007B0F9E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0CC0"/>
    <w:rsid w:val="007D2E18"/>
    <w:rsid w:val="007D3C82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8019A8"/>
    <w:rsid w:val="00802113"/>
    <w:rsid w:val="00802E7B"/>
    <w:rsid w:val="0080375F"/>
    <w:rsid w:val="00803C7F"/>
    <w:rsid w:val="00805548"/>
    <w:rsid w:val="00805EC9"/>
    <w:rsid w:val="00806F86"/>
    <w:rsid w:val="00807727"/>
    <w:rsid w:val="00810D9C"/>
    <w:rsid w:val="00811309"/>
    <w:rsid w:val="0081177D"/>
    <w:rsid w:val="00813F4C"/>
    <w:rsid w:val="00814AD9"/>
    <w:rsid w:val="00816128"/>
    <w:rsid w:val="00817421"/>
    <w:rsid w:val="008200AB"/>
    <w:rsid w:val="0082031F"/>
    <w:rsid w:val="0082099E"/>
    <w:rsid w:val="00821605"/>
    <w:rsid w:val="00822927"/>
    <w:rsid w:val="00824B4F"/>
    <w:rsid w:val="00825684"/>
    <w:rsid w:val="00827A26"/>
    <w:rsid w:val="008304F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5AD6"/>
    <w:rsid w:val="00855C28"/>
    <w:rsid w:val="00855CFA"/>
    <w:rsid w:val="008562AC"/>
    <w:rsid w:val="008631C2"/>
    <w:rsid w:val="008640AC"/>
    <w:rsid w:val="0086500C"/>
    <w:rsid w:val="00866592"/>
    <w:rsid w:val="00867334"/>
    <w:rsid w:val="00867446"/>
    <w:rsid w:val="008674F1"/>
    <w:rsid w:val="00867788"/>
    <w:rsid w:val="0087129F"/>
    <w:rsid w:val="00871934"/>
    <w:rsid w:val="00871E71"/>
    <w:rsid w:val="00872D27"/>
    <w:rsid w:val="00873BDF"/>
    <w:rsid w:val="00874F14"/>
    <w:rsid w:val="008758A5"/>
    <w:rsid w:val="00876749"/>
    <w:rsid w:val="00877262"/>
    <w:rsid w:val="008776C3"/>
    <w:rsid w:val="008779CF"/>
    <w:rsid w:val="00880B1E"/>
    <w:rsid w:val="008814DE"/>
    <w:rsid w:val="00881A78"/>
    <w:rsid w:val="00881A7D"/>
    <w:rsid w:val="00881DF1"/>
    <w:rsid w:val="008825B6"/>
    <w:rsid w:val="00884A8C"/>
    <w:rsid w:val="008865B9"/>
    <w:rsid w:val="008868EB"/>
    <w:rsid w:val="00887271"/>
    <w:rsid w:val="00887C5B"/>
    <w:rsid w:val="008903C7"/>
    <w:rsid w:val="00890634"/>
    <w:rsid w:val="0089300F"/>
    <w:rsid w:val="00893234"/>
    <w:rsid w:val="008934D7"/>
    <w:rsid w:val="0089395A"/>
    <w:rsid w:val="00893E7C"/>
    <w:rsid w:val="00894250"/>
    <w:rsid w:val="008953E9"/>
    <w:rsid w:val="00895A1D"/>
    <w:rsid w:val="0089610E"/>
    <w:rsid w:val="0089693A"/>
    <w:rsid w:val="00897644"/>
    <w:rsid w:val="008A0D0F"/>
    <w:rsid w:val="008A1C61"/>
    <w:rsid w:val="008A1E11"/>
    <w:rsid w:val="008A25BE"/>
    <w:rsid w:val="008A417E"/>
    <w:rsid w:val="008A4189"/>
    <w:rsid w:val="008A4ECE"/>
    <w:rsid w:val="008A6582"/>
    <w:rsid w:val="008A7BE0"/>
    <w:rsid w:val="008B26D5"/>
    <w:rsid w:val="008B2C2B"/>
    <w:rsid w:val="008B3F3D"/>
    <w:rsid w:val="008B4C4D"/>
    <w:rsid w:val="008B5162"/>
    <w:rsid w:val="008B53C6"/>
    <w:rsid w:val="008B59B3"/>
    <w:rsid w:val="008B5BDA"/>
    <w:rsid w:val="008B7585"/>
    <w:rsid w:val="008B7849"/>
    <w:rsid w:val="008C0311"/>
    <w:rsid w:val="008C2D49"/>
    <w:rsid w:val="008C40D6"/>
    <w:rsid w:val="008C597F"/>
    <w:rsid w:val="008C6006"/>
    <w:rsid w:val="008C607B"/>
    <w:rsid w:val="008C6840"/>
    <w:rsid w:val="008D05E0"/>
    <w:rsid w:val="008D1BFF"/>
    <w:rsid w:val="008D222F"/>
    <w:rsid w:val="008D6B9E"/>
    <w:rsid w:val="008E108A"/>
    <w:rsid w:val="008E135C"/>
    <w:rsid w:val="008E1CEB"/>
    <w:rsid w:val="008E2030"/>
    <w:rsid w:val="008E2C06"/>
    <w:rsid w:val="008E420A"/>
    <w:rsid w:val="008E62F1"/>
    <w:rsid w:val="008E730C"/>
    <w:rsid w:val="008E75FF"/>
    <w:rsid w:val="008F0104"/>
    <w:rsid w:val="008F2C46"/>
    <w:rsid w:val="008F33D8"/>
    <w:rsid w:val="008F3E4F"/>
    <w:rsid w:val="008F51A9"/>
    <w:rsid w:val="008F56DD"/>
    <w:rsid w:val="008F66F5"/>
    <w:rsid w:val="009011E8"/>
    <w:rsid w:val="00901BDE"/>
    <w:rsid w:val="009032BA"/>
    <w:rsid w:val="009038D4"/>
    <w:rsid w:val="00904E38"/>
    <w:rsid w:val="00905978"/>
    <w:rsid w:val="00905B7E"/>
    <w:rsid w:val="00906BDC"/>
    <w:rsid w:val="00906CAB"/>
    <w:rsid w:val="0091003C"/>
    <w:rsid w:val="009106A2"/>
    <w:rsid w:val="00910D43"/>
    <w:rsid w:val="00911809"/>
    <w:rsid w:val="009126E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339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77C"/>
    <w:rsid w:val="00925977"/>
    <w:rsid w:val="00926644"/>
    <w:rsid w:val="0092698D"/>
    <w:rsid w:val="00926F29"/>
    <w:rsid w:val="009275F5"/>
    <w:rsid w:val="009310E6"/>
    <w:rsid w:val="009312A9"/>
    <w:rsid w:val="00932185"/>
    <w:rsid w:val="009330DD"/>
    <w:rsid w:val="00933AF9"/>
    <w:rsid w:val="0093517E"/>
    <w:rsid w:val="0093524F"/>
    <w:rsid w:val="00937AD4"/>
    <w:rsid w:val="00937CA7"/>
    <w:rsid w:val="00937DCD"/>
    <w:rsid w:val="00937F5E"/>
    <w:rsid w:val="00940EFE"/>
    <w:rsid w:val="00941552"/>
    <w:rsid w:val="00941BF4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C8D"/>
    <w:rsid w:val="0095254B"/>
    <w:rsid w:val="009531EC"/>
    <w:rsid w:val="0095425E"/>
    <w:rsid w:val="00957071"/>
    <w:rsid w:val="00957609"/>
    <w:rsid w:val="00957A3D"/>
    <w:rsid w:val="009615D9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45B8"/>
    <w:rsid w:val="00976D12"/>
    <w:rsid w:val="00977A53"/>
    <w:rsid w:val="0098027D"/>
    <w:rsid w:val="00980810"/>
    <w:rsid w:val="00980881"/>
    <w:rsid w:val="009818EE"/>
    <w:rsid w:val="00981CB7"/>
    <w:rsid w:val="009823DB"/>
    <w:rsid w:val="00982546"/>
    <w:rsid w:val="00983089"/>
    <w:rsid w:val="009855D5"/>
    <w:rsid w:val="00985904"/>
    <w:rsid w:val="00985CFE"/>
    <w:rsid w:val="009862E7"/>
    <w:rsid w:val="00986327"/>
    <w:rsid w:val="0098736C"/>
    <w:rsid w:val="00990F94"/>
    <w:rsid w:val="00992C3C"/>
    <w:rsid w:val="00994E88"/>
    <w:rsid w:val="0099513E"/>
    <w:rsid w:val="009954E3"/>
    <w:rsid w:val="00995DC0"/>
    <w:rsid w:val="00997021"/>
    <w:rsid w:val="00997D28"/>
    <w:rsid w:val="00997E14"/>
    <w:rsid w:val="009A026A"/>
    <w:rsid w:val="009A1A1A"/>
    <w:rsid w:val="009A1B4F"/>
    <w:rsid w:val="009A1B86"/>
    <w:rsid w:val="009A1E7D"/>
    <w:rsid w:val="009A29BD"/>
    <w:rsid w:val="009A2BD1"/>
    <w:rsid w:val="009A369A"/>
    <w:rsid w:val="009A43DA"/>
    <w:rsid w:val="009A4813"/>
    <w:rsid w:val="009A5A70"/>
    <w:rsid w:val="009A5EB3"/>
    <w:rsid w:val="009A6078"/>
    <w:rsid w:val="009A6170"/>
    <w:rsid w:val="009A686B"/>
    <w:rsid w:val="009A7C5B"/>
    <w:rsid w:val="009B0611"/>
    <w:rsid w:val="009B104B"/>
    <w:rsid w:val="009B120F"/>
    <w:rsid w:val="009B1416"/>
    <w:rsid w:val="009B1CFC"/>
    <w:rsid w:val="009B3261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6B2"/>
    <w:rsid w:val="009B789F"/>
    <w:rsid w:val="009C08FE"/>
    <w:rsid w:val="009C2B62"/>
    <w:rsid w:val="009C3113"/>
    <w:rsid w:val="009C35EF"/>
    <w:rsid w:val="009C7E4D"/>
    <w:rsid w:val="009D051D"/>
    <w:rsid w:val="009D1D42"/>
    <w:rsid w:val="009D1E0B"/>
    <w:rsid w:val="009D2509"/>
    <w:rsid w:val="009D2C6A"/>
    <w:rsid w:val="009D4396"/>
    <w:rsid w:val="009D7497"/>
    <w:rsid w:val="009E0EAD"/>
    <w:rsid w:val="009E2D2D"/>
    <w:rsid w:val="009E4381"/>
    <w:rsid w:val="009E5E09"/>
    <w:rsid w:val="009E5F0B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A01140"/>
    <w:rsid w:val="00A01A12"/>
    <w:rsid w:val="00A01F00"/>
    <w:rsid w:val="00A02521"/>
    <w:rsid w:val="00A031DF"/>
    <w:rsid w:val="00A03904"/>
    <w:rsid w:val="00A03AE0"/>
    <w:rsid w:val="00A05199"/>
    <w:rsid w:val="00A05ADE"/>
    <w:rsid w:val="00A05B07"/>
    <w:rsid w:val="00A06393"/>
    <w:rsid w:val="00A10A6C"/>
    <w:rsid w:val="00A12B50"/>
    <w:rsid w:val="00A13127"/>
    <w:rsid w:val="00A13CC4"/>
    <w:rsid w:val="00A164A1"/>
    <w:rsid w:val="00A23CBC"/>
    <w:rsid w:val="00A24AD1"/>
    <w:rsid w:val="00A24ED2"/>
    <w:rsid w:val="00A253BE"/>
    <w:rsid w:val="00A25C00"/>
    <w:rsid w:val="00A267DA"/>
    <w:rsid w:val="00A26D59"/>
    <w:rsid w:val="00A2734D"/>
    <w:rsid w:val="00A27D98"/>
    <w:rsid w:val="00A322A3"/>
    <w:rsid w:val="00A323F6"/>
    <w:rsid w:val="00A32D22"/>
    <w:rsid w:val="00A35F14"/>
    <w:rsid w:val="00A37D8E"/>
    <w:rsid w:val="00A37E9D"/>
    <w:rsid w:val="00A401B7"/>
    <w:rsid w:val="00A419BF"/>
    <w:rsid w:val="00A41E9B"/>
    <w:rsid w:val="00A432CE"/>
    <w:rsid w:val="00A43FA2"/>
    <w:rsid w:val="00A448E5"/>
    <w:rsid w:val="00A457C4"/>
    <w:rsid w:val="00A458FD"/>
    <w:rsid w:val="00A45A2F"/>
    <w:rsid w:val="00A460E4"/>
    <w:rsid w:val="00A4737B"/>
    <w:rsid w:val="00A500EC"/>
    <w:rsid w:val="00A50B30"/>
    <w:rsid w:val="00A50FB8"/>
    <w:rsid w:val="00A5116D"/>
    <w:rsid w:val="00A536F3"/>
    <w:rsid w:val="00A55132"/>
    <w:rsid w:val="00A5536D"/>
    <w:rsid w:val="00A556D9"/>
    <w:rsid w:val="00A56A6A"/>
    <w:rsid w:val="00A56AD5"/>
    <w:rsid w:val="00A56B8E"/>
    <w:rsid w:val="00A56BA2"/>
    <w:rsid w:val="00A5765B"/>
    <w:rsid w:val="00A576AA"/>
    <w:rsid w:val="00A577BC"/>
    <w:rsid w:val="00A61A93"/>
    <w:rsid w:val="00A61F37"/>
    <w:rsid w:val="00A62A14"/>
    <w:rsid w:val="00A62D85"/>
    <w:rsid w:val="00A6305D"/>
    <w:rsid w:val="00A6368E"/>
    <w:rsid w:val="00A6381E"/>
    <w:rsid w:val="00A645ED"/>
    <w:rsid w:val="00A64606"/>
    <w:rsid w:val="00A65259"/>
    <w:rsid w:val="00A65992"/>
    <w:rsid w:val="00A66C95"/>
    <w:rsid w:val="00A70337"/>
    <w:rsid w:val="00A70ACE"/>
    <w:rsid w:val="00A726DF"/>
    <w:rsid w:val="00A731A8"/>
    <w:rsid w:val="00A73228"/>
    <w:rsid w:val="00A74A10"/>
    <w:rsid w:val="00A75545"/>
    <w:rsid w:val="00A75D86"/>
    <w:rsid w:val="00A80AD3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3E56"/>
    <w:rsid w:val="00A976E5"/>
    <w:rsid w:val="00A97BA5"/>
    <w:rsid w:val="00AA3B05"/>
    <w:rsid w:val="00AA678B"/>
    <w:rsid w:val="00AA757D"/>
    <w:rsid w:val="00AA7F9F"/>
    <w:rsid w:val="00AB0153"/>
    <w:rsid w:val="00AB03A1"/>
    <w:rsid w:val="00AB1815"/>
    <w:rsid w:val="00AB2492"/>
    <w:rsid w:val="00AB24DC"/>
    <w:rsid w:val="00AB2A8A"/>
    <w:rsid w:val="00AB2EEC"/>
    <w:rsid w:val="00AB32CF"/>
    <w:rsid w:val="00AB4066"/>
    <w:rsid w:val="00AB50F5"/>
    <w:rsid w:val="00AB7D9A"/>
    <w:rsid w:val="00AB7F40"/>
    <w:rsid w:val="00AC0D68"/>
    <w:rsid w:val="00AC0EDA"/>
    <w:rsid w:val="00AC121C"/>
    <w:rsid w:val="00AC2548"/>
    <w:rsid w:val="00AC2A19"/>
    <w:rsid w:val="00AC46FA"/>
    <w:rsid w:val="00AC4C1E"/>
    <w:rsid w:val="00AC514A"/>
    <w:rsid w:val="00AC596E"/>
    <w:rsid w:val="00AC5B52"/>
    <w:rsid w:val="00AD0F50"/>
    <w:rsid w:val="00AD1134"/>
    <w:rsid w:val="00AD1644"/>
    <w:rsid w:val="00AD1EB2"/>
    <w:rsid w:val="00AD22D5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770"/>
    <w:rsid w:val="00AF17F2"/>
    <w:rsid w:val="00AF6977"/>
    <w:rsid w:val="00B00788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053"/>
    <w:rsid w:val="00B075FB"/>
    <w:rsid w:val="00B10451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6DC5"/>
    <w:rsid w:val="00B37A47"/>
    <w:rsid w:val="00B401E4"/>
    <w:rsid w:val="00B40C3F"/>
    <w:rsid w:val="00B40D01"/>
    <w:rsid w:val="00B41688"/>
    <w:rsid w:val="00B416FF"/>
    <w:rsid w:val="00B41FAC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762"/>
    <w:rsid w:val="00B6018C"/>
    <w:rsid w:val="00B6118C"/>
    <w:rsid w:val="00B63F00"/>
    <w:rsid w:val="00B64CC2"/>
    <w:rsid w:val="00B65AA4"/>
    <w:rsid w:val="00B66255"/>
    <w:rsid w:val="00B67094"/>
    <w:rsid w:val="00B700D8"/>
    <w:rsid w:val="00B764C9"/>
    <w:rsid w:val="00B77842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902D2"/>
    <w:rsid w:val="00B90A68"/>
    <w:rsid w:val="00B90A73"/>
    <w:rsid w:val="00B91392"/>
    <w:rsid w:val="00B91938"/>
    <w:rsid w:val="00B91DCB"/>
    <w:rsid w:val="00B921C1"/>
    <w:rsid w:val="00B9280B"/>
    <w:rsid w:val="00B9329C"/>
    <w:rsid w:val="00B932C3"/>
    <w:rsid w:val="00B93AA6"/>
    <w:rsid w:val="00B943E5"/>
    <w:rsid w:val="00B94D0C"/>
    <w:rsid w:val="00B95B37"/>
    <w:rsid w:val="00B96794"/>
    <w:rsid w:val="00B97742"/>
    <w:rsid w:val="00BA089F"/>
    <w:rsid w:val="00BA142F"/>
    <w:rsid w:val="00BA1F33"/>
    <w:rsid w:val="00BA356E"/>
    <w:rsid w:val="00BA396C"/>
    <w:rsid w:val="00BA3B09"/>
    <w:rsid w:val="00BA3E4D"/>
    <w:rsid w:val="00BA4D85"/>
    <w:rsid w:val="00BA63F3"/>
    <w:rsid w:val="00BA6C21"/>
    <w:rsid w:val="00BB23C5"/>
    <w:rsid w:val="00BB26F5"/>
    <w:rsid w:val="00BB2C6B"/>
    <w:rsid w:val="00BB423F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6068"/>
    <w:rsid w:val="00BD0265"/>
    <w:rsid w:val="00BD0562"/>
    <w:rsid w:val="00BD2B11"/>
    <w:rsid w:val="00BD3600"/>
    <w:rsid w:val="00BD4532"/>
    <w:rsid w:val="00BD717F"/>
    <w:rsid w:val="00BE1A22"/>
    <w:rsid w:val="00BE1A4C"/>
    <w:rsid w:val="00BE2F69"/>
    <w:rsid w:val="00BE3AD6"/>
    <w:rsid w:val="00BE4819"/>
    <w:rsid w:val="00BE669F"/>
    <w:rsid w:val="00BE6CCD"/>
    <w:rsid w:val="00BF07FC"/>
    <w:rsid w:val="00BF15AB"/>
    <w:rsid w:val="00BF1724"/>
    <w:rsid w:val="00BF1937"/>
    <w:rsid w:val="00BF1BEB"/>
    <w:rsid w:val="00BF205B"/>
    <w:rsid w:val="00BF2575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066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DD1"/>
    <w:rsid w:val="00C12273"/>
    <w:rsid w:val="00C137CE"/>
    <w:rsid w:val="00C146C9"/>
    <w:rsid w:val="00C1471A"/>
    <w:rsid w:val="00C1569C"/>
    <w:rsid w:val="00C20315"/>
    <w:rsid w:val="00C20775"/>
    <w:rsid w:val="00C215D4"/>
    <w:rsid w:val="00C21BED"/>
    <w:rsid w:val="00C24DE5"/>
    <w:rsid w:val="00C266EF"/>
    <w:rsid w:val="00C27B10"/>
    <w:rsid w:val="00C27FF3"/>
    <w:rsid w:val="00C313B8"/>
    <w:rsid w:val="00C3171D"/>
    <w:rsid w:val="00C3177B"/>
    <w:rsid w:val="00C3190F"/>
    <w:rsid w:val="00C31926"/>
    <w:rsid w:val="00C34B22"/>
    <w:rsid w:val="00C351D8"/>
    <w:rsid w:val="00C36042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914"/>
    <w:rsid w:val="00C51EE0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567F"/>
    <w:rsid w:val="00C667CD"/>
    <w:rsid w:val="00C66D0F"/>
    <w:rsid w:val="00C67396"/>
    <w:rsid w:val="00C67980"/>
    <w:rsid w:val="00C70B9C"/>
    <w:rsid w:val="00C7206D"/>
    <w:rsid w:val="00C729D8"/>
    <w:rsid w:val="00C731B0"/>
    <w:rsid w:val="00C736D9"/>
    <w:rsid w:val="00C74D8A"/>
    <w:rsid w:val="00C75196"/>
    <w:rsid w:val="00C7547B"/>
    <w:rsid w:val="00C76CF0"/>
    <w:rsid w:val="00C80960"/>
    <w:rsid w:val="00C81A2D"/>
    <w:rsid w:val="00C81FCA"/>
    <w:rsid w:val="00C8238B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300B"/>
    <w:rsid w:val="00CA3446"/>
    <w:rsid w:val="00CA38E0"/>
    <w:rsid w:val="00CA3E56"/>
    <w:rsid w:val="00CA4284"/>
    <w:rsid w:val="00CA4456"/>
    <w:rsid w:val="00CA471E"/>
    <w:rsid w:val="00CA4F76"/>
    <w:rsid w:val="00CA5778"/>
    <w:rsid w:val="00CA5FB4"/>
    <w:rsid w:val="00CB0734"/>
    <w:rsid w:val="00CB17C2"/>
    <w:rsid w:val="00CB1D68"/>
    <w:rsid w:val="00CB2451"/>
    <w:rsid w:val="00CB30D6"/>
    <w:rsid w:val="00CB3D34"/>
    <w:rsid w:val="00CB5363"/>
    <w:rsid w:val="00CB5BDB"/>
    <w:rsid w:val="00CB6385"/>
    <w:rsid w:val="00CB64B0"/>
    <w:rsid w:val="00CB69B2"/>
    <w:rsid w:val="00CB6B4A"/>
    <w:rsid w:val="00CB704F"/>
    <w:rsid w:val="00CB70EF"/>
    <w:rsid w:val="00CC059D"/>
    <w:rsid w:val="00CC0963"/>
    <w:rsid w:val="00CC1560"/>
    <w:rsid w:val="00CC1F5D"/>
    <w:rsid w:val="00CC3ADC"/>
    <w:rsid w:val="00CC6F15"/>
    <w:rsid w:val="00CD0DA2"/>
    <w:rsid w:val="00CD0DCD"/>
    <w:rsid w:val="00CD0EC8"/>
    <w:rsid w:val="00CD14B3"/>
    <w:rsid w:val="00CD1BA6"/>
    <w:rsid w:val="00CD1C32"/>
    <w:rsid w:val="00CD2511"/>
    <w:rsid w:val="00CD2C78"/>
    <w:rsid w:val="00CD2D56"/>
    <w:rsid w:val="00CD331A"/>
    <w:rsid w:val="00CD33B2"/>
    <w:rsid w:val="00CD3B22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11C2"/>
    <w:rsid w:val="00CF393F"/>
    <w:rsid w:val="00CF466E"/>
    <w:rsid w:val="00CF58B0"/>
    <w:rsid w:val="00D00475"/>
    <w:rsid w:val="00D01CDD"/>
    <w:rsid w:val="00D03FCE"/>
    <w:rsid w:val="00D04F4D"/>
    <w:rsid w:val="00D06B89"/>
    <w:rsid w:val="00D07962"/>
    <w:rsid w:val="00D07D2E"/>
    <w:rsid w:val="00D10A16"/>
    <w:rsid w:val="00D127AB"/>
    <w:rsid w:val="00D12B25"/>
    <w:rsid w:val="00D132E1"/>
    <w:rsid w:val="00D143FC"/>
    <w:rsid w:val="00D14EFA"/>
    <w:rsid w:val="00D15456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33FD"/>
    <w:rsid w:val="00D34D27"/>
    <w:rsid w:val="00D35208"/>
    <w:rsid w:val="00D364C1"/>
    <w:rsid w:val="00D36CEC"/>
    <w:rsid w:val="00D3731E"/>
    <w:rsid w:val="00D413A3"/>
    <w:rsid w:val="00D4144F"/>
    <w:rsid w:val="00D419A8"/>
    <w:rsid w:val="00D41F2E"/>
    <w:rsid w:val="00D42BD8"/>
    <w:rsid w:val="00D43C87"/>
    <w:rsid w:val="00D43E7E"/>
    <w:rsid w:val="00D4534F"/>
    <w:rsid w:val="00D45F6A"/>
    <w:rsid w:val="00D46B56"/>
    <w:rsid w:val="00D5017A"/>
    <w:rsid w:val="00D50F0A"/>
    <w:rsid w:val="00D51626"/>
    <w:rsid w:val="00D51C7D"/>
    <w:rsid w:val="00D5270F"/>
    <w:rsid w:val="00D53B47"/>
    <w:rsid w:val="00D53BDE"/>
    <w:rsid w:val="00D53CD4"/>
    <w:rsid w:val="00D54F03"/>
    <w:rsid w:val="00D60C4F"/>
    <w:rsid w:val="00D60CFF"/>
    <w:rsid w:val="00D610E5"/>
    <w:rsid w:val="00D6111D"/>
    <w:rsid w:val="00D61BEF"/>
    <w:rsid w:val="00D62567"/>
    <w:rsid w:val="00D62B46"/>
    <w:rsid w:val="00D64ACB"/>
    <w:rsid w:val="00D652A4"/>
    <w:rsid w:val="00D65343"/>
    <w:rsid w:val="00D66C65"/>
    <w:rsid w:val="00D67031"/>
    <w:rsid w:val="00D67286"/>
    <w:rsid w:val="00D67FF4"/>
    <w:rsid w:val="00D707B3"/>
    <w:rsid w:val="00D70EA5"/>
    <w:rsid w:val="00D717E4"/>
    <w:rsid w:val="00D71CE8"/>
    <w:rsid w:val="00D73793"/>
    <w:rsid w:val="00D73AEE"/>
    <w:rsid w:val="00D74356"/>
    <w:rsid w:val="00D749C8"/>
    <w:rsid w:val="00D74EC9"/>
    <w:rsid w:val="00D7631C"/>
    <w:rsid w:val="00D76701"/>
    <w:rsid w:val="00D76E4D"/>
    <w:rsid w:val="00D76F68"/>
    <w:rsid w:val="00D77343"/>
    <w:rsid w:val="00D77978"/>
    <w:rsid w:val="00D8266C"/>
    <w:rsid w:val="00D82D3A"/>
    <w:rsid w:val="00D8345D"/>
    <w:rsid w:val="00D84814"/>
    <w:rsid w:val="00D8540C"/>
    <w:rsid w:val="00D85E62"/>
    <w:rsid w:val="00D86AA8"/>
    <w:rsid w:val="00D8704F"/>
    <w:rsid w:val="00D87329"/>
    <w:rsid w:val="00D87EC3"/>
    <w:rsid w:val="00D907FC"/>
    <w:rsid w:val="00D9091A"/>
    <w:rsid w:val="00D90DCE"/>
    <w:rsid w:val="00D90DE5"/>
    <w:rsid w:val="00D91ABD"/>
    <w:rsid w:val="00D92141"/>
    <w:rsid w:val="00D92AAD"/>
    <w:rsid w:val="00D92B44"/>
    <w:rsid w:val="00D94D53"/>
    <w:rsid w:val="00D959B0"/>
    <w:rsid w:val="00D96C75"/>
    <w:rsid w:val="00D97C7F"/>
    <w:rsid w:val="00DA0E44"/>
    <w:rsid w:val="00DA22B8"/>
    <w:rsid w:val="00DA2367"/>
    <w:rsid w:val="00DA2B71"/>
    <w:rsid w:val="00DA2FEB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51D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54A8"/>
    <w:rsid w:val="00DE578C"/>
    <w:rsid w:val="00DE6D49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5193"/>
    <w:rsid w:val="00DF5AEE"/>
    <w:rsid w:val="00DF6890"/>
    <w:rsid w:val="00DF6CC1"/>
    <w:rsid w:val="00E002A0"/>
    <w:rsid w:val="00E01470"/>
    <w:rsid w:val="00E02249"/>
    <w:rsid w:val="00E0338A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0A"/>
    <w:rsid w:val="00E10AB3"/>
    <w:rsid w:val="00E110DE"/>
    <w:rsid w:val="00E11EB5"/>
    <w:rsid w:val="00E11FDC"/>
    <w:rsid w:val="00E132C5"/>
    <w:rsid w:val="00E1352C"/>
    <w:rsid w:val="00E1362D"/>
    <w:rsid w:val="00E13A5A"/>
    <w:rsid w:val="00E13D62"/>
    <w:rsid w:val="00E1482E"/>
    <w:rsid w:val="00E149AD"/>
    <w:rsid w:val="00E14FC7"/>
    <w:rsid w:val="00E17136"/>
    <w:rsid w:val="00E21FE5"/>
    <w:rsid w:val="00E221F8"/>
    <w:rsid w:val="00E22F9B"/>
    <w:rsid w:val="00E23199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0C0"/>
    <w:rsid w:val="00E44FB9"/>
    <w:rsid w:val="00E45232"/>
    <w:rsid w:val="00E47073"/>
    <w:rsid w:val="00E510DE"/>
    <w:rsid w:val="00E52C7C"/>
    <w:rsid w:val="00E533BD"/>
    <w:rsid w:val="00E5581E"/>
    <w:rsid w:val="00E55B10"/>
    <w:rsid w:val="00E56F7E"/>
    <w:rsid w:val="00E57A5E"/>
    <w:rsid w:val="00E60FC4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A95"/>
    <w:rsid w:val="00E75933"/>
    <w:rsid w:val="00E76925"/>
    <w:rsid w:val="00E77C32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1D2B"/>
    <w:rsid w:val="00EB2579"/>
    <w:rsid w:val="00EB2F19"/>
    <w:rsid w:val="00EB371B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326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90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6366"/>
    <w:rsid w:val="00EF6640"/>
    <w:rsid w:val="00F001E3"/>
    <w:rsid w:val="00F00896"/>
    <w:rsid w:val="00F00A16"/>
    <w:rsid w:val="00F012B6"/>
    <w:rsid w:val="00F0152C"/>
    <w:rsid w:val="00F01619"/>
    <w:rsid w:val="00F01E0E"/>
    <w:rsid w:val="00F0217A"/>
    <w:rsid w:val="00F03115"/>
    <w:rsid w:val="00F048DC"/>
    <w:rsid w:val="00F0499F"/>
    <w:rsid w:val="00F04F64"/>
    <w:rsid w:val="00F05835"/>
    <w:rsid w:val="00F05978"/>
    <w:rsid w:val="00F07270"/>
    <w:rsid w:val="00F07BBC"/>
    <w:rsid w:val="00F10B3C"/>
    <w:rsid w:val="00F119C1"/>
    <w:rsid w:val="00F12884"/>
    <w:rsid w:val="00F13EEE"/>
    <w:rsid w:val="00F13F4F"/>
    <w:rsid w:val="00F14E60"/>
    <w:rsid w:val="00F15402"/>
    <w:rsid w:val="00F15671"/>
    <w:rsid w:val="00F166A3"/>
    <w:rsid w:val="00F20393"/>
    <w:rsid w:val="00F21E8A"/>
    <w:rsid w:val="00F22E19"/>
    <w:rsid w:val="00F243DB"/>
    <w:rsid w:val="00F252D2"/>
    <w:rsid w:val="00F268E1"/>
    <w:rsid w:val="00F27EAB"/>
    <w:rsid w:val="00F30DDC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6BE"/>
    <w:rsid w:val="00F56C9A"/>
    <w:rsid w:val="00F62A8B"/>
    <w:rsid w:val="00F62E56"/>
    <w:rsid w:val="00F62F3D"/>
    <w:rsid w:val="00F6340E"/>
    <w:rsid w:val="00F63A76"/>
    <w:rsid w:val="00F641D0"/>
    <w:rsid w:val="00F64436"/>
    <w:rsid w:val="00F65A05"/>
    <w:rsid w:val="00F717EC"/>
    <w:rsid w:val="00F726EA"/>
    <w:rsid w:val="00F7305A"/>
    <w:rsid w:val="00F733CF"/>
    <w:rsid w:val="00F7464A"/>
    <w:rsid w:val="00F74B71"/>
    <w:rsid w:val="00F74E7B"/>
    <w:rsid w:val="00F76C1B"/>
    <w:rsid w:val="00F774B1"/>
    <w:rsid w:val="00F80722"/>
    <w:rsid w:val="00F82B95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A326F"/>
    <w:rsid w:val="00FA3E72"/>
    <w:rsid w:val="00FA4404"/>
    <w:rsid w:val="00FA454F"/>
    <w:rsid w:val="00FA4F74"/>
    <w:rsid w:val="00FA5E72"/>
    <w:rsid w:val="00FA6D61"/>
    <w:rsid w:val="00FB0ED4"/>
    <w:rsid w:val="00FB3E05"/>
    <w:rsid w:val="00FB5022"/>
    <w:rsid w:val="00FB5B87"/>
    <w:rsid w:val="00FB6CD0"/>
    <w:rsid w:val="00FB7289"/>
    <w:rsid w:val="00FB7B39"/>
    <w:rsid w:val="00FB7B87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0D6C"/>
    <w:rsid w:val="00FD26F2"/>
    <w:rsid w:val="00FD2B27"/>
    <w:rsid w:val="00FD2E5B"/>
    <w:rsid w:val="00FD3E4C"/>
    <w:rsid w:val="00FD5E64"/>
    <w:rsid w:val="00FD6E34"/>
    <w:rsid w:val="00FD6FDC"/>
    <w:rsid w:val="00FD7CF2"/>
    <w:rsid w:val="00FE1C77"/>
    <w:rsid w:val="00FE290C"/>
    <w:rsid w:val="00FE45D0"/>
    <w:rsid w:val="00FE4C70"/>
    <w:rsid w:val="00FE56D8"/>
    <w:rsid w:val="00FE6572"/>
    <w:rsid w:val="00FE69BA"/>
    <w:rsid w:val="00FF0570"/>
    <w:rsid w:val="00FF097E"/>
    <w:rsid w:val="00FF3BD2"/>
    <w:rsid w:val="00FF41D0"/>
    <w:rsid w:val="00FF4424"/>
    <w:rsid w:val="00FF4957"/>
    <w:rsid w:val="00FF65A6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CB395A1"/>
  <w15:chartTrackingRefBased/>
  <w15:docId w15:val="{5D8D0266-19B4-4366-B0AE-994D30DB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E38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04E38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904E38"/>
    <w:pPr>
      <w:keepNext/>
      <w:numPr>
        <w:ilvl w:val="1"/>
        <w:numId w:val="6"/>
      </w:numPr>
      <w:tabs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904E38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4E38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904E38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904E38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C137CE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904E38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904E38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F22E19"/>
    <w:pPr>
      <w:keepNext/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7240BF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73446D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73446D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73446D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062F2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062F2C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1257</TotalTime>
  <Pages>17</Pages>
  <Words>2223</Words>
  <Characters>17666</Characters>
  <Application>Microsoft Office Word</Application>
  <DocSecurity>0</DocSecurity>
  <Lines>147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techniczna powykonawcza: Specyfikacja XML dla podmiotów w zakresie elektronicznej obsługi deklaracji dla podatku od gier urządzających turniej gry pokera POGP</vt:lpstr>
    </vt:vector>
  </TitlesOfParts>
  <Company>Asseco Poland SA.</Company>
  <LinksUpToDate>false</LinksUpToDate>
  <CharactersWithSpaces>19850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1114160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_Toc450746021</vt:lpwstr>
      </vt:variant>
      <vt:variant>
        <vt:i4>1114160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_Toc450746020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_Toc450746019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_Toc450746018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_Toc450746017</vt:lpwstr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_Toc450746016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_Toc450746015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_Toc450746014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_Toc450746013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_Toc450746012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_Toc450746011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_Toc450746010</vt:lpwstr>
      </vt:variant>
      <vt:variant>
        <vt:i4>1245232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_Toc450746009</vt:lpwstr>
      </vt:variant>
      <vt:variant>
        <vt:i4>1245232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_Toc450746008</vt:lpwstr>
      </vt:variant>
      <vt:variant>
        <vt:i4>1245232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_Toc450746007</vt:lpwstr>
      </vt:variant>
      <vt:variant>
        <vt:i4>1245232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_Toc450746006</vt:lpwstr>
      </vt:variant>
      <vt:variant>
        <vt:i4>1245232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_Toc450746005</vt:lpwstr>
      </vt:variant>
      <vt:variant>
        <vt:i4>1245232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_Toc450746004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_Toc450746003</vt:lpwstr>
      </vt:variant>
      <vt:variant>
        <vt:i4>1245232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_Toc450746002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_Toc450746001</vt:lpwstr>
      </vt:variant>
      <vt:variant>
        <vt:i4>1245232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_Toc450746000</vt:lpwstr>
      </vt:variant>
      <vt:variant>
        <vt:i4>1638457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_Toc450745999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techniczna powykonawcza: Specyfikacja XML dla podmiotów w zakresie elektronicznej obsługi deklaracji dla podatku od gier urządzających turniej gry pokera POGP</dc:title>
  <dc:subject/>
  <cp:keywords>ZEFIR2; PUESC</cp:keywords>
  <cp:lastModifiedBy>Fall Krzysztof</cp:lastModifiedBy>
  <cp:revision>14</cp:revision>
  <cp:lastPrinted>2013-01-03T11:52:00Z</cp:lastPrinted>
  <dcterms:created xsi:type="dcterms:W3CDTF">2024-10-24T11:21:00Z</dcterms:created>
  <dcterms:modified xsi:type="dcterms:W3CDTF">2024-12-05T07:55:00Z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1.6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ZF2-PWT-KXML-POGP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UxC4dwLulzfINJ8nQH+xvX5LNGipWa4BRSZhPgxsCvmIrXkysy1omEgIQKoi/SCvFLJCKJH6D/VfKlISoLv3ow==</vt:lpwstr>
  </property>
  <property fmtid="{D5CDD505-2E9C-101B-9397-08002B2CF9AE}" pid="7" name="MFClassificationDate">
    <vt:lpwstr>2024-10-24T13:21:27.1190206+02:00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GRN-ca4148d4-e57f-49cc-b7e8-a3f272b2b8d7</vt:lpwstr>
  </property>
  <property fmtid="{D5CDD505-2E9C-101B-9397-08002B2CF9AE}" pid="10" name="MFHash">
    <vt:lpwstr>aeAJFEYBVXu14LtRvuNHNfQIzEOuftQuBn25MLuazh4=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